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38750" w14:textId="4BADA763" w:rsidR="004F03AC" w:rsidRPr="005A5DF2" w:rsidRDefault="004F03AC" w:rsidP="005A5DF2">
      <w:pPr>
        <w:pStyle w:val="Paragraph"/>
        <w:spacing w:before="480"/>
        <w:ind w:left="426"/>
        <w:contextualSpacing w:val="0"/>
        <w:jc w:val="center"/>
        <w:rPr>
          <w:rFonts w:asciiTheme="majorHAnsi" w:eastAsia="SimSun" w:hAnsiTheme="majorHAnsi" w:cs="Arial"/>
          <w:b/>
          <w:bCs/>
          <w:caps/>
          <w:kern w:val="32"/>
          <w:sz w:val="28"/>
          <w:szCs w:val="28"/>
          <w:lang w:val="et-EE" w:eastAsia="zh-CN"/>
        </w:rPr>
      </w:pPr>
      <w:r w:rsidRPr="00E63C1E">
        <w:rPr>
          <w:rFonts w:asciiTheme="majorHAnsi" w:eastAsia="SimSun" w:hAnsiTheme="majorHAnsi" w:cs="Arial"/>
          <w:b/>
          <w:bCs/>
          <w:caps/>
          <w:kern w:val="32"/>
          <w:sz w:val="28"/>
          <w:szCs w:val="28"/>
          <w:lang w:val="et-EE" w:eastAsia="zh-CN"/>
        </w:rPr>
        <w:t>PARKIMISMAJA PARKIMISKOHTADE KASUTAMISE KOKKULEP</w:t>
      </w:r>
      <w:r w:rsidR="005A5DF2">
        <w:rPr>
          <w:rFonts w:asciiTheme="majorHAnsi" w:eastAsia="SimSun" w:hAnsiTheme="majorHAnsi" w:cs="Arial"/>
          <w:b/>
          <w:bCs/>
          <w:caps/>
          <w:kern w:val="32"/>
          <w:sz w:val="28"/>
          <w:szCs w:val="28"/>
          <w:lang w:val="et-EE" w:eastAsia="zh-CN"/>
        </w:rPr>
        <w:t>P</w:t>
      </w:r>
      <w:r w:rsidRPr="00E63C1E">
        <w:rPr>
          <w:rFonts w:asciiTheme="majorHAnsi" w:eastAsia="SimSun" w:hAnsiTheme="majorHAnsi" w:cs="Arial"/>
          <w:b/>
          <w:bCs/>
          <w:caps/>
          <w:kern w:val="32"/>
          <w:sz w:val="28"/>
          <w:szCs w:val="28"/>
          <w:lang w:val="et-EE" w:eastAsia="zh-CN"/>
        </w:rPr>
        <w:t>E</w:t>
      </w:r>
      <w:r w:rsidR="005A5DF2">
        <w:rPr>
          <w:rFonts w:asciiTheme="majorHAnsi" w:eastAsia="SimSun" w:hAnsiTheme="majorHAnsi" w:cs="Arial"/>
          <w:b/>
          <w:bCs/>
          <w:caps/>
          <w:kern w:val="32"/>
          <w:sz w:val="28"/>
          <w:szCs w:val="28"/>
          <w:lang w:val="et-EE" w:eastAsia="zh-CN"/>
        </w:rPr>
        <w:t xml:space="preserve"> MUUDATUS</w:t>
      </w:r>
      <w:r>
        <w:rPr>
          <w:rFonts w:asciiTheme="majorHAnsi" w:eastAsia="SimSun" w:hAnsiTheme="majorHAnsi" w:cs="Arial"/>
          <w:b/>
          <w:bCs/>
          <w:caps/>
          <w:kern w:val="32"/>
          <w:sz w:val="28"/>
          <w:szCs w:val="28"/>
          <w:lang w:val="et-EE" w:eastAsia="zh-CN"/>
        </w:rPr>
        <w:t xml:space="preserve"> </w:t>
      </w:r>
    </w:p>
    <w:p w14:paraId="19ED8A4E" w14:textId="5EBAF19C" w:rsidR="004A7A26" w:rsidRDefault="004A7A26" w:rsidP="004A7A26">
      <w:pPr>
        <w:pStyle w:val="Paragraph"/>
        <w:ind w:left="0"/>
        <w:rPr>
          <w:i/>
          <w:iCs/>
          <w:lang w:val="et-EE" w:eastAsia="zh-CN"/>
        </w:rPr>
      </w:pPr>
      <w:r w:rsidRPr="004A7A26">
        <w:rPr>
          <w:lang w:val="et-EE" w:eastAsia="zh-CN"/>
        </w:rPr>
        <w:t xml:space="preserve">Tallinnas, </w:t>
      </w:r>
      <w:r w:rsidRPr="004A7A26">
        <w:rPr>
          <w:i/>
          <w:iCs/>
          <w:lang w:val="et-EE" w:eastAsia="zh-CN"/>
        </w:rPr>
        <w:t>/Kuupäev nähtub digitaalallkirjadest/</w:t>
      </w:r>
    </w:p>
    <w:p w14:paraId="647AFAF6" w14:textId="723EECDB" w:rsidR="004F03AC" w:rsidRDefault="004F03AC" w:rsidP="004F03AC">
      <w:pPr>
        <w:pStyle w:val="Heading1nonumbering"/>
        <w:spacing w:line="240" w:lineRule="auto"/>
        <w:rPr>
          <w:lang w:val="et-EE"/>
        </w:rPr>
      </w:pPr>
      <w:r>
        <w:rPr>
          <w:lang w:val="et-EE"/>
        </w:rPr>
        <w:t>ÜÜRILEANDJA: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3741C29" w14:textId="77777777" w:rsidTr="00540D7F">
        <w:trPr>
          <w:trHeight w:val="20"/>
        </w:trPr>
        <w:tc>
          <w:tcPr>
            <w:tcW w:w="9216" w:type="dxa"/>
            <w:gridSpan w:val="2"/>
            <w:tcBorders>
              <w:top w:val="single" w:sz="4" w:space="0" w:color="auto"/>
              <w:left w:val="single" w:sz="4" w:space="0" w:color="auto"/>
              <w:bottom w:val="single" w:sz="4" w:space="0" w:color="auto"/>
              <w:right w:val="single" w:sz="4" w:space="0" w:color="auto"/>
            </w:tcBorders>
            <w:hideMark/>
          </w:tcPr>
          <w:p w14:paraId="5CFA9006" w14:textId="77777777" w:rsidR="004F03AC" w:rsidRDefault="004F03AC">
            <w:pPr>
              <w:spacing w:line="240" w:lineRule="auto"/>
              <w:jc w:val="both"/>
              <w:rPr>
                <w:b/>
                <w:bCs/>
                <w:szCs w:val="20"/>
                <w:lang w:val="et-EE"/>
              </w:rPr>
            </w:pPr>
            <w:r>
              <w:rPr>
                <w:b/>
                <w:bCs/>
                <w:szCs w:val="20"/>
                <w:lang w:val="et-EE"/>
              </w:rPr>
              <w:t>Technopolis Ülemiste AS</w:t>
            </w:r>
          </w:p>
        </w:tc>
      </w:tr>
      <w:tr w:rsidR="004F03AC" w14:paraId="6A5F348B"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8690C89" w14:textId="73119194"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2112D417" w14:textId="77777777" w:rsidR="004F03AC" w:rsidRDefault="004F03AC">
            <w:pPr>
              <w:spacing w:line="240" w:lineRule="auto"/>
              <w:jc w:val="both"/>
              <w:rPr>
                <w:szCs w:val="20"/>
                <w:lang w:val="et-EE"/>
              </w:rPr>
            </w:pPr>
            <w:r>
              <w:rPr>
                <w:szCs w:val="20"/>
                <w:lang w:val="et-EE"/>
              </w:rPr>
              <w:t>11978111</w:t>
            </w:r>
          </w:p>
        </w:tc>
      </w:tr>
      <w:tr w:rsidR="004F03AC" w14:paraId="10E741C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16FAF8E" w14:textId="040ADD12"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14AECC7B" w14:textId="77777777" w:rsidR="004F03AC" w:rsidRDefault="004F03AC">
            <w:pPr>
              <w:spacing w:line="240" w:lineRule="auto"/>
              <w:jc w:val="both"/>
              <w:rPr>
                <w:szCs w:val="20"/>
                <w:lang w:val="et-EE"/>
              </w:rPr>
            </w:pPr>
            <w:r>
              <w:rPr>
                <w:szCs w:val="20"/>
                <w:lang w:val="et-EE"/>
              </w:rPr>
              <w:t>Lõõtsa 6, Tallinn 11415</w:t>
            </w:r>
          </w:p>
        </w:tc>
      </w:tr>
      <w:tr w:rsidR="004F03AC" w14:paraId="11212879"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12D2765D" w14:textId="0208B8B8" w:rsidR="00247355" w:rsidRDefault="004F03AC" w:rsidP="00247355">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w:t>
            </w:r>
            <w:r w:rsidR="00247355">
              <w:rPr>
                <w:szCs w:val="20"/>
                <w:lang w:val="et-EE"/>
              </w:rPr>
              <w:t>l</w:t>
            </w:r>
          </w:p>
          <w:p w14:paraId="2F137AD2" w14:textId="3C49E8CF" w:rsidR="004F03AC" w:rsidRDefault="004F03AC">
            <w:pPr>
              <w:spacing w:line="240" w:lineRule="auto"/>
              <w:rPr>
                <w:szCs w:val="20"/>
                <w:lang w:val="et-EE"/>
              </w:rPr>
            </w:pPr>
            <w:r>
              <w:rPr>
                <w:szCs w:val="20"/>
                <w:lang w:val="et-EE"/>
              </w:rPr>
              <w:t xml:space="preserve"> </w:t>
            </w:r>
          </w:p>
        </w:tc>
        <w:tc>
          <w:tcPr>
            <w:tcW w:w="5814" w:type="dxa"/>
            <w:tcBorders>
              <w:top w:val="single" w:sz="4" w:space="0" w:color="auto"/>
              <w:left w:val="single" w:sz="4" w:space="0" w:color="auto"/>
              <w:bottom w:val="single" w:sz="4" w:space="0" w:color="auto"/>
              <w:right w:val="single" w:sz="4" w:space="0" w:color="auto"/>
            </w:tcBorders>
            <w:hideMark/>
          </w:tcPr>
          <w:p w14:paraId="195B8423" w14:textId="0BD48554" w:rsidR="004F03AC" w:rsidRDefault="00247355">
            <w:pPr>
              <w:spacing w:line="240" w:lineRule="auto"/>
              <w:jc w:val="both"/>
              <w:rPr>
                <w:szCs w:val="20"/>
                <w:lang w:val="et-EE"/>
              </w:rPr>
            </w:pPr>
            <w:r>
              <w:rPr>
                <w:szCs w:val="20"/>
                <w:lang w:val="et-EE"/>
              </w:rPr>
              <w:t>Volituse alusel</w:t>
            </w:r>
            <w:r w:rsidR="004F03AC">
              <w:rPr>
                <w:szCs w:val="20"/>
                <w:lang w:val="et-EE"/>
              </w:rPr>
              <w:t xml:space="preserve"> Tanel Olek</w:t>
            </w:r>
          </w:p>
          <w:p w14:paraId="66E8EEE1" w14:textId="7FED993B" w:rsidR="004F03AC" w:rsidRDefault="004F03AC">
            <w:pPr>
              <w:spacing w:line="240" w:lineRule="auto"/>
              <w:jc w:val="both"/>
              <w:rPr>
                <w:szCs w:val="20"/>
                <w:lang w:val="et-EE"/>
              </w:rPr>
            </w:pPr>
          </w:p>
        </w:tc>
      </w:tr>
      <w:tr w:rsidR="004F03AC" w14:paraId="50978A81"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401A71AA" w14:textId="30965842" w:rsidR="004F03AC" w:rsidRDefault="004F03AC">
            <w:pPr>
              <w:spacing w:line="240" w:lineRule="auto"/>
              <w:jc w:val="both"/>
              <w:rPr>
                <w:szCs w:val="20"/>
                <w:lang w:val="et-EE"/>
              </w:rPr>
            </w:pPr>
            <w:r>
              <w:rPr>
                <w:szCs w:val="20"/>
                <w:lang w:val="et-EE"/>
              </w:rPr>
              <w:t xml:space="preserve">Telefon </w:t>
            </w:r>
          </w:p>
        </w:tc>
        <w:tc>
          <w:tcPr>
            <w:tcW w:w="5814" w:type="dxa"/>
            <w:tcBorders>
              <w:top w:val="single" w:sz="4" w:space="0" w:color="auto"/>
              <w:left w:val="single" w:sz="4" w:space="0" w:color="auto"/>
              <w:bottom w:val="single" w:sz="4" w:space="0" w:color="auto"/>
              <w:right w:val="single" w:sz="4" w:space="0" w:color="auto"/>
            </w:tcBorders>
            <w:hideMark/>
          </w:tcPr>
          <w:p w14:paraId="51875A14" w14:textId="77777777" w:rsidR="004F03AC" w:rsidRDefault="004F03AC">
            <w:pPr>
              <w:spacing w:line="240" w:lineRule="auto"/>
              <w:jc w:val="both"/>
              <w:rPr>
                <w:szCs w:val="20"/>
                <w:lang w:val="et-EE"/>
              </w:rPr>
            </w:pPr>
            <w:r>
              <w:rPr>
                <w:szCs w:val="20"/>
                <w:lang w:val="et-EE"/>
              </w:rPr>
              <w:t>+372 5912 8990</w:t>
            </w:r>
          </w:p>
        </w:tc>
      </w:tr>
      <w:tr w:rsidR="004F03AC" w14:paraId="1EAE8982" w14:textId="77777777" w:rsidTr="00540D7F">
        <w:trPr>
          <w:trHeight w:val="20"/>
        </w:trPr>
        <w:tc>
          <w:tcPr>
            <w:tcW w:w="3402" w:type="dxa"/>
            <w:tcBorders>
              <w:top w:val="single" w:sz="4" w:space="0" w:color="auto"/>
              <w:left w:val="single" w:sz="4" w:space="0" w:color="auto"/>
              <w:bottom w:val="single" w:sz="4" w:space="0" w:color="auto"/>
              <w:right w:val="single" w:sz="4" w:space="0" w:color="auto"/>
            </w:tcBorders>
            <w:hideMark/>
          </w:tcPr>
          <w:p w14:paraId="60A95D83" w14:textId="4550EC3D" w:rsidR="004F03AC" w:rsidRDefault="004F03AC">
            <w:pPr>
              <w:spacing w:line="240" w:lineRule="auto"/>
              <w:jc w:val="both"/>
              <w:rPr>
                <w:szCs w:val="20"/>
                <w:lang w:val="et-EE"/>
              </w:rPr>
            </w:pPr>
            <w:r>
              <w:rPr>
                <w:szCs w:val="20"/>
                <w:lang w:val="et-EE"/>
              </w:rPr>
              <w:t xml:space="preserve">E-post </w:t>
            </w:r>
          </w:p>
        </w:tc>
        <w:tc>
          <w:tcPr>
            <w:tcW w:w="5814" w:type="dxa"/>
            <w:tcBorders>
              <w:top w:val="single" w:sz="4" w:space="0" w:color="auto"/>
              <w:left w:val="single" w:sz="4" w:space="0" w:color="auto"/>
              <w:bottom w:val="single" w:sz="4" w:space="0" w:color="auto"/>
              <w:right w:val="single" w:sz="4" w:space="0" w:color="auto"/>
            </w:tcBorders>
            <w:hideMark/>
          </w:tcPr>
          <w:p w14:paraId="5C7564F2" w14:textId="77777777" w:rsidR="004F03AC" w:rsidRDefault="00000000">
            <w:pPr>
              <w:spacing w:line="240" w:lineRule="auto"/>
              <w:jc w:val="both"/>
              <w:rPr>
                <w:szCs w:val="20"/>
                <w:lang w:val="et-EE"/>
              </w:rPr>
            </w:pPr>
            <w:hyperlink r:id="rId11" w:history="1">
              <w:r w:rsidR="004F03AC">
                <w:rPr>
                  <w:rStyle w:val="Hyperlink"/>
                  <w:szCs w:val="20"/>
                  <w:lang w:val="et-EE"/>
                </w:rPr>
                <w:t>tallinn@technopolis.ee</w:t>
              </w:r>
            </w:hyperlink>
          </w:p>
        </w:tc>
      </w:tr>
    </w:tbl>
    <w:p w14:paraId="28DE01CA" w14:textId="6F0348CA" w:rsidR="004F03AC" w:rsidRDefault="004F03AC" w:rsidP="004F03AC">
      <w:pPr>
        <w:pStyle w:val="Heading1nonumbering"/>
        <w:spacing w:before="240"/>
        <w:rPr>
          <w:lang w:val="et-EE"/>
        </w:rPr>
      </w:pPr>
      <w:r>
        <w:rPr>
          <w:lang w:val="et-EE"/>
        </w:rPr>
        <w:t>ÜÜRnik:</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814"/>
      </w:tblGrid>
      <w:tr w:rsidR="004F03AC" w14:paraId="1C068CA6" w14:textId="77777777" w:rsidTr="00540D7F">
        <w:tc>
          <w:tcPr>
            <w:tcW w:w="9216" w:type="dxa"/>
            <w:gridSpan w:val="2"/>
            <w:tcBorders>
              <w:top w:val="nil"/>
              <w:left w:val="single" w:sz="4" w:space="0" w:color="auto"/>
              <w:bottom w:val="single" w:sz="4" w:space="0" w:color="auto"/>
              <w:right w:val="single" w:sz="4" w:space="0" w:color="auto"/>
            </w:tcBorders>
            <w:hideMark/>
          </w:tcPr>
          <w:p w14:paraId="67F779BF" w14:textId="3256F67A" w:rsidR="004F03AC" w:rsidRDefault="004F03AC">
            <w:pPr>
              <w:spacing w:line="240" w:lineRule="auto"/>
              <w:jc w:val="both"/>
              <w:rPr>
                <w:b/>
                <w:bCs/>
                <w:iCs/>
                <w:szCs w:val="20"/>
                <w:lang w:val="et-EE"/>
              </w:rPr>
            </w:pPr>
          </w:p>
        </w:tc>
      </w:tr>
      <w:tr w:rsidR="00BD1658" w14:paraId="410F7AAB" w14:textId="77777777" w:rsidTr="00540D7F">
        <w:tc>
          <w:tcPr>
            <w:tcW w:w="9216" w:type="dxa"/>
            <w:gridSpan w:val="2"/>
            <w:tcBorders>
              <w:top w:val="nil"/>
              <w:left w:val="single" w:sz="4" w:space="0" w:color="auto"/>
              <w:bottom w:val="single" w:sz="4" w:space="0" w:color="auto"/>
              <w:right w:val="single" w:sz="4" w:space="0" w:color="auto"/>
            </w:tcBorders>
          </w:tcPr>
          <w:p w14:paraId="5BC57467" w14:textId="4723AFB6" w:rsidR="00BD1658" w:rsidRDefault="00441DCA">
            <w:pPr>
              <w:spacing w:line="240" w:lineRule="auto"/>
              <w:jc w:val="both"/>
              <w:rPr>
                <w:b/>
                <w:bCs/>
                <w:iCs/>
                <w:szCs w:val="20"/>
                <w:lang w:val="et-EE"/>
              </w:rPr>
            </w:pPr>
            <w:r>
              <w:rPr>
                <w:b/>
                <w:bCs/>
                <w:iCs/>
                <w:szCs w:val="20"/>
                <w:lang w:val="et-EE"/>
              </w:rPr>
              <w:t xml:space="preserve">Riigi kinnisvara AS allüürnik </w:t>
            </w:r>
            <w:r w:rsidRPr="001C3DDD">
              <w:rPr>
                <w:b/>
                <w:bCs/>
                <w:iCs/>
                <w:szCs w:val="20"/>
                <w:lang w:val="et-EE"/>
              </w:rPr>
              <w:t>Riigi Info- ja Kommunikatsioonitehnoloogia Keskus</w:t>
            </w:r>
          </w:p>
        </w:tc>
      </w:tr>
      <w:tr w:rsidR="004F03AC" w14:paraId="353FE50F" w14:textId="77777777" w:rsidTr="00540D7F">
        <w:tc>
          <w:tcPr>
            <w:tcW w:w="3402" w:type="dxa"/>
            <w:tcBorders>
              <w:top w:val="nil"/>
              <w:left w:val="single" w:sz="4" w:space="0" w:color="auto"/>
              <w:bottom w:val="single" w:sz="4" w:space="0" w:color="auto"/>
              <w:right w:val="single" w:sz="4" w:space="0" w:color="auto"/>
            </w:tcBorders>
            <w:hideMark/>
          </w:tcPr>
          <w:p w14:paraId="424E843C" w14:textId="45FEA11A" w:rsidR="004F03AC" w:rsidRDefault="004F03AC">
            <w:pPr>
              <w:spacing w:line="240" w:lineRule="auto"/>
              <w:jc w:val="both"/>
              <w:rPr>
                <w:szCs w:val="20"/>
                <w:lang w:val="et-EE"/>
              </w:rPr>
            </w:pPr>
            <w:r>
              <w:rPr>
                <w:szCs w:val="20"/>
                <w:lang w:val="et-EE"/>
              </w:rPr>
              <w:t xml:space="preserve">Registrikood </w:t>
            </w:r>
          </w:p>
        </w:tc>
        <w:tc>
          <w:tcPr>
            <w:tcW w:w="5814" w:type="dxa"/>
            <w:tcBorders>
              <w:top w:val="single" w:sz="4" w:space="0" w:color="auto"/>
              <w:left w:val="single" w:sz="4" w:space="0" w:color="auto"/>
              <w:bottom w:val="single" w:sz="4" w:space="0" w:color="auto"/>
              <w:right w:val="single" w:sz="4" w:space="0" w:color="auto"/>
            </w:tcBorders>
            <w:hideMark/>
          </w:tcPr>
          <w:p w14:paraId="5933DA05" w14:textId="45A847E0" w:rsidR="004F03AC" w:rsidRDefault="00441DCA">
            <w:pPr>
              <w:spacing w:line="240" w:lineRule="auto"/>
              <w:jc w:val="both"/>
              <w:rPr>
                <w:szCs w:val="20"/>
                <w:lang w:val="et-EE"/>
              </w:rPr>
            </w:pPr>
            <w:r>
              <w:rPr>
                <w:szCs w:val="20"/>
                <w:lang w:val="et-EE"/>
              </w:rPr>
              <w:t>77001613</w:t>
            </w:r>
          </w:p>
        </w:tc>
      </w:tr>
      <w:tr w:rsidR="004F03AC" w14:paraId="510DAA9E"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6F4331DC" w14:textId="6C0C6497" w:rsidR="004F03AC" w:rsidRDefault="004F03AC">
            <w:pPr>
              <w:spacing w:line="240" w:lineRule="auto"/>
              <w:jc w:val="both"/>
              <w:rPr>
                <w:szCs w:val="20"/>
                <w:lang w:val="et-EE"/>
              </w:rPr>
            </w:pPr>
            <w:r>
              <w:rPr>
                <w:szCs w:val="20"/>
                <w:lang w:val="et-EE"/>
              </w:rPr>
              <w:t xml:space="preserve">Asukoht </w:t>
            </w:r>
          </w:p>
        </w:tc>
        <w:tc>
          <w:tcPr>
            <w:tcW w:w="5814" w:type="dxa"/>
            <w:tcBorders>
              <w:top w:val="single" w:sz="4" w:space="0" w:color="auto"/>
              <w:left w:val="single" w:sz="4" w:space="0" w:color="auto"/>
              <w:bottom w:val="single" w:sz="4" w:space="0" w:color="auto"/>
              <w:right w:val="single" w:sz="4" w:space="0" w:color="auto"/>
            </w:tcBorders>
            <w:hideMark/>
          </w:tcPr>
          <w:p w14:paraId="7FDCB4B6" w14:textId="26442860" w:rsidR="004F03AC" w:rsidRDefault="00441DCA">
            <w:pPr>
              <w:spacing w:line="240" w:lineRule="auto"/>
              <w:jc w:val="both"/>
              <w:rPr>
                <w:szCs w:val="20"/>
                <w:lang w:val="et-EE"/>
              </w:rPr>
            </w:pPr>
            <w:r>
              <w:rPr>
                <w:szCs w:val="20"/>
                <w:lang w:val="et-EE"/>
              </w:rPr>
              <w:t>Lõõtsa 8a</w:t>
            </w:r>
            <w:r w:rsidR="004F03AC">
              <w:rPr>
                <w:szCs w:val="20"/>
                <w:lang w:val="et-EE"/>
              </w:rPr>
              <w:t>, Tallinn 11415</w:t>
            </w:r>
          </w:p>
        </w:tc>
      </w:tr>
      <w:tr w:rsidR="004F03AC" w14:paraId="4D8F49E7" w14:textId="77777777" w:rsidTr="00540D7F">
        <w:tc>
          <w:tcPr>
            <w:tcW w:w="3402" w:type="dxa"/>
            <w:tcBorders>
              <w:top w:val="single" w:sz="4" w:space="0" w:color="auto"/>
              <w:left w:val="single" w:sz="4" w:space="0" w:color="auto"/>
              <w:bottom w:val="single" w:sz="4" w:space="0" w:color="auto"/>
              <w:right w:val="single" w:sz="4" w:space="0" w:color="auto"/>
            </w:tcBorders>
            <w:hideMark/>
          </w:tcPr>
          <w:p w14:paraId="14575D06" w14:textId="77B77BF9" w:rsidR="004F03AC" w:rsidRDefault="004F03AC">
            <w:pPr>
              <w:spacing w:line="240" w:lineRule="auto"/>
              <w:rPr>
                <w:szCs w:val="20"/>
                <w:lang w:val="et-EE"/>
              </w:rPr>
            </w:pPr>
            <w:r>
              <w:rPr>
                <w:szCs w:val="20"/>
                <w:lang w:val="et-EE"/>
              </w:rPr>
              <w:t xml:space="preserve">Esindaja(d) </w:t>
            </w:r>
            <w:r w:rsidR="00550060">
              <w:rPr>
                <w:szCs w:val="20"/>
                <w:lang w:val="et-EE"/>
              </w:rPr>
              <w:t>kokkuleppe</w:t>
            </w:r>
            <w:r>
              <w:rPr>
                <w:szCs w:val="20"/>
                <w:lang w:val="et-EE"/>
              </w:rPr>
              <w:t xml:space="preserve"> sõlmimisel </w:t>
            </w:r>
          </w:p>
        </w:tc>
        <w:tc>
          <w:tcPr>
            <w:tcW w:w="5814" w:type="dxa"/>
            <w:tcBorders>
              <w:top w:val="single" w:sz="4" w:space="0" w:color="auto"/>
              <w:left w:val="single" w:sz="4" w:space="0" w:color="auto"/>
              <w:bottom w:val="single" w:sz="4" w:space="0" w:color="auto"/>
              <w:right w:val="single" w:sz="4" w:space="0" w:color="auto"/>
            </w:tcBorders>
            <w:hideMark/>
          </w:tcPr>
          <w:p w14:paraId="1FE4C4E3" w14:textId="2F50FFBF" w:rsidR="004F03AC" w:rsidRDefault="00441DCA">
            <w:pPr>
              <w:spacing w:line="240" w:lineRule="auto"/>
              <w:jc w:val="both"/>
              <w:rPr>
                <w:szCs w:val="20"/>
                <w:lang w:val="et-EE"/>
              </w:rPr>
            </w:pPr>
            <w:r>
              <w:rPr>
                <w:szCs w:val="20"/>
                <w:lang w:val="et-EE"/>
              </w:rPr>
              <w:t xml:space="preserve">Asutuse esindusõigluslik isik Ergo </w:t>
            </w:r>
            <w:proofErr w:type="spellStart"/>
            <w:r>
              <w:rPr>
                <w:szCs w:val="20"/>
                <w:lang w:val="et-EE"/>
              </w:rPr>
              <w:t>Tars</w:t>
            </w:r>
            <w:proofErr w:type="spellEnd"/>
          </w:p>
          <w:p w14:paraId="769858B0" w14:textId="71F7D6C6" w:rsidR="00BD1658" w:rsidRDefault="00BD1658">
            <w:pPr>
              <w:spacing w:line="240" w:lineRule="auto"/>
              <w:jc w:val="both"/>
              <w:rPr>
                <w:szCs w:val="20"/>
                <w:lang w:val="et-EE"/>
              </w:rPr>
            </w:pPr>
          </w:p>
        </w:tc>
      </w:tr>
      <w:tr w:rsidR="004F03AC" w14:paraId="2824F7AC"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0D130766" w14:textId="4EBFB96F" w:rsidR="004F03AC" w:rsidRDefault="004F03AC">
            <w:pPr>
              <w:spacing w:line="240" w:lineRule="auto"/>
              <w:jc w:val="both"/>
              <w:rPr>
                <w:szCs w:val="20"/>
                <w:lang w:val="et-EE"/>
              </w:rPr>
            </w:pPr>
            <w:r>
              <w:rPr>
                <w:szCs w:val="20"/>
                <w:lang w:val="et-EE"/>
              </w:rPr>
              <w:t>Telefon</w:t>
            </w:r>
          </w:p>
        </w:tc>
        <w:tc>
          <w:tcPr>
            <w:tcW w:w="5814" w:type="dxa"/>
            <w:tcBorders>
              <w:top w:val="single" w:sz="4" w:space="0" w:color="auto"/>
              <w:left w:val="single" w:sz="4" w:space="0" w:color="auto"/>
              <w:bottom w:val="single" w:sz="4" w:space="0" w:color="auto"/>
              <w:right w:val="single" w:sz="4" w:space="0" w:color="auto"/>
            </w:tcBorders>
          </w:tcPr>
          <w:p w14:paraId="2E0F9DC9" w14:textId="19FAF2EB" w:rsidR="004F03AC" w:rsidRDefault="00441DCA">
            <w:pPr>
              <w:spacing w:line="240" w:lineRule="auto"/>
              <w:jc w:val="both"/>
              <w:rPr>
                <w:szCs w:val="20"/>
                <w:lang w:val="et-EE"/>
              </w:rPr>
            </w:pPr>
            <w:r>
              <w:rPr>
                <w:szCs w:val="20"/>
                <w:lang w:val="et-EE"/>
              </w:rPr>
              <w:t>+372 666 0166</w:t>
            </w:r>
          </w:p>
        </w:tc>
      </w:tr>
      <w:tr w:rsidR="004F03AC" w14:paraId="20238953" w14:textId="77777777" w:rsidTr="00DA464A">
        <w:tc>
          <w:tcPr>
            <w:tcW w:w="3402" w:type="dxa"/>
            <w:tcBorders>
              <w:top w:val="single" w:sz="4" w:space="0" w:color="auto"/>
              <w:left w:val="single" w:sz="4" w:space="0" w:color="auto"/>
              <w:bottom w:val="single" w:sz="4" w:space="0" w:color="auto"/>
              <w:right w:val="single" w:sz="4" w:space="0" w:color="auto"/>
            </w:tcBorders>
            <w:hideMark/>
          </w:tcPr>
          <w:p w14:paraId="2D3E382F" w14:textId="6667EEC4" w:rsidR="004F03AC" w:rsidRDefault="004F03AC">
            <w:pPr>
              <w:spacing w:line="240" w:lineRule="auto"/>
              <w:jc w:val="both"/>
              <w:rPr>
                <w:szCs w:val="20"/>
                <w:lang w:val="et-EE"/>
              </w:rPr>
            </w:pPr>
            <w:r>
              <w:rPr>
                <w:szCs w:val="20"/>
                <w:lang w:val="et-EE"/>
              </w:rPr>
              <w:t>E-post</w:t>
            </w:r>
          </w:p>
        </w:tc>
        <w:tc>
          <w:tcPr>
            <w:tcW w:w="5814" w:type="dxa"/>
            <w:tcBorders>
              <w:top w:val="single" w:sz="4" w:space="0" w:color="auto"/>
              <w:left w:val="single" w:sz="4" w:space="0" w:color="auto"/>
              <w:bottom w:val="single" w:sz="4" w:space="0" w:color="auto"/>
              <w:right w:val="single" w:sz="4" w:space="0" w:color="auto"/>
            </w:tcBorders>
          </w:tcPr>
          <w:p w14:paraId="46FE2D7A" w14:textId="59D0A551" w:rsidR="004F03AC" w:rsidRDefault="00441DCA">
            <w:pPr>
              <w:spacing w:line="240" w:lineRule="auto"/>
              <w:jc w:val="both"/>
              <w:rPr>
                <w:szCs w:val="20"/>
                <w:lang w:val="et-EE"/>
              </w:rPr>
            </w:pPr>
            <w:r>
              <w:rPr>
                <w:szCs w:val="20"/>
                <w:lang w:val="et-EE"/>
              </w:rPr>
              <w:t>info@rit.ee</w:t>
            </w:r>
          </w:p>
        </w:tc>
      </w:tr>
    </w:tbl>
    <w:p w14:paraId="3453BB3E" w14:textId="3B7788DE" w:rsidR="004F03AC" w:rsidRDefault="004F03AC" w:rsidP="004F03AC">
      <w:pPr>
        <w:spacing w:before="240" w:after="240"/>
        <w:jc w:val="both"/>
        <w:rPr>
          <w:szCs w:val="20"/>
          <w:lang w:val="et-EE"/>
        </w:rPr>
      </w:pPr>
      <w:r>
        <w:rPr>
          <w:szCs w:val="20"/>
          <w:lang w:val="et-EE"/>
        </w:rPr>
        <w:t xml:space="preserve">edaspidi koos või eraldi nimetatud ka </w:t>
      </w:r>
      <w:r>
        <w:rPr>
          <w:b/>
          <w:szCs w:val="20"/>
          <w:lang w:val="et-EE"/>
        </w:rPr>
        <w:t>Pooled</w:t>
      </w:r>
      <w:r>
        <w:rPr>
          <w:szCs w:val="20"/>
          <w:lang w:val="et-EE"/>
        </w:rPr>
        <w:t xml:space="preserve"> või </w:t>
      </w:r>
      <w:r>
        <w:rPr>
          <w:b/>
          <w:szCs w:val="20"/>
          <w:lang w:val="et-EE"/>
        </w:rPr>
        <w:t>Pool</w:t>
      </w:r>
      <w:r>
        <w:rPr>
          <w:szCs w:val="20"/>
          <w:lang w:val="et-EE"/>
        </w:rPr>
        <w:t xml:space="preserve">, sõlmisid käesoleva parkimismaja parkimiskohtade kasutamise kokkuleppe (edaspidi nimetatud </w:t>
      </w:r>
      <w:r>
        <w:rPr>
          <w:b/>
          <w:szCs w:val="20"/>
          <w:lang w:val="et-EE"/>
        </w:rPr>
        <w:t>Kokkulepe</w:t>
      </w:r>
      <w:r>
        <w:rPr>
          <w:szCs w:val="20"/>
          <w:lang w:val="et-EE"/>
        </w:rPr>
        <w:t>) alljärgnevas:</w:t>
      </w:r>
    </w:p>
    <w:p w14:paraId="02E2F0A6" w14:textId="77777777" w:rsidR="00C77A3A" w:rsidRDefault="00C77A3A" w:rsidP="00C77A3A">
      <w:pPr>
        <w:spacing w:before="240" w:after="240"/>
        <w:jc w:val="both"/>
        <w:rPr>
          <w:szCs w:val="20"/>
          <w:lang w:val="et-EE"/>
        </w:rPr>
      </w:pPr>
      <w:r w:rsidRPr="00C22C43">
        <w:rPr>
          <w:szCs w:val="20"/>
          <w:lang w:val="et-EE"/>
        </w:rPr>
        <w:t>Arvesse võttes, et:</w:t>
      </w:r>
    </w:p>
    <w:p w14:paraId="21D44693" w14:textId="05F3E98C" w:rsidR="005A5DF2" w:rsidRPr="00DE5812" w:rsidRDefault="005A5DF2" w:rsidP="00DE5812">
      <w:pPr>
        <w:pStyle w:val="Bulletedparagraph"/>
        <w:ind w:left="709" w:hanging="709"/>
        <w:rPr>
          <w:lang w:val="et-EE"/>
        </w:rPr>
      </w:pPr>
      <w:r>
        <w:rPr>
          <w:lang w:val="et-EE"/>
        </w:rPr>
        <w:t>Üürnik on avaldanud</w:t>
      </w:r>
      <w:r w:rsidR="00CB24F8">
        <w:rPr>
          <w:lang w:val="et-EE"/>
        </w:rPr>
        <w:t xml:space="preserve"> </w:t>
      </w:r>
      <w:r>
        <w:rPr>
          <w:lang w:val="et-EE"/>
        </w:rPr>
        <w:t>soovi lisada</w:t>
      </w:r>
      <w:r w:rsidR="00441DCA">
        <w:rPr>
          <w:lang w:val="et-EE"/>
        </w:rPr>
        <w:t xml:space="preserve"> 1</w:t>
      </w:r>
      <w:r>
        <w:rPr>
          <w:lang w:val="et-EE"/>
        </w:rPr>
        <w:t xml:space="preserve"> (</w:t>
      </w:r>
      <w:r w:rsidR="00441DCA">
        <w:rPr>
          <w:lang w:val="et-EE"/>
        </w:rPr>
        <w:t>üks</w:t>
      </w:r>
      <w:r>
        <w:rPr>
          <w:lang w:val="et-EE"/>
        </w:rPr>
        <w:t>) parkimiskoht,</w:t>
      </w:r>
    </w:p>
    <w:p w14:paraId="39970A86" w14:textId="676C46F6" w:rsidR="00D609D6" w:rsidRDefault="00D609D6" w:rsidP="00D609D6">
      <w:pPr>
        <w:pStyle w:val="Bulletedparagraph"/>
        <w:numPr>
          <w:ilvl w:val="0"/>
          <w:numId w:val="0"/>
        </w:numPr>
        <w:spacing w:before="280"/>
        <w:rPr>
          <w:szCs w:val="20"/>
          <w:lang w:val="et-EE"/>
        </w:rPr>
      </w:pPr>
      <w:r>
        <w:rPr>
          <w:szCs w:val="20"/>
          <w:lang w:val="et-EE"/>
        </w:rPr>
        <w:t>lepivad Pooled kokku alljärgnevas:</w:t>
      </w:r>
    </w:p>
    <w:p w14:paraId="5B61CEF8" w14:textId="2825076B" w:rsidR="008A133F" w:rsidRPr="005A5DF2" w:rsidRDefault="00E63C1E" w:rsidP="00540D7F">
      <w:pPr>
        <w:pStyle w:val="Heading1"/>
        <w:spacing w:before="280"/>
        <w:rPr>
          <w:lang w:val="et-EE"/>
        </w:rPr>
      </w:pPr>
      <w:r>
        <w:rPr>
          <w:lang w:val="et-EE"/>
        </w:rPr>
        <w:t>PARKIMINE</w:t>
      </w:r>
      <w:r w:rsidR="008A133F">
        <w:rPr>
          <w:lang w:val="et-E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715F30" w:rsidRPr="00715F30" w14:paraId="6EABE404" w14:textId="77777777" w:rsidTr="00675E1D">
        <w:trPr>
          <w:trHeight w:val="20"/>
        </w:trPr>
        <w:tc>
          <w:tcPr>
            <w:tcW w:w="709" w:type="dxa"/>
          </w:tcPr>
          <w:p w14:paraId="7BBB088F" w14:textId="3C82B501" w:rsidR="00715F30" w:rsidRPr="00715F30" w:rsidRDefault="00715F30" w:rsidP="00AE7F8A">
            <w:pPr>
              <w:pStyle w:val="Heading2"/>
              <w:spacing w:after="0" w:line="240" w:lineRule="auto"/>
              <w:rPr>
                <w:lang w:val="et-EE"/>
              </w:rPr>
            </w:pPr>
          </w:p>
        </w:tc>
        <w:tc>
          <w:tcPr>
            <w:tcW w:w="2693" w:type="dxa"/>
          </w:tcPr>
          <w:p w14:paraId="514462D0" w14:textId="7785942F" w:rsidR="00715F30" w:rsidRPr="00715F30" w:rsidRDefault="00E63C1E" w:rsidP="00AE7F8A">
            <w:pPr>
              <w:spacing w:line="240" w:lineRule="auto"/>
              <w:jc w:val="both"/>
              <w:rPr>
                <w:szCs w:val="20"/>
                <w:lang w:val="et-EE"/>
              </w:rPr>
            </w:pPr>
            <w:r w:rsidRPr="00E63C1E">
              <w:rPr>
                <w:szCs w:val="20"/>
                <w:lang w:val="et-EE"/>
              </w:rPr>
              <w:t>Parkimiskohtade arv</w:t>
            </w:r>
            <w:r w:rsidR="00777072">
              <w:rPr>
                <w:szCs w:val="20"/>
                <w:lang w:val="et-EE"/>
              </w:rPr>
              <w:t xml:space="preserve"> </w:t>
            </w:r>
            <w:r w:rsidR="005665FF">
              <w:rPr>
                <w:szCs w:val="20"/>
                <w:lang w:val="et-EE"/>
              </w:rPr>
              <w:t>kokku</w:t>
            </w:r>
          </w:p>
        </w:tc>
        <w:tc>
          <w:tcPr>
            <w:tcW w:w="5812" w:type="dxa"/>
          </w:tcPr>
          <w:p w14:paraId="478FB1FC" w14:textId="005AB949" w:rsidR="00777072" w:rsidRPr="00715F30" w:rsidRDefault="00441DCA" w:rsidP="00AE7F8A">
            <w:pPr>
              <w:spacing w:line="240" w:lineRule="auto"/>
              <w:jc w:val="both"/>
              <w:rPr>
                <w:szCs w:val="20"/>
                <w:lang w:val="et-EE"/>
              </w:rPr>
            </w:pPr>
            <w:r>
              <w:rPr>
                <w:szCs w:val="20"/>
                <w:lang w:val="et-EE"/>
              </w:rPr>
              <w:t>6 (kuus)</w:t>
            </w:r>
          </w:p>
        </w:tc>
      </w:tr>
      <w:tr w:rsidR="00E63C1E" w:rsidRPr="00715F30" w14:paraId="3DCE6320" w14:textId="77777777" w:rsidTr="00675E1D">
        <w:trPr>
          <w:trHeight w:val="20"/>
        </w:trPr>
        <w:tc>
          <w:tcPr>
            <w:tcW w:w="709" w:type="dxa"/>
          </w:tcPr>
          <w:p w14:paraId="21A20D2E" w14:textId="77777777" w:rsidR="00E63C1E" w:rsidRPr="00715F30" w:rsidRDefault="00E63C1E" w:rsidP="00AE7F8A">
            <w:pPr>
              <w:pStyle w:val="Heading2"/>
              <w:spacing w:after="0" w:line="240" w:lineRule="auto"/>
              <w:rPr>
                <w:lang w:val="et-EE"/>
              </w:rPr>
            </w:pPr>
          </w:p>
        </w:tc>
        <w:tc>
          <w:tcPr>
            <w:tcW w:w="2693" w:type="dxa"/>
          </w:tcPr>
          <w:p w14:paraId="60E0517C" w14:textId="67998416" w:rsidR="00E63C1E" w:rsidRPr="00715F30" w:rsidRDefault="00E63C1E" w:rsidP="00AE7F8A">
            <w:pPr>
              <w:spacing w:line="240" w:lineRule="auto"/>
              <w:jc w:val="both"/>
              <w:rPr>
                <w:szCs w:val="20"/>
                <w:lang w:val="et-EE"/>
              </w:rPr>
            </w:pPr>
            <w:r w:rsidRPr="00E63C1E">
              <w:rPr>
                <w:szCs w:val="20"/>
                <w:lang w:val="et-EE"/>
              </w:rPr>
              <w:t xml:space="preserve">Parkimiskohtade kasutamise õiguse </w:t>
            </w:r>
            <w:r w:rsidR="00777072">
              <w:rPr>
                <w:szCs w:val="20"/>
                <w:lang w:val="et-EE"/>
              </w:rPr>
              <w:t>alguse</w:t>
            </w:r>
            <w:r w:rsidRPr="00E63C1E">
              <w:rPr>
                <w:szCs w:val="20"/>
                <w:lang w:val="et-EE"/>
              </w:rPr>
              <w:t xml:space="preserve"> kuupäev</w:t>
            </w:r>
          </w:p>
        </w:tc>
        <w:tc>
          <w:tcPr>
            <w:tcW w:w="5812" w:type="dxa"/>
          </w:tcPr>
          <w:p w14:paraId="18A2EF98" w14:textId="5F224700" w:rsidR="00777072" w:rsidRPr="00715F30" w:rsidRDefault="00441DCA" w:rsidP="00AE7F8A">
            <w:pPr>
              <w:spacing w:line="240" w:lineRule="auto"/>
              <w:jc w:val="both"/>
              <w:rPr>
                <w:szCs w:val="20"/>
                <w:lang w:val="et-EE"/>
              </w:rPr>
            </w:pPr>
            <w:r>
              <w:rPr>
                <w:szCs w:val="20"/>
                <w:lang w:val="et-EE"/>
              </w:rPr>
              <w:t>01.november 2023.a</w:t>
            </w:r>
          </w:p>
        </w:tc>
      </w:tr>
    </w:tbl>
    <w:p w14:paraId="1B06D8D2" w14:textId="1E7F4FF2" w:rsidR="00FE6AE3" w:rsidRDefault="00FE6AE3" w:rsidP="00D609D6">
      <w:pPr>
        <w:pStyle w:val="Bulletedparagraph"/>
        <w:spacing w:before="280" w:after="140"/>
        <w:ind w:left="709" w:hanging="709"/>
        <w:jc w:val="both"/>
        <w:rPr>
          <w:lang w:val="et-EE"/>
        </w:rPr>
      </w:pPr>
      <w:r w:rsidRPr="00FE6AE3">
        <w:rPr>
          <w:lang w:val="et-EE"/>
        </w:rPr>
        <w:t>Üürileandja kodeerib Üürilepingu alusel Üürniku kasutuses olevad Kaardid tagamaks Parkimiskohtade kasutamise õiguse ehk sissepääsu Parkimismajja. Ühele Kaardile kodeeritud parkimisõigus annab õiguse kasutada Parkimismajas ühte Parkimiskohta. Kaartide kodeerimiseks edastab Üürnik Üürileandjale kirjalikku taasesitamist võimaldavas vormis (e-kiri) kasutatavate Kaartide numbrid</w:t>
      </w:r>
      <w:r w:rsidR="00323A4B">
        <w:rPr>
          <w:lang w:val="et-EE"/>
        </w:rPr>
        <w:t>.</w:t>
      </w:r>
    </w:p>
    <w:p w14:paraId="1DAA2642" w14:textId="625621E2" w:rsidR="00D22071" w:rsidRPr="00E03695" w:rsidRDefault="00FE6AE3" w:rsidP="00E03695">
      <w:pPr>
        <w:pStyle w:val="Bulletedparagraph"/>
        <w:spacing w:before="280" w:after="140"/>
        <w:ind w:left="709" w:hanging="709"/>
        <w:jc w:val="both"/>
        <w:rPr>
          <w:lang w:val="et-EE"/>
        </w:rPr>
      </w:pPr>
      <w:r w:rsidRPr="00FE6AE3">
        <w:rPr>
          <w:lang w:val="et-EE"/>
        </w:rPr>
        <w:t>Üürnikul on õigus kasutada Parkimismaja territooriumil vabalt valitud Parkimiskohta.</w:t>
      </w:r>
    </w:p>
    <w:p w14:paraId="6AF7FAAE" w14:textId="58897DAF" w:rsidR="00FE6AE3" w:rsidRDefault="00FE6AE3" w:rsidP="00D609D6">
      <w:pPr>
        <w:pStyle w:val="Bulletedparagraph"/>
        <w:spacing w:before="280" w:after="140"/>
        <w:ind w:left="709" w:hanging="709"/>
        <w:jc w:val="both"/>
        <w:rPr>
          <w:lang w:val="et-EE"/>
        </w:rPr>
      </w:pPr>
      <w:r w:rsidRPr="00FE6AE3">
        <w:rPr>
          <w:lang w:val="et-EE"/>
        </w:rPr>
        <w:t>Üürnik kohustub tagama, et parkimisõigusega Kaardi kasutaja pargib sõiduki Parkimismajas selleks ettenähtud ja lubatud kohta ning järgib Parkimismajas parklaoperaatori poolt ja/või liiklusseaduses kehtestatud parkimiskorralduse reegleid.</w:t>
      </w:r>
    </w:p>
    <w:p w14:paraId="2CCB4626" w14:textId="526485DE" w:rsidR="00FE6AE3" w:rsidRDefault="00FE6AE3" w:rsidP="00D609D6">
      <w:pPr>
        <w:pStyle w:val="Bulletedparagraph"/>
        <w:spacing w:before="280" w:after="140"/>
        <w:ind w:left="709" w:hanging="709"/>
        <w:jc w:val="both"/>
        <w:rPr>
          <w:lang w:val="et-EE"/>
        </w:rPr>
      </w:pPr>
      <w:r w:rsidRPr="00FE6AE3">
        <w:rPr>
          <w:lang w:val="et-EE"/>
        </w:rPr>
        <w:lastRenderedPageBreak/>
        <w:t>Üürileandjal on õigus ühepoolselt eemaldada Üürniku poolt kasutatavalt Kaardilt Parkimiskoha kasutamise õigus, esitades selleks Üürnikule kirjaliku avalduse, kui Kaarti kasutav sõiduk on korduvalt pargitud Parkimismaja parkimiskorralduse reegleid (liiklusseadust) rikkudes ning rikkumine on esinenud ka pärast Üürileandja poolt Üürnikule selle kohta kirjalikus vormis rikkumistest hoidumise nõude esitamist.</w:t>
      </w:r>
    </w:p>
    <w:p w14:paraId="20568FBC" w14:textId="23E93B7D" w:rsidR="00FE6AE3" w:rsidRPr="00FE6AE3" w:rsidRDefault="00FE6AE3" w:rsidP="00323A4B">
      <w:pPr>
        <w:pStyle w:val="Heading1"/>
        <w:spacing w:before="280" w:after="280"/>
        <w:rPr>
          <w:lang w:val="et-EE"/>
        </w:rPr>
      </w:pPr>
      <w:r>
        <w:rPr>
          <w:lang w:val="et-EE"/>
        </w:rPr>
        <w:t>parkimise tas</w:t>
      </w:r>
      <w:r w:rsidR="00E03695">
        <w:rPr>
          <w:lang w:val="et-EE"/>
        </w:rPr>
        <w:t>U</w:t>
      </w:r>
    </w:p>
    <w:p w14:paraId="41F9E664" w14:textId="09036EFA" w:rsidR="009D24C7" w:rsidRPr="00E03695" w:rsidRDefault="00675E1D" w:rsidP="00E03695">
      <w:pPr>
        <w:pStyle w:val="Bulletedparagraph"/>
        <w:numPr>
          <w:ilvl w:val="0"/>
          <w:numId w:val="0"/>
        </w:numPr>
        <w:spacing w:before="280" w:after="140"/>
        <w:rPr>
          <w:lang w:val="et-EE"/>
        </w:rPr>
      </w:pPr>
      <w:r>
        <w:rPr>
          <w:lang w:val="et-EE"/>
        </w:rPr>
        <w:t>Parkimise eest</w:t>
      </w:r>
      <w:r w:rsidRPr="00675E1D">
        <w:rPr>
          <w:lang w:val="et-EE"/>
        </w:rPr>
        <w:t xml:space="preserve"> tasumise kohustus tekib Üürnikul alates Parkimiskohtade kasutamise õiguse tekkimise kuupäevast</w:t>
      </w:r>
      <w:r w:rsidR="00003A04">
        <w:rPr>
          <w:lang w:val="et-EE"/>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812"/>
      </w:tblGrid>
      <w:tr w:rsidR="00675E1D" w:rsidRPr="00715F30" w14:paraId="601669CF" w14:textId="77777777" w:rsidTr="00F86A0D">
        <w:trPr>
          <w:trHeight w:val="20"/>
        </w:trPr>
        <w:tc>
          <w:tcPr>
            <w:tcW w:w="709" w:type="dxa"/>
          </w:tcPr>
          <w:p w14:paraId="05CA98EC" w14:textId="77777777" w:rsidR="00675E1D" w:rsidRPr="00715F30" w:rsidRDefault="00675E1D" w:rsidP="00FA373F">
            <w:pPr>
              <w:pStyle w:val="Heading2"/>
              <w:spacing w:after="0" w:line="240" w:lineRule="auto"/>
              <w:rPr>
                <w:lang w:val="et-EE"/>
              </w:rPr>
            </w:pPr>
          </w:p>
        </w:tc>
        <w:tc>
          <w:tcPr>
            <w:tcW w:w="2693" w:type="dxa"/>
          </w:tcPr>
          <w:p w14:paraId="48593A73" w14:textId="6A55B6A3" w:rsidR="00675E1D" w:rsidRPr="00715F30" w:rsidRDefault="00675E1D" w:rsidP="00FA373F">
            <w:pPr>
              <w:spacing w:line="240" w:lineRule="auto"/>
              <w:jc w:val="both"/>
              <w:rPr>
                <w:szCs w:val="20"/>
                <w:lang w:val="et-EE"/>
              </w:rPr>
            </w:pPr>
            <w:r w:rsidRPr="00E63C1E">
              <w:rPr>
                <w:szCs w:val="20"/>
                <w:lang w:val="et-EE"/>
              </w:rPr>
              <w:t>Parkimiskohta</w:t>
            </w:r>
            <w:r>
              <w:rPr>
                <w:szCs w:val="20"/>
                <w:lang w:val="et-EE"/>
              </w:rPr>
              <w:t xml:space="preserve"> tasu</w:t>
            </w:r>
            <w:r w:rsidR="00AD01EE">
              <w:rPr>
                <w:szCs w:val="20"/>
                <w:lang w:val="et-EE"/>
              </w:rPr>
              <w:t xml:space="preserve"> </w:t>
            </w:r>
          </w:p>
        </w:tc>
        <w:tc>
          <w:tcPr>
            <w:tcW w:w="5812" w:type="dxa"/>
          </w:tcPr>
          <w:p w14:paraId="222427C5" w14:textId="551C4424" w:rsidR="00AD01EE" w:rsidRPr="00E03695" w:rsidRDefault="00FC67E6" w:rsidP="00FA373F">
            <w:pPr>
              <w:spacing w:line="240" w:lineRule="auto"/>
              <w:jc w:val="both"/>
              <w:rPr>
                <w:szCs w:val="20"/>
                <w:lang w:val="et-EE"/>
              </w:rPr>
            </w:pPr>
            <w:r>
              <w:rPr>
                <w:szCs w:val="20"/>
                <w:lang w:val="et-EE"/>
              </w:rPr>
              <w:t xml:space="preserve">50 (viiskümmend) </w:t>
            </w:r>
            <w:r w:rsidR="00246930">
              <w:rPr>
                <w:szCs w:val="20"/>
                <w:lang w:val="et-EE"/>
              </w:rPr>
              <w:t>eurot parkimiskoha kohta, millele lisandub käibemaks</w:t>
            </w:r>
            <w:r w:rsidR="00CC3CDE">
              <w:rPr>
                <w:szCs w:val="20"/>
                <w:lang w:val="et-EE"/>
              </w:rPr>
              <w:t>.</w:t>
            </w:r>
          </w:p>
        </w:tc>
      </w:tr>
      <w:tr w:rsidR="00675E1D" w:rsidRPr="00715F30" w14:paraId="221D3018" w14:textId="77777777" w:rsidTr="00F86A0D">
        <w:trPr>
          <w:trHeight w:val="20"/>
        </w:trPr>
        <w:tc>
          <w:tcPr>
            <w:tcW w:w="709" w:type="dxa"/>
          </w:tcPr>
          <w:p w14:paraId="56E621B5" w14:textId="77777777" w:rsidR="00675E1D" w:rsidRPr="00715F30" w:rsidRDefault="00675E1D" w:rsidP="00FA373F">
            <w:pPr>
              <w:pStyle w:val="Heading2"/>
              <w:spacing w:after="0" w:line="240" w:lineRule="auto"/>
              <w:rPr>
                <w:lang w:val="et-EE"/>
              </w:rPr>
            </w:pPr>
          </w:p>
        </w:tc>
        <w:tc>
          <w:tcPr>
            <w:tcW w:w="2693" w:type="dxa"/>
          </w:tcPr>
          <w:p w14:paraId="55A81217" w14:textId="70D234A3" w:rsidR="00E03695" w:rsidRPr="00715F30" w:rsidRDefault="00675E1D" w:rsidP="00FA373F">
            <w:pPr>
              <w:spacing w:line="240" w:lineRule="auto"/>
              <w:jc w:val="both"/>
              <w:rPr>
                <w:szCs w:val="20"/>
                <w:lang w:val="et-EE"/>
              </w:rPr>
            </w:pPr>
            <w:r>
              <w:rPr>
                <w:szCs w:val="20"/>
                <w:lang w:val="et-EE"/>
              </w:rPr>
              <w:t>Tasumise tähtaeg</w:t>
            </w:r>
            <w:r w:rsidR="00AD01EE">
              <w:rPr>
                <w:szCs w:val="20"/>
                <w:lang w:val="et-EE"/>
              </w:rPr>
              <w:t xml:space="preserve"> </w:t>
            </w:r>
          </w:p>
        </w:tc>
        <w:tc>
          <w:tcPr>
            <w:tcW w:w="5812" w:type="dxa"/>
          </w:tcPr>
          <w:p w14:paraId="2BCAE76E" w14:textId="386F008E" w:rsidR="00AD01EE" w:rsidRPr="00E03695" w:rsidRDefault="00675E1D" w:rsidP="00FA373F">
            <w:pPr>
              <w:spacing w:line="240" w:lineRule="auto"/>
              <w:jc w:val="both"/>
              <w:rPr>
                <w:szCs w:val="20"/>
                <w:lang w:val="et-EE"/>
              </w:rPr>
            </w:pPr>
            <w:r>
              <w:rPr>
                <w:szCs w:val="20"/>
                <w:lang w:val="et-EE"/>
              </w:rPr>
              <w:t>Vastavalt Üürilepingu Eritingimustele</w:t>
            </w:r>
            <w:r w:rsidR="00CC3CDE">
              <w:rPr>
                <w:szCs w:val="20"/>
                <w:lang w:val="et-EE"/>
              </w:rPr>
              <w:t>.</w:t>
            </w:r>
          </w:p>
        </w:tc>
      </w:tr>
      <w:tr w:rsidR="00675E1D" w:rsidRPr="00715F30" w14:paraId="314D15C7" w14:textId="77777777" w:rsidTr="00F86A0D">
        <w:trPr>
          <w:trHeight w:val="20"/>
        </w:trPr>
        <w:tc>
          <w:tcPr>
            <w:tcW w:w="709" w:type="dxa"/>
          </w:tcPr>
          <w:p w14:paraId="54CAC6FC" w14:textId="77777777" w:rsidR="00675E1D" w:rsidRPr="00715F30" w:rsidRDefault="00675E1D" w:rsidP="00FA373F">
            <w:pPr>
              <w:pStyle w:val="Heading2"/>
              <w:spacing w:after="0" w:line="240" w:lineRule="auto"/>
              <w:rPr>
                <w:lang w:val="et-EE"/>
              </w:rPr>
            </w:pPr>
          </w:p>
        </w:tc>
        <w:tc>
          <w:tcPr>
            <w:tcW w:w="2693" w:type="dxa"/>
          </w:tcPr>
          <w:p w14:paraId="02408938" w14:textId="42484473" w:rsidR="00675E1D" w:rsidRPr="00715F30" w:rsidRDefault="00675E1D" w:rsidP="00FA373F">
            <w:pPr>
              <w:spacing w:line="240" w:lineRule="auto"/>
              <w:jc w:val="both"/>
              <w:rPr>
                <w:szCs w:val="20"/>
                <w:lang w:val="et-EE"/>
              </w:rPr>
            </w:pPr>
            <w:r>
              <w:rPr>
                <w:szCs w:val="20"/>
                <w:lang w:val="et-EE"/>
              </w:rPr>
              <w:t>Viivis</w:t>
            </w:r>
            <w:r w:rsidR="00AD01EE">
              <w:rPr>
                <w:szCs w:val="20"/>
                <w:lang w:val="et-EE"/>
              </w:rPr>
              <w:t xml:space="preserve"> </w:t>
            </w:r>
          </w:p>
        </w:tc>
        <w:tc>
          <w:tcPr>
            <w:tcW w:w="5812" w:type="dxa"/>
          </w:tcPr>
          <w:p w14:paraId="00DCCA64" w14:textId="5D6F2548" w:rsidR="00AD01EE" w:rsidRPr="00715F30" w:rsidRDefault="00FC67E6" w:rsidP="00FA373F">
            <w:pPr>
              <w:spacing w:line="240" w:lineRule="auto"/>
              <w:jc w:val="both"/>
              <w:rPr>
                <w:szCs w:val="20"/>
                <w:lang w:val="et-EE"/>
              </w:rPr>
            </w:pPr>
            <w:r>
              <w:rPr>
                <w:szCs w:val="20"/>
                <w:lang w:val="et-EE"/>
              </w:rPr>
              <w:t xml:space="preserve">0,15 % (null koma </w:t>
            </w:r>
            <w:proofErr w:type="spellStart"/>
            <w:r>
              <w:rPr>
                <w:szCs w:val="20"/>
                <w:lang w:val="et-EE"/>
              </w:rPr>
              <w:t>viisteist</w:t>
            </w:r>
            <w:proofErr w:type="spellEnd"/>
            <w:r>
              <w:rPr>
                <w:szCs w:val="20"/>
                <w:lang w:val="et-EE"/>
              </w:rPr>
              <w:t xml:space="preserve"> protsenti) </w:t>
            </w:r>
            <w:r w:rsidR="00675E1D">
              <w:rPr>
                <w:szCs w:val="20"/>
                <w:lang w:val="et-EE"/>
              </w:rPr>
              <w:t>võlgnevalt summalt iga viivitatud päeva eest.</w:t>
            </w:r>
          </w:p>
        </w:tc>
      </w:tr>
    </w:tbl>
    <w:p w14:paraId="1B9A9A33" w14:textId="01EE67E0" w:rsidR="00003A04" w:rsidRDefault="00003A04" w:rsidP="007A2151">
      <w:pPr>
        <w:pStyle w:val="Bulletedparagraph"/>
        <w:numPr>
          <w:ilvl w:val="0"/>
          <w:numId w:val="0"/>
        </w:numPr>
        <w:spacing w:before="280" w:after="140"/>
        <w:jc w:val="both"/>
        <w:rPr>
          <w:lang w:val="et-EE"/>
        </w:rPr>
      </w:pPr>
      <w:r>
        <w:rPr>
          <w:lang w:val="et-EE"/>
        </w:rPr>
        <w:t>Parkimiskohti on võimalik juurde võtta jooksvalt. Parkimistasude arvestamine toimub järgnevalt:</w:t>
      </w:r>
    </w:p>
    <w:p w14:paraId="01C08580" w14:textId="5ECB4DF6" w:rsidR="00FE6AE3" w:rsidRPr="00FE6AE3" w:rsidRDefault="00FE6AE3" w:rsidP="00540D7F">
      <w:pPr>
        <w:pStyle w:val="Bulletedparagraph"/>
        <w:spacing w:before="280" w:after="140"/>
        <w:ind w:left="709" w:hanging="709"/>
        <w:jc w:val="both"/>
        <w:rPr>
          <w:lang w:val="et-EE"/>
        </w:rPr>
      </w:pPr>
      <w:r w:rsidRPr="00FE6AE3">
        <w:rPr>
          <w:lang w:val="et-EE"/>
        </w:rPr>
        <w:t>kui parkimist muudetakse enne 15. kuupäeva (k.a) siis kehtib täiskuu arvestus</w:t>
      </w:r>
    </w:p>
    <w:p w14:paraId="51CE409D" w14:textId="3918360A" w:rsidR="00FE6AE3" w:rsidRDefault="00FE6AE3" w:rsidP="00540D7F">
      <w:pPr>
        <w:pStyle w:val="Bulletedparagraph"/>
        <w:spacing w:before="140" w:after="280"/>
        <w:ind w:left="709" w:hanging="709"/>
        <w:jc w:val="both"/>
        <w:rPr>
          <w:lang w:val="et-EE"/>
        </w:rPr>
      </w:pPr>
      <w:r w:rsidRPr="00FE6AE3">
        <w:rPr>
          <w:lang w:val="et-EE"/>
        </w:rPr>
        <w:t>kui parkimist muudetakse alates 16. kuupäevast siis algab arvestus järgmisest kalendrikuust.</w:t>
      </w:r>
    </w:p>
    <w:p w14:paraId="212CDF31" w14:textId="1266E43C" w:rsidR="00FE6AE3" w:rsidRPr="00FE6AE3" w:rsidRDefault="00FE6AE3" w:rsidP="00FE6AE3">
      <w:pPr>
        <w:pStyle w:val="Heading1"/>
        <w:contextualSpacing/>
        <w:rPr>
          <w:lang w:val="et-EE"/>
        </w:rPr>
      </w:pPr>
      <w:r>
        <w:rPr>
          <w:lang w:val="et-EE"/>
        </w:rPr>
        <w:t>kehti</w:t>
      </w:r>
      <w:r w:rsidR="00AD01EE">
        <w:rPr>
          <w:lang w:val="et-EE"/>
        </w:rPr>
        <w:t xml:space="preserve">b </w:t>
      </w:r>
    </w:p>
    <w:p w14:paraId="1CB6CA6A" w14:textId="0BA765E0" w:rsidR="00323A4B" w:rsidRPr="00B53319" w:rsidRDefault="00323A4B" w:rsidP="007A2151">
      <w:pPr>
        <w:pStyle w:val="Bulletedparagraph"/>
        <w:spacing w:before="280" w:after="140"/>
        <w:ind w:left="709" w:hanging="709"/>
        <w:jc w:val="both"/>
      </w:pPr>
      <w:r w:rsidRPr="00B53319">
        <w:rPr>
          <w:lang w:val="et-EE"/>
        </w:rPr>
        <w:t>Kokkulepe jõustub pärast allkirjastamist Poolte poolt ning kehtib kuni Üürilepingu kehtivus</w:t>
      </w:r>
      <w:r w:rsidR="00675E1D" w:rsidRPr="00B53319">
        <w:rPr>
          <w:lang w:val="et-EE"/>
        </w:rPr>
        <w:t xml:space="preserve">e </w:t>
      </w:r>
      <w:r w:rsidRPr="00B53319">
        <w:rPr>
          <w:lang w:val="et-EE"/>
        </w:rPr>
        <w:t>aja lõpuni.</w:t>
      </w:r>
    </w:p>
    <w:p w14:paraId="5CD881B2" w14:textId="29AA0598" w:rsidR="00E03695" w:rsidRPr="00B53319" w:rsidRDefault="00FE6AE3" w:rsidP="00540D7F">
      <w:pPr>
        <w:pStyle w:val="Bulletedparagraph"/>
        <w:spacing w:before="140" w:after="140"/>
        <w:ind w:left="709" w:hanging="709"/>
        <w:jc w:val="both"/>
      </w:pPr>
      <w:r w:rsidRPr="00B53319">
        <w:rPr>
          <w:lang w:val="et-EE"/>
        </w:rPr>
        <w:t>Pooltel on õigus Kokkulepe korraliselt üles öelda, teatades sellest teisele Poolele kirjalikus vormis ette vähemalt kolmkümmend (30) kalendripäeva.</w:t>
      </w:r>
    </w:p>
    <w:p w14:paraId="48841BC9" w14:textId="575530BD" w:rsidR="00A54422" w:rsidRPr="00FE6AE3" w:rsidRDefault="00A54422" w:rsidP="0076266F">
      <w:pPr>
        <w:pStyle w:val="Heading1"/>
        <w:spacing w:before="280"/>
        <w:contextualSpacing/>
        <w:rPr>
          <w:lang w:val="et-EE"/>
        </w:rPr>
      </w:pPr>
      <w:r>
        <w:rPr>
          <w:lang w:val="et-EE"/>
        </w:rPr>
        <w:t xml:space="preserve">muud kokkulepped </w:t>
      </w:r>
    </w:p>
    <w:p w14:paraId="6AF44458" w14:textId="34BE9B95" w:rsidR="00A54422" w:rsidRPr="00B53319" w:rsidRDefault="00A54422" w:rsidP="007A2151">
      <w:pPr>
        <w:pStyle w:val="Bulletedparagraph"/>
        <w:spacing w:before="280" w:after="140"/>
        <w:ind w:left="709" w:hanging="709"/>
        <w:jc w:val="both"/>
      </w:pPr>
      <w:r w:rsidRPr="00B53319">
        <w:rPr>
          <w:szCs w:val="20"/>
          <w:lang w:val="et-EE"/>
        </w:rPr>
        <w:t>Üürileandjal on õigus teenuse hinnakirja ühepoolselt muuta teavitades teist Poolt sellest kirjalikult vähemalt 30 päeva ette.</w:t>
      </w:r>
    </w:p>
    <w:p w14:paraId="44B741A4" w14:textId="7ADCF0CC" w:rsidR="00E03695" w:rsidRPr="0076266F" w:rsidRDefault="00B53319" w:rsidP="00540D7F">
      <w:pPr>
        <w:pStyle w:val="Bulletedparagraph"/>
        <w:spacing w:before="140" w:after="280" w:line="0" w:lineRule="atLeast"/>
        <w:ind w:left="709" w:hanging="709"/>
        <w:jc w:val="both"/>
        <w:rPr>
          <w:lang w:val="et-EE"/>
        </w:rPr>
      </w:pPr>
      <w:r w:rsidRPr="00FE6AE3">
        <w:rPr>
          <w:lang w:val="et-EE"/>
        </w:rPr>
        <w:t>Kokkuleppega seotud vaidlused, mida ei ole võimalik lahendada läbirääkimiste teel, kuuluvad lahendamisele Harju Maakohtus.</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352"/>
        <w:gridCol w:w="3027"/>
      </w:tblGrid>
      <w:tr w:rsidR="00011C09" w:rsidRPr="00011C09" w14:paraId="4C2E64B1" w14:textId="77777777" w:rsidTr="00F86A0D">
        <w:trPr>
          <w:trHeight w:val="737"/>
        </w:trPr>
        <w:tc>
          <w:tcPr>
            <w:tcW w:w="2835" w:type="dxa"/>
          </w:tcPr>
          <w:p w14:paraId="5919F68D" w14:textId="455DFD3B" w:rsidR="00011C09" w:rsidRPr="00011C09" w:rsidRDefault="00011C09" w:rsidP="00687963">
            <w:pPr>
              <w:jc w:val="both"/>
              <w:rPr>
                <w:b/>
                <w:bCs/>
                <w:lang w:val="et-EE"/>
              </w:rPr>
            </w:pPr>
            <w:r w:rsidRPr="00011C09">
              <w:rPr>
                <w:b/>
                <w:bCs/>
                <w:lang w:val="et-EE"/>
              </w:rPr>
              <w:t>Üürileandja esindaja</w:t>
            </w:r>
            <w:r w:rsidR="00A54422">
              <w:rPr>
                <w:b/>
                <w:bCs/>
                <w:lang w:val="et-EE"/>
              </w:rPr>
              <w:t>(</w:t>
            </w:r>
            <w:r w:rsidRPr="00011C09">
              <w:rPr>
                <w:b/>
                <w:bCs/>
                <w:lang w:val="et-EE"/>
              </w:rPr>
              <w:t>d</w:t>
            </w:r>
            <w:r w:rsidR="00A54422">
              <w:rPr>
                <w:b/>
                <w:bCs/>
                <w:lang w:val="et-EE"/>
              </w:rPr>
              <w:t xml:space="preserve">) </w:t>
            </w:r>
          </w:p>
        </w:tc>
        <w:tc>
          <w:tcPr>
            <w:tcW w:w="3352" w:type="dxa"/>
          </w:tcPr>
          <w:p w14:paraId="54146353" w14:textId="39F3B686" w:rsidR="00011C09" w:rsidRPr="00011C09" w:rsidRDefault="00FE6AE3" w:rsidP="00011C09">
            <w:pPr>
              <w:ind w:hanging="15"/>
              <w:rPr>
                <w:lang w:val="et-EE"/>
              </w:rPr>
            </w:pPr>
            <w:r>
              <w:rPr>
                <w:lang w:val="et-EE"/>
              </w:rPr>
              <w:t>Tanel Olek</w:t>
            </w:r>
          </w:p>
          <w:p w14:paraId="2D335AC5" w14:textId="1497CC1D" w:rsidR="00A54422" w:rsidRPr="00E03695" w:rsidRDefault="00011C09" w:rsidP="00E03695">
            <w:pPr>
              <w:ind w:hanging="15"/>
              <w:rPr>
                <w:lang w:val="et-EE"/>
              </w:rPr>
            </w:pPr>
            <w:r w:rsidRPr="00011C09">
              <w:rPr>
                <w:lang w:val="et-EE"/>
              </w:rPr>
              <w:t>Ees- ja perekonnanimi</w:t>
            </w:r>
          </w:p>
        </w:tc>
        <w:tc>
          <w:tcPr>
            <w:tcW w:w="3027" w:type="dxa"/>
          </w:tcPr>
          <w:p w14:paraId="5CFE3C0C"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262DF576" w14:textId="09590898" w:rsidR="00B53319" w:rsidRPr="00B53319" w:rsidRDefault="00B53319" w:rsidP="00011C09">
            <w:pPr>
              <w:jc w:val="right"/>
            </w:pPr>
          </w:p>
        </w:tc>
      </w:tr>
      <w:tr w:rsidR="00011C09" w:rsidRPr="00011C09" w14:paraId="3FFF344C" w14:textId="77777777" w:rsidTr="00F86A0D">
        <w:trPr>
          <w:trHeight w:val="737"/>
        </w:trPr>
        <w:tc>
          <w:tcPr>
            <w:tcW w:w="2835" w:type="dxa"/>
          </w:tcPr>
          <w:p w14:paraId="0DCC9267" w14:textId="41C8934E" w:rsidR="00011C09" w:rsidRPr="00011C09" w:rsidRDefault="00011C09" w:rsidP="00687963">
            <w:pPr>
              <w:jc w:val="both"/>
              <w:rPr>
                <w:b/>
                <w:bCs/>
                <w:lang w:val="et-EE"/>
              </w:rPr>
            </w:pPr>
            <w:r w:rsidRPr="00011C09">
              <w:rPr>
                <w:b/>
                <w:bCs/>
                <w:lang w:val="et-EE"/>
              </w:rPr>
              <w:t>Üürniku esindaja</w:t>
            </w:r>
            <w:r w:rsidR="00A54422">
              <w:rPr>
                <w:b/>
                <w:bCs/>
                <w:lang w:val="et-EE"/>
              </w:rPr>
              <w:t xml:space="preserve">(d) </w:t>
            </w:r>
          </w:p>
        </w:tc>
        <w:tc>
          <w:tcPr>
            <w:tcW w:w="3352" w:type="dxa"/>
          </w:tcPr>
          <w:p w14:paraId="473D7396" w14:textId="5E73D297" w:rsidR="00DA464A" w:rsidRDefault="00441DCA" w:rsidP="00687963">
            <w:pPr>
              <w:jc w:val="both"/>
              <w:rPr>
                <w:lang w:val="et-EE"/>
              </w:rPr>
            </w:pPr>
            <w:r>
              <w:rPr>
                <w:lang w:val="et-EE"/>
              </w:rPr>
              <w:t>Ergo Tars</w:t>
            </w:r>
          </w:p>
          <w:p w14:paraId="706B55DD" w14:textId="6C1D9DD9" w:rsidR="00A54422" w:rsidRPr="00E03695" w:rsidRDefault="00011C09" w:rsidP="00687963">
            <w:pPr>
              <w:jc w:val="both"/>
              <w:rPr>
                <w:lang w:val="et-EE"/>
              </w:rPr>
            </w:pPr>
            <w:r w:rsidRPr="00011C09">
              <w:rPr>
                <w:lang w:val="et-EE"/>
              </w:rPr>
              <w:t>Ees- ja perekonnanimi</w:t>
            </w:r>
          </w:p>
        </w:tc>
        <w:tc>
          <w:tcPr>
            <w:tcW w:w="3027" w:type="dxa"/>
          </w:tcPr>
          <w:p w14:paraId="6960EE21" w14:textId="77777777" w:rsidR="00011C09" w:rsidRDefault="00011C09" w:rsidP="00011C09">
            <w:pPr>
              <w:jc w:val="right"/>
              <w:rPr>
                <w:color w:val="808080" w:themeColor="background1" w:themeShade="80"/>
                <w:lang w:val="et-EE"/>
              </w:rPr>
            </w:pPr>
            <w:r w:rsidRPr="00011C09">
              <w:rPr>
                <w:color w:val="808080" w:themeColor="background1" w:themeShade="80"/>
                <w:lang w:val="et-EE"/>
              </w:rPr>
              <w:t>/allkirjastatud digitaalselt/</w:t>
            </w:r>
          </w:p>
          <w:p w14:paraId="60C9FD17" w14:textId="37AB6C83" w:rsidR="00B53319" w:rsidRPr="00B53319" w:rsidRDefault="00B53319" w:rsidP="00011C09">
            <w:pPr>
              <w:jc w:val="right"/>
            </w:pPr>
          </w:p>
        </w:tc>
      </w:tr>
    </w:tbl>
    <w:p w14:paraId="28C33FB6" w14:textId="77777777" w:rsidR="00715F30" w:rsidRPr="008E1AD2" w:rsidRDefault="00715F30" w:rsidP="008E1AD2">
      <w:pPr>
        <w:spacing w:before="240"/>
        <w:jc w:val="both"/>
        <w:rPr>
          <w:szCs w:val="20"/>
          <w:lang w:val="et-EE"/>
        </w:rPr>
      </w:pPr>
    </w:p>
    <w:sectPr w:rsidR="00715F30" w:rsidRPr="008E1AD2" w:rsidSect="004A7A2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5" w:right="1134" w:bottom="1701" w:left="1134" w:header="851" w:footer="851"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CB88" w14:textId="77777777" w:rsidR="005A42BF" w:rsidRDefault="005A42BF">
      <w:r>
        <w:separator/>
      </w:r>
    </w:p>
  </w:endnote>
  <w:endnote w:type="continuationSeparator" w:id="0">
    <w:p w14:paraId="75974E8D" w14:textId="77777777" w:rsidR="005A42BF" w:rsidRDefault="005A4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BA"/>
    <w:family w:val="swiss"/>
    <w:pitch w:val="variable"/>
    <w:sig w:usb0="A00002EF" w:usb1="4000A44B"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6C128" w14:textId="77777777" w:rsidR="00273DEB" w:rsidRDefault="00273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6804"/>
    </w:tblGrid>
    <w:tr w:rsidR="00C45A56" w14:paraId="61F35474" w14:textId="77777777" w:rsidTr="006E7B8E">
      <w:tc>
        <w:tcPr>
          <w:tcW w:w="6804" w:type="dxa"/>
        </w:tcPr>
        <w:p w14:paraId="3AE0ED10" w14:textId="5AADD9EF" w:rsidR="00C45A56" w:rsidRDefault="00C45A56" w:rsidP="00C45A56">
          <w:pPr>
            <w:pStyle w:val="FooterHighlight"/>
          </w:pPr>
          <w:r w:rsidRPr="008A4415">
            <w:t xml:space="preserve">Technopolis </w:t>
          </w:r>
          <w:r w:rsidR="000A4544">
            <w:t>Ülemiste AS</w:t>
          </w:r>
        </w:p>
      </w:tc>
    </w:tr>
    <w:tr w:rsidR="00C45A56" w14:paraId="1DDBC360" w14:textId="77777777" w:rsidTr="006E7B8E">
      <w:tc>
        <w:tcPr>
          <w:tcW w:w="6804" w:type="dxa"/>
        </w:tcPr>
        <w:p w14:paraId="4EFBD795" w14:textId="1881B065" w:rsidR="00C45A56" w:rsidRDefault="000A4544" w:rsidP="00C45A56">
          <w:pPr>
            <w:pStyle w:val="Footer"/>
          </w:pPr>
          <w:proofErr w:type="spellStart"/>
          <w:r>
            <w:t>Lõõtsa</w:t>
          </w:r>
          <w:proofErr w:type="spellEnd"/>
          <w:r>
            <w:t xml:space="preserve"> 6, </w:t>
          </w:r>
          <w:r w:rsidR="00FA171F">
            <w:t>Ülemiste City</w:t>
          </w:r>
          <w:r>
            <w:t xml:space="preserve">, </w:t>
          </w:r>
          <w:r w:rsidRPr="000A4544">
            <w:t>11415</w:t>
          </w:r>
          <w:r w:rsidR="00FA171F">
            <w:t>, Tallinn, Estonia</w:t>
          </w:r>
        </w:p>
        <w:p w14:paraId="2E8A491F" w14:textId="17D9CC60" w:rsidR="00C45A56" w:rsidRDefault="00C45A56" w:rsidP="00C45A56">
          <w:pPr>
            <w:pStyle w:val="Footer"/>
          </w:pPr>
          <w:r>
            <w:t>Tel: +3</w:t>
          </w:r>
          <w:r w:rsidR="00273DEB">
            <w:t>72</w:t>
          </w:r>
          <w:r w:rsidR="000A4544">
            <w:t xml:space="preserve"> </w:t>
          </w:r>
          <w:r w:rsidR="000A4544" w:rsidRPr="000A4544">
            <w:t>5912 8990</w:t>
          </w:r>
          <w:r>
            <w:t xml:space="preserve"> | email:</w:t>
          </w:r>
          <w:r w:rsidR="000A4544">
            <w:t xml:space="preserve"> tallinn@technopolis.ee</w:t>
          </w:r>
          <w:r w:rsidR="00323A4B">
            <w:t xml:space="preserve"> </w:t>
          </w:r>
          <w:r w:rsidRPr="008A4415">
            <w:t>|</w:t>
          </w:r>
          <w:r w:rsidR="00323A4B">
            <w:t xml:space="preserve"> </w:t>
          </w:r>
          <w:r w:rsidRPr="008A4415">
            <w:t>technopolis</w:t>
          </w:r>
          <w:r w:rsidR="000A4544">
            <w:t>global.com/</w:t>
          </w:r>
          <w:proofErr w:type="spellStart"/>
          <w:r w:rsidR="000A4544">
            <w:t>ee</w:t>
          </w:r>
          <w:proofErr w:type="spellEnd"/>
        </w:p>
        <w:p w14:paraId="0A23E383" w14:textId="6053BC31" w:rsidR="00C45A56" w:rsidRDefault="000A4544" w:rsidP="00C45A56">
          <w:pPr>
            <w:pStyle w:val="Footer"/>
          </w:pPr>
          <w:proofErr w:type="spellStart"/>
          <w:r>
            <w:t>Registrikood</w:t>
          </w:r>
          <w:proofErr w:type="spellEnd"/>
          <w:r>
            <w:t>:</w:t>
          </w:r>
          <w:r w:rsidR="00C45A56">
            <w:t xml:space="preserve"> </w:t>
          </w:r>
          <w:r w:rsidRPr="000A4544">
            <w:t>11978111</w:t>
          </w:r>
        </w:p>
      </w:tc>
    </w:tr>
  </w:tbl>
  <w:p w14:paraId="12E308DA" w14:textId="77777777" w:rsidR="00174BB9" w:rsidRDefault="00174BB9" w:rsidP="00174BB9">
    <w:pPr>
      <w:pStyle w:val="Blank"/>
    </w:pPr>
    <w:r w:rsidRPr="00174BB9">
      <w:rPr>
        <w:noProof/>
        <w:lang w:val="fi-FI" w:eastAsia="fi-FI"/>
      </w:rPr>
      <mc:AlternateContent>
        <mc:Choice Requires="wps">
          <w:drawing>
            <wp:anchor distT="0" distB="0" distL="114300" distR="114300" simplePos="0" relativeHeight="251677696" behindDoc="0" locked="1" layoutInCell="1" allowOverlap="1" wp14:anchorId="154197D6" wp14:editId="106A9E46">
              <wp:simplePos x="0" y="0"/>
              <wp:positionH relativeFrom="page">
                <wp:posOffset>5364480</wp:posOffset>
              </wp:positionH>
              <wp:positionV relativeFrom="page">
                <wp:posOffset>10009505</wp:posOffset>
              </wp:positionV>
              <wp:extent cx="1476000" cy="108000"/>
              <wp:effectExtent l="0" t="0" r="0" b="6350"/>
              <wp:wrapNone/>
              <wp:docPr id="35" name="Freeform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1476000" cy="108000"/>
                      </a:xfrm>
                      <a:custGeom>
                        <a:avLst/>
                        <a:gdLst>
                          <a:gd name="T0" fmla="*/ 6528 w 7128"/>
                          <a:gd name="T1" fmla="*/ 490 h 521"/>
                          <a:gd name="T2" fmla="*/ 7002 w 7128"/>
                          <a:gd name="T3" fmla="*/ 516 h 521"/>
                          <a:gd name="T4" fmla="*/ 7115 w 7128"/>
                          <a:gd name="T5" fmla="*/ 452 h 521"/>
                          <a:gd name="T6" fmla="*/ 7116 w 7128"/>
                          <a:gd name="T7" fmla="*/ 273 h 521"/>
                          <a:gd name="T8" fmla="*/ 7006 w 7128"/>
                          <a:gd name="T9" fmla="*/ 206 h 521"/>
                          <a:gd name="T10" fmla="*/ 6651 w 7128"/>
                          <a:gd name="T11" fmla="*/ 181 h 521"/>
                          <a:gd name="T12" fmla="*/ 6668 w 7128"/>
                          <a:gd name="T13" fmla="*/ 119 h 521"/>
                          <a:gd name="T14" fmla="*/ 6946 w 7128"/>
                          <a:gd name="T15" fmla="*/ 135 h 521"/>
                          <a:gd name="T16" fmla="*/ 7092 w 7128"/>
                          <a:gd name="T17" fmla="*/ 64 h 521"/>
                          <a:gd name="T18" fmla="*/ 6970 w 7128"/>
                          <a:gd name="T19" fmla="*/ 3 h 521"/>
                          <a:gd name="T20" fmla="*/ 6549 w 7128"/>
                          <a:gd name="T21" fmla="*/ 23 h 521"/>
                          <a:gd name="T22" fmla="*/ 6488 w 7128"/>
                          <a:gd name="T23" fmla="*/ 131 h 521"/>
                          <a:gd name="T24" fmla="*/ 6531 w 7128"/>
                          <a:gd name="T25" fmla="*/ 288 h 521"/>
                          <a:gd name="T26" fmla="*/ 6906 w 7128"/>
                          <a:gd name="T27" fmla="*/ 320 h 521"/>
                          <a:gd name="T28" fmla="*/ 6964 w 7128"/>
                          <a:gd name="T29" fmla="*/ 383 h 521"/>
                          <a:gd name="T30" fmla="*/ 6675 w 7128"/>
                          <a:gd name="T31" fmla="*/ 405 h 521"/>
                          <a:gd name="T32" fmla="*/ 6266 w 7128"/>
                          <a:gd name="T33" fmla="*/ 516 h 521"/>
                          <a:gd name="T34" fmla="*/ 5102 w 7128"/>
                          <a:gd name="T35" fmla="*/ 191 h 521"/>
                          <a:gd name="T36" fmla="*/ 5168 w 7128"/>
                          <a:gd name="T37" fmla="*/ 134 h 521"/>
                          <a:gd name="T38" fmla="*/ 5469 w 7128"/>
                          <a:gd name="T39" fmla="*/ 177 h 521"/>
                          <a:gd name="T40" fmla="*/ 5464 w 7128"/>
                          <a:gd name="T41" fmla="*/ 361 h 521"/>
                          <a:gd name="T42" fmla="*/ 5143 w 7128"/>
                          <a:gd name="T43" fmla="*/ 384 h 521"/>
                          <a:gd name="T44" fmla="*/ 4940 w 7128"/>
                          <a:gd name="T45" fmla="*/ 351 h 521"/>
                          <a:gd name="T46" fmla="*/ 5006 w 7128"/>
                          <a:gd name="T47" fmla="*/ 489 h 521"/>
                          <a:gd name="T48" fmla="*/ 5507 w 7128"/>
                          <a:gd name="T49" fmla="*/ 513 h 521"/>
                          <a:gd name="T50" fmla="*/ 5625 w 7128"/>
                          <a:gd name="T51" fmla="*/ 419 h 521"/>
                          <a:gd name="T52" fmla="*/ 5622 w 7128"/>
                          <a:gd name="T53" fmla="*/ 93 h 521"/>
                          <a:gd name="T54" fmla="*/ 5486 w 7128"/>
                          <a:gd name="T55" fmla="*/ 5 h 521"/>
                          <a:gd name="T56" fmla="*/ 4999 w 7128"/>
                          <a:gd name="T57" fmla="*/ 37 h 521"/>
                          <a:gd name="T58" fmla="*/ 4940 w 7128"/>
                          <a:gd name="T59" fmla="*/ 185 h 521"/>
                          <a:gd name="T60" fmla="*/ 4730 w 7128"/>
                          <a:gd name="T61" fmla="*/ 169 h 521"/>
                          <a:gd name="T62" fmla="*/ 4705 w 7128"/>
                          <a:gd name="T63" fmla="*/ 257 h 521"/>
                          <a:gd name="T64" fmla="*/ 4803 w 7128"/>
                          <a:gd name="T65" fmla="*/ 379 h 521"/>
                          <a:gd name="T66" fmla="*/ 4881 w 7128"/>
                          <a:gd name="T67" fmla="*/ 296 h 521"/>
                          <a:gd name="T68" fmla="*/ 4870 w 7128"/>
                          <a:gd name="T69" fmla="*/ 74 h 521"/>
                          <a:gd name="T70" fmla="*/ 4747 w 7128"/>
                          <a:gd name="T71" fmla="*/ 8 h 521"/>
                          <a:gd name="T72" fmla="*/ 3689 w 7128"/>
                          <a:gd name="T73" fmla="*/ 155 h 521"/>
                          <a:gd name="T74" fmla="*/ 3982 w 7128"/>
                          <a:gd name="T75" fmla="*/ 135 h 521"/>
                          <a:gd name="T76" fmla="*/ 4045 w 7128"/>
                          <a:gd name="T77" fmla="*/ 222 h 521"/>
                          <a:gd name="T78" fmla="*/ 4016 w 7128"/>
                          <a:gd name="T79" fmla="*/ 377 h 521"/>
                          <a:gd name="T80" fmla="*/ 3685 w 7128"/>
                          <a:gd name="T81" fmla="*/ 367 h 521"/>
                          <a:gd name="T82" fmla="*/ 3516 w 7128"/>
                          <a:gd name="T83" fmla="*/ 409 h 521"/>
                          <a:gd name="T84" fmla="*/ 3637 w 7128"/>
                          <a:gd name="T85" fmla="*/ 513 h 521"/>
                          <a:gd name="T86" fmla="*/ 4130 w 7128"/>
                          <a:gd name="T87" fmla="*/ 494 h 521"/>
                          <a:gd name="T88" fmla="*/ 4205 w 7128"/>
                          <a:gd name="T89" fmla="*/ 364 h 521"/>
                          <a:gd name="T90" fmla="*/ 4166 w 7128"/>
                          <a:gd name="T91" fmla="*/ 54 h 521"/>
                          <a:gd name="T92" fmla="*/ 3706 w 7128"/>
                          <a:gd name="T93" fmla="*/ 1 h 521"/>
                          <a:gd name="T94" fmla="*/ 3536 w 7128"/>
                          <a:gd name="T95" fmla="*/ 68 h 521"/>
                          <a:gd name="T96" fmla="*/ 3188 w 7128"/>
                          <a:gd name="T97" fmla="*/ 516 h 521"/>
                          <a:gd name="T98" fmla="*/ 2492 w 7128"/>
                          <a:gd name="T99" fmla="*/ 188 h 521"/>
                          <a:gd name="T100" fmla="*/ 1305 w 7128"/>
                          <a:gd name="T101" fmla="*/ 454 h 521"/>
                          <a:gd name="T102" fmla="*/ 1500 w 7128"/>
                          <a:gd name="T103" fmla="*/ 521 h 521"/>
                          <a:gd name="T104" fmla="*/ 1903 w 7128"/>
                          <a:gd name="T105" fmla="*/ 476 h 521"/>
                          <a:gd name="T106" fmla="*/ 1782 w 7128"/>
                          <a:gd name="T107" fmla="*/ 320 h 521"/>
                          <a:gd name="T108" fmla="*/ 1525 w 7128"/>
                          <a:gd name="T109" fmla="*/ 391 h 521"/>
                          <a:gd name="T110" fmla="*/ 1437 w 7128"/>
                          <a:gd name="T111" fmla="*/ 314 h 521"/>
                          <a:gd name="T112" fmla="*/ 1467 w 7128"/>
                          <a:gd name="T113" fmla="*/ 147 h 521"/>
                          <a:gd name="T114" fmla="*/ 1753 w 7128"/>
                          <a:gd name="T115" fmla="*/ 139 h 521"/>
                          <a:gd name="T116" fmla="*/ 1929 w 7128"/>
                          <a:gd name="T117" fmla="*/ 121 h 521"/>
                          <a:gd name="T118" fmla="*/ 1828 w 7128"/>
                          <a:gd name="T119" fmla="*/ 13 h 521"/>
                          <a:gd name="T120" fmla="*/ 1377 w 7128"/>
                          <a:gd name="T121" fmla="*/ 16 h 521"/>
                          <a:gd name="T122" fmla="*/ 1282 w 7128"/>
                          <a:gd name="T123" fmla="*/ 123 h 521"/>
                          <a:gd name="T124" fmla="*/ 810 w 7128"/>
                          <a:gd name="T125" fmla="*/ 124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128" h="521">
                            <a:moveTo>
                              <a:pt x="6487" y="384"/>
                            </a:moveTo>
                            <a:lnTo>
                              <a:pt x="6487" y="394"/>
                            </a:lnTo>
                            <a:lnTo>
                              <a:pt x="6488" y="404"/>
                            </a:lnTo>
                            <a:lnTo>
                              <a:pt x="6489" y="413"/>
                            </a:lnTo>
                            <a:lnTo>
                              <a:pt x="6490" y="421"/>
                            </a:lnTo>
                            <a:lnTo>
                              <a:pt x="6491" y="430"/>
                            </a:lnTo>
                            <a:lnTo>
                              <a:pt x="6493" y="437"/>
                            </a:lnTo>
                            <a:lnTo>
                              <a:pt x="6495" y="445"/>
                            </a:lnTo>
                            <a:lnTo>
                              <a:pt x="6498" y="452"/>
                            </a:lnTo>
                            <a:lnTo>
                              <a:pt x="6502" y="459"/>
                            </a:lnTo>
                            <a:lnTo>
                              <a:pt x="6505" y="465"/>
                            </a:lnTo>
                            <a:lnTo>
                              <a:pt x="6509" y="470"/>
                            </a:lnTo>
                            <a:lnTo>
                              <a:pt x="6513" y="476"/>
                            </a:lnTo>
                            <a:lnTo>
                              <a:pt x="6518" y="481"/>
                            </a:lnTo>
                            <a:lnTo>
                              <a:pt x="6522" y="485"/>
                            </a:lnTo>
                            <a:lnTo>
                              <a:pt x="6528" y="490"/>
                            </a:lnTo>
                            <a:lnTo>
                              <a:pt x="6533" y="493"/>
                            </a:lnTo>
                            <a:lnTo>
                              <a:pt x="6546" y="501"/>
                            </a:lnTo>
                            <a:lnTo>
                              <a:pt x="6561" y="507"/>
                            </a:lnTo>
                            <a:lnTo>
                              <a:pt x="6569" y="510"/>
                            </a:lnTo>
                            <a:lnTo>
                              <a:pt x="6577" y="512"/>
                            </a:lnTo>
                            <a:lnTo>
                              <a:pt x="6595" y="515"/>
                            </a:lnTo>
                            <a:lnTo>
                              <a:pt x="6615" y="518"/>
                            </a:lnTo>
                            <a:lnTo>
                              <a:pt x="6637" y="520"/>
                            </a:lnTo>
                            <a:lnTo>
                              <a:pt x="6660" y="521"/>
                            </a:lnTo>
                            <a:lnTo>
                              <a:pt x="6686" y="521"/>
                            </a:lnTo>
                            <a:lnTo>
                              <a:pt x="6875" y="521"/>
                            </a:lnTo>
                            <a:lnTo>
                              <a:pt x="6911" y="521"/>
                            </a:lnTo>
                            <a:lnTo>
                              <a:pt x="6945" y="520"/>
                            </a:lnTo>
                            <a:lnTo>
                              <a:pt x="6975" y="518"/>
                            </a:lnTo>
                            <a:lnTo>
                              <a:pt x="6989" y="517"/>
                            </a:lnTo>
                            <a:lnTo>
                              <a:pt x="7002" y="516"/>
                            </a:lnTo>
                            <a:lnTo>
                              <a:pt x="7014" y="514"/>
                            </a:lnTo>
                            <a:lnTo>
                              <a:pt x="7025" y="512"/>
                            </a:lnTo>
                            <a:lnTo>
                              <a:pt x="7035" y="510"/>
                            </a:lnTo>
                            <a:lnTo>
                              <a:pt x="7046" y="507"/>
                            </a:lnTo>
                            <a:lnTo>
                              <a:pt x="7055" y="504"/>
                            </a:lnTo>
                            <a:lnTo>
                              <a:pt x="7064" y="501"/>
                            </a:lnTo>
                            <a:lnTo>
                              <a:pt x="7072" y="497"/>
                            </a:lnTo>
                            <a:lnTo>
                              <a:pt x="7079" y="492"/>
                            </a:lnTo>
                            <a:lnTo>
                              <a:pt x="7082" y="490"/>
                            </a:lnTo>
                            <a:lnTo>
                              <a:pt x="7085" y="488"/>
                            </a:lnTo>
                            <a:lnTo>
                              <a:pt x="7092" y="483"/>
                            </a:lnTo>
                            <a:lnTo>
                              <a:pt x="7097" y="478"/>
                            </a:lnTo>
                            <a:lnTo>
                              <a:pt x="7102" y="472"/>
                            </a:lnTo>
                            <a:lnTo>
                              <a:pt x="7107" y="466"/>
                            </a:lnTo>
                            <a:lnTo>
                              <a:pt x="7111" y="459"/>
                            </a:lnTo>
                            <a:lnTo>
                              <a:pt x="7115" y="452"/>
                            </a:lnTo>
                            <a:lnTo>
                              <a:pt x="7118" y="445"/>
                            </a:lnTo>
                            <a:lnTo>
                              <a:pt x="7120" y="436"/>
                            </a:lnTo>
                            <a:lnTo>
                              <a:pt x="7123" y="427"/>
                            </a:lnTo>
                            <a:lnTo>
                              <a:pt x="7126" y="408"/>
                            </a:lnTo>
                            <a:lnTo>
                              <a:pt x="7127" y="397"/>
                            </a:lnTo>
                            <a:lnTo>
                              <a:pt x="7128" y="385"/>
                            </a:lnTo>
                            <a:lnTo>
                              <a:pt x="7128" y="374"/>
                            </a:lnTo>
                            <a:lnTo>
                              <a:pt x="7128" y="361"/>
                            </a:lnTo>
                            <a:lnTo>
                              <a:pt x="7128" y="348"/>
                            </a:lnTo>
                            <a:lnTo>
                              <a:pt x="7127" y="335"/>
                            </a:lnTo>
                            <a:lnTo>
                              <a:pt x="7127" y="323"/>
                            </a:lnTo>
                            <a:lnTo>
                              <a:pt x="7125" y="312"/>
                            </a:lnTo>
                            <a:lnTo>
                              <a:pt x="7124" y="301"/>
                            </a:lnTo>
                            <a:lnTo>
                              <a:pt x="7121" y="292"/>
                            </a:lnTo>
                            <a:lnTo>
                              <a:pt x="7119" y="282"/>
                            </a:lnTo>
                            <a:lnTo>
                              <a:pt x="7116" y="273"/>
                            </a:lnTo>
                            <a:lnTo>
                              <a:pt x="7112" y="265"/>
                            </a:lnTo>
                            <a:lnTo>
                              <a:pt x="7108" y="258"/>
                            </a:lnTo>
                            <a:lnTo>
                              <a:pt x="7102" y="251"/>
                            </a:lnTo>
                            <a:lnTo>
                              <a:pt x="7097" y="245"/>
                            </a:lnTo>
                            <a:lnTo>
                              <a:pt x="7091" y="239"/>
                            </a:lnTo>
                            <a:lnTo>
                              <a:pt x="7085" y="233"/>
                            </a:lnTo>
                            <a:lnTo>
                              <a:pt x="7078" y="228"/>
                            </a:lnTo>
                            <a:lnTo>
                              <a:pt x="7070" y="224"/>
                            </a:lnTo>
                            <a:lnTo>
                              <a:pt x="7066" y="222"/>
                            </a:lnTo>
                            <a:lnTo>
                              <a:pt x="7061" y="220"/>
                            </a:lnTo>
                            <a:lnTo>
                              <a:pt x="7052" y="217"/>
                            </a:lnTo>
                            <a:lnTo>
                              <a:pt x="7041" y="214"/>
                            </a:lnTo>
                            <a:lnTo>
                              <a:pt x="7030" y="211"/>
                            </a:lnTo>
                            <a:lnTo>
                              <a:pt x="7025" y="210"/>
                            </a:lnTo>
                            <a:lnTo>
                              <a:pt x="7019" y="208"/>
                            </a:lnTo>
                            <a:lnTo>
                              <a:pt x="7006" y="206"/>
                            </a:lnTo>
                            <a:lnTo>
                              <a:pt x="6978" y="203"/>
                            </a:lnTo>
                            <a:lnTo>
                              <a:pt x="6963" y="202"/>
                            </a:lnTo>
                            <a:lnTo>
                              <a:pt x="6947" y="201"/>
                            </a:lnTo>
                            <a:lnTo>
                              <a:pt x="6912" y="200"/>
                            </a:lnTo>
                            <a:lnTo>
                              <a:pt x="6873" y="199"/>
                            </a:lnTo>
                            <a:lnTo>
                              <a:pt x="6830" y="199"/>
                            </a:lnTo>
                            <a:lnTo>
                              <a:pt x="6774" y="199"/>
                            </a:lnTo>
                            <a:lnTo>
                              <a:pt x="6730" y="199"/>
                            </a:lnTo>
                            <a:lnTo>
                              <a:pt x="6713" y="198"/>
                            </a:lnTo>
                            <a:lnTo>
                              <a:pt x="6698" y="197"/>
                            </a:lnTo>
                            <a:lnTo>
                              <a:pt x="6685" y="195"/>
                            </a:lnTo>
                            <a:lnTo>
                              <a:pt x="6674" y="194"/>
                            </a:lnTo>
                            <a:lnTo>
                              <a:pt x="6665" y="191"/>
                            </a:lnTo>
                            <a:lnTo>
                              <a:pt x="6659" y="188"/>
                            </a:lnTo>
                            <a:lnTo>
                              <a:pt x="6653" y="185"/>
                            </a:lnTo>
                            <a:lnTo>
                              <a:pt x="6651" y="181"/>
                            </a:lnTo>
                            <a:lnTo>
                              <a:pt x="6649" y="179"/>
                            </a:lnTo>
                            <a:lnTo>
                              <a:pt x="6647" y="174"/>
                            </a:lnTo>
                            <a:lnTo>
                              <a:pt x="6645" y="168"/>
                            </a:lnTo>
                            <a:lnTo>
                              <a:pt x="6645" y="165"/>
                            </a:lnTo>
                            <a:lnTo>
                              <a:pt x="6644" y="162"/>
                            </a:lnTo>
                            <a:lnTo>
                              <a:pt x="6644" y="154"/>
                            </a:lnTo>
                            <a:lnTo>
                              <a:pt x="6644" y="149"/>
                            </a:lnTo>
                            <a:lnTo>
                              <a:pt x="6645" y="145"/>
                            </a:lnTo>
                            <a:lnTo>
                              <a:pt x="6646" y="140"/>
                            </a:lnTo>
                            <a:lnTo>
                              <a:pt x="6648" y="137"/>
                            </a:lnTo>
                            <a:lnTo>
                              <a:pt x="6650" y="133"/>
                            </a:lnTo>
                            <a:lnTo>
                              <a:pt x="6653" y="130"/>
                            </a:lnTo>
                            <a:lnTo>
                              <a:pt x="6656" y="126"/>
                            </a:lnTo>
                            <a:lnTo>
                              <a:pt x="6660" y="124"/>
                            </a:lnTo>
                            <a:lnTo>
                              <a:pt x="6664" y="121"/>
                            </a:lnTo>
                            <a:lnTo>
                              <a:pt x="6668" y="119"/>
                            </a:lnTo>
                            <a:lnTo>
                              <a:pt x="6673" y="118"/>
                            </a:lnTo>
                            <a:lnTo>
                              <a:pt x="6678" y="117"/>
                            </a:lnTo>
                            <a:lnTo>
                              <a:pt x="6690" y="115"/>
                            </a:lnTo>
                            <a:lnTo>
                              <a:pt x="6697" y="114"/>
                            </a:lnTo>
                            <a:lnTo>
                              <a:pt x="6703" y="114"/>
                            </a:lnTo>
                            <a:lnTo>
                              <a:pt x="6876" y="114"/>
                            </a:lnTo>
                            <a:lnTo>
                              <a:pt x="6888" y="114"/>
                            </a:lnTo>
                            <a:lnTo>
                              <a:pt x="6899" y="115"/>
                            </a:lnTo>
                            <a:lnTo>
                              <a:pt x="6909" y="116"/>
                            </a:lnTo>
                            <a:lnTo>
                              <a:pt x="6917" y="117"/>
                            </a:lnTo>
                            <a:lnTo>
                              <a:pt x="6925" y="119"/>
                            </a:lnTo>
                            <a:lnTo>
                              <a:pt x="6931" y="121"/>
                            </a:lnTo>
                            <a:lnTo>
                              <a:pt x="6936" y="124"/>
                            </a:lnTo>
                            <a:lnTo>
                              <a:pt x="6940" y="126"/>
                            </a:lnTo>
                            <a:lnTo>
                              <a:pt x="6944" y="131"/>
                            </a:lnTo>
                            <a:lnTo>
                              <a:pt x="6946" y="135"/>
                            </a:lnTo>
                            <a:lnTo>
                              <a:pt x="6948" y="139"/>
                            </a:lnTo>
                            <a:lnTo>
                              <a:pt x="6949" y="144"/>
                            </a:lnTo>
                            <a:lnTo>
                              <a:pt x="6950" y="149"/>
                            </a:lnTo>
                            <a:lnTo>
                              <a:pt x="6951" y="154"/>
                            </a:lnTo>
                            <a:lnTo>
                              <a:pt x="6951" y="167"/>
                            </a:lnTo>
                            <a:lnTo>
                              <a:pt x="7107" y="167"/>
                            </a:lnTo>
                            <a:lnTo>
                              <a:pt x="7107" y="151"/>
                            </a:lnTo>
                            <a:lnTo>
                              <a:pt x="7107" y="135"/>
                            </a:lnTo>
                            <a:lnTo>
                              <a:pt x="7106" y="119"/>
                            </a:lnTo>
                            <a:lnTo>
                              <a:pt x="7105" y="104"/>
                            </a:lnTo>
                            <a:lnTo>
                              <a:pt x="7102" y="97"/>
                            </a:lnTo>
                            <a:lnTo>
                              <a:pt x="7101" y="90"/>
                            </a:lnTo>
                            <a:lnTo>
                              <a:pt x="7099" y="83"/>
                            </a:lnTo>
                            <a:lnTo>
                              <a:pt x="7097" y="76"/>
                            </a:lnTo>
                            <a:lnTo>
                              <a:pt x="7095" y="70"/>
                            </a:lnTo>
                            <a:lnTo>
                              <a:pt x="7092" y="64"/>
                            </a:lnTo>
                            <a:lnTo>
                              <a:pt x="7089" y="58"/>
                            </a:lnTo>
                            <a:lnTo>
                              <a:pt x="7085" y="53"/>
                            </a:lnTo>
                            <a:lnTo>
                              <a:pt x="7081" y="47"/>
                            </a:lnTo>
                            <a:lnTo>
                              <a:pt x="7076" y="42"/>
                            </a:lnTo>
                            <a:lnTo>
                              <a:pt x="7071" y="38"/>
                            </a:lnTo>
                            <a:lnTo>
                              <a:pt x="7065" y="33"/>
                            </a:lnTo>
                            <a:lnTo>
                              <a:pt x="7059" y="29"/>
                            </a:lnTo>
                            <a:lnTo>
                              <a:pt x="7052" y="24"/>
                            </a:lnTo>
                            <a:lnTo>
                              <a:pt x="7044" y="20"/>
                            </a:lnTo>
                            <a:lnTo>
                              <a:pt x="7035" y="17"/>
                            </a:lnTo>
                            <a:lnTo>
                              <a:pt x="7026" y="14"/>
                            </a:lnTo>
                            <a:lnTo>
                              <a:pt x="7017" y="11"/>
                            </a:lnTo>
                            <a:lnTo>
                              <a:pt x="7007" y="9"/>
                            </a:lnTo>
                            <a:lnTo>
                              <a:pt x="6996" y="7"/>
                            </a:lnTo>
                            <a:lnTo>
                              <a:pt x="6984" y="5"/>
                            </a:lnTo>
                            <a:lnTo>
                              <a:pt x="6970" y="3"/>
                            </a:lnTo>
                            <a:lnTo>
                              <a:pt x="6957" y="2"/>
                            </a:lnTo>
                            <a:lnTo>
                              <a:pt x="6942" y="1"/>
                            </a:lnTo>
                            <a:lnTo>
                              <a:pt x="6927" y="1"/>
                            </a:lnTo>
                            <a:lnTo>
                              <a:pt x="6910" y="0"/>
                            </a:lnTo>
                            <a:lnTo>
                              <a:pt x="6693" y="0"/>
                            </a:lnTo>
                            <a:lnTo>
                              <a:pt x="6675" y="1"/>
                            </a:lnTo>
                            <a:lnTo>
                              <a:pt x="6658" y="1"/>
                            </a:lnTo>
                            <a:lnTo>
                              <a:pt x="6643" y="2"/>
                            </a:lnTo>
                            <a:lnTo>
                              <a:pt x="6628" y="4"/>
                            </a:lnTo>
                            <a:lnTo>
                              <a:pt x="6613" y="5"/>
                            </a:lnTo>
                            <a:lnTo>
                              <a:pt x="6601" y="7"/>
                            </a:lnTo>
                            <a:lnTo>
                              <a:pt x="6589" y="10"/>
                            </a:lnTo>
                            <a:lnTo>
                              <a:pt x="6578" y="13"/>
                            </a:lnTo>
                            <a:lnTo>
                              <a:pt x="6568" y="16"/>
                            </a:lnTo>
                            <a:lnTo>
                              <a:pt x="6558" y="19"/>
                            </a:lnTo>
                            <a:lnTo>
                              <a:pt x="6549" y="23"/>
                            </a:lnTo>
                            <a:lnTo>
                              <a:pt x="6542" y="28"/>
                            </a:lnTo>
                            <a:lnTo>
                              <a:pt x="6534" y="33"/>
                            </a:lnTo>
                            <a:lnTo>
                              <a:pt x="6528" y="37"/>
                            </a:lnTo>
                            <a:lnTo>
                              <a:pt x="6522" y="42"/>
                            </a:lnTo>
                            <a:lnTo>
                              <a:pt x="6517" y="48"/>
                            </a:lnTo>
                            <a:lnTo>
                              <a:pt x="6512" y="53"/>
                            </a:lnTo>
                            <a:lnTo>
                              <a:pt x="6508" y="59"/>
                            </a:lnTo>
                            <a:lnTo>
                              <a:pt x="6505" y="65"/>
                            </a:lnTo>
                            <a:lnTo>
                              <a:pt x="6501" y="71"/>
                            </a:lnTo>
                            <a:lnTo>
                              <a:pt x="6498" y="79"/>
                            </a:lnTo>
                            <a:lnTo>
                              <a:pt x="6495" y="85"/>
                            </a:lnTo>
                            <a:lnTo>
                              <a:pt x="6494" y="92"/>
                            </a:lnTo>
                            <a:lnTo>
                              <a:pt x="6492" y="99"/>
                            </a:lnTo>
                            <a:lnTo>
                              <a:pt x="6491" y="107"/>
                            </a:lnTo>
                            <a:lnTo>
                              <a:pt x="6490" y="114"/>
                            </a:lnTo>
                            <a:lnTo>
                              <a:pt x="6488" y="131"/>
                            </a:lnTo>
                            <a:lnTo>
                              <a:pt x="6488" y="147"/>
                            </a:lnTo>
                            <a:lnTo>
                              <a:pt x="6488" y="163"/>
                            </a:lnTo>
                            <a:lnTo>
                              <a:pt x="6488" y="186"/>
                            </a:lnTo>
                            <a:lnTo>
                              <a:pt x="6489" y="206"/>
                            </a:lnTo>
                            <a:lnTo>
                              <a:pt x="6490" y="215"/>
                            </a:lnTo>
                            <a:lnTo>
                              <a:pt x="6492" y="224"/>
                            </a:lnTo>
                            <a:lnTo>
                              <a:pt x="6493" y="232"/>
                            </a:lnTo>
                            <a:lnTo>
                              <a:pt x="6495" y="241"/>
                            </a:lnTo>
                            <a:lnTo>
                              <a:pt x="6498" y="248"/>
                            </a:lnTo>
                            <a:lnTo>
                              <a:pt x="6502" y="255"/>
                            </a:lnTo>
                            <a:lnTo>
                              <a:pt x="6505" y="261"/>
                            </a:lnTo>
                            <a:lnTo>
                              <a:pt x="6509" y="267"/>
                            </a:lnTo>
                            <a:lnTo>
                              <a:pt x="6514" y="273"/>
                            </a:lnTo>
                            <a:lnTo>
                              <a:pt x="6519" y="278"/>
                            </a:lnTo>
                            <a:lnTo>
                              <a:pt x="6524" y="282"/>
                            </a:lnTo>
                            <a:lnTo>
                              <a:pt x="6531" y="288"/>
                            </a:lnTo>
                            <a:lnTo>
                              <a:pt x="6538" y="292"/>
                            </a:lnTo>
                            <a:lnTo>
                              <a:pt x="6545" y="295"/>
                            </a:lnTo>
                            <a:lnTo>
                              <a:pt x="6554" y="299"/>
                            </a:lnTo>
                            <a:lnTo>
                              <a:pt x="6564" y="302"/>
                            </a:lnTo>
                            <a:lnTo>
                              <a:pt x="6574" y="304"/>
                            </a:lnTo>
                            <a:lnTo>
                              <a:pt x="6585" y="307"/>
                            </a:lnTo>
                            <a:lnTo>
                              <a:pt x="6609" y="311"/>
                            </a:lnTo>
                            <a:lnTo>
                              <a:pt x="6624" y="312"/>
                            </a:lnTo>
                            <a:lnTo>
                              <a:pt x="6638" y="314"/>
                            </a:lnTo>
                            <a:lnTo>
                              <a:pt x="6670" y="316"/>
                            </a:lnTo>
                            <a:lnTo>
                              <a:pt x="6708" y="317"/>
                            </a:lnTo>
                            <a:lnTo>
                              <a:pt x="6749" y="317"/>
                            </a:lnTo>
                            <a:lnTo>
                              <a:pt x="6816" y="317"/>
                            </a:lnTo>
                            <a:lnTo>
                              <a:pt x="6868" y="318"/>
                            </a:lnTo>
                            <a:lnTo>
                              <a:pt x="6889" y="319"/>
                            </a:lnTo>
                            <a:lnTo>
                              <a:pt x="6906" y="320"/>
                            </a:lnTo>
                            <a:lnTo>
                              <a:pt x="6921" y="322"/>
                            </a:lnTo>
                            <a:lnTo>
                              <a:pt x="6934" y="324"/>
                            </a:lnTo>
                            <a:lnTo>
                              <a:pt x="6939" y="325"/>
                            </a:lnTo>
                            <a:lnTo>
                              <a:pt x="6944" y="326"/>
                            </a:lnTo>
                            <a:lnTo>
                              <a:pt x="6952" y="329"/>
                            </a:lnTo>
                            <a:lnTo>
                              <a:pt x="6958" y="333"/>
                            </a:lnTo>
                            <a:lnTo>
                              <a:pt x="6960" y="335"/>
                            </a:lnTo>
                            <a:lnTo>
                              <a:pt x="6962" y="339"/>
                            </a:lnTo>
                            <a:lnTo>
                              <a:pt x="6963" y="341"/>
                            </a:lnTo>
                            <a:lnTo>
                              <a:pt x="6965" y="344"/>
                            </a:lnTo>
                            <a:lnTo>
                              <a:pt x="6967" y="350"/>
                            </a:lnTo>
                            <a:lnTo>
                              <a:pt x="6967" y="357"/>
                            </a:lnTo>
                            <a:lnTo>
                              <a:pt x="6968" y="364"/>
                            </a:lnTo>
                            <a:lnTo>
                              <a:pt x="6967" y="371"/>
                            </a:lnTo>
                            <a:lnTo>
                              <a:pt x="6966" y="377"/>
                            </a:lnTo>
                            <a:lnTo>
                              <a:pt x="6964" y="383"/>
                            </a:lnTo>
                            <a:lnTo>
                              <a:pt x="6962" y="387"/>
                            </a:lnTo>
                            <a:lnTo>
                              <a:pt x="6959" y="392"/>
                            </a:lnTo>
                            <a:lnTo>
                              <a:pt x="6956" y="396"/>
                            </a:lnTo>
                            <a:lnTo>
                              <a:pt x="6952" y="398"/>
                            </a:lnTo>
                            <a:lnTo>
                              <a:pt x="6947" y="401"/>
                            </a:lnTo>
                            <a:lnTo>
                              <a:pt x="6942" y="403"/>
                            </a:lnTo>
                            <a:lnTo>
                              <a:pt x="6937" y="404"/>
                            </a:lnTo>
                            <a:lnTo>
                              <a:pt x="6932" y="405"/>
                            </a:lnTo>
                            <a:lnTo>
                              <a:pt x="6926" y="406"/>
                            </a:lnTo>
                            <a:lnTo>
                              <a:pt x="6913" y="407"/>
                            </a:lnTo>
                            <a:lnTo>
                              <a:pt x="6901" y="407"/>
                            </a:lnTo>
                            <a:lnTo>
                              <a:pt x="6711" y="407"/>
                            </a:lnTo>
                            <a:lnTo>
                              <a:pt x="6695" y="407"/>
                            </a:lnTo>
                            <a:lnTo>
                              <a:pt x="6688" y="407"/>
                            </a:lnTo>
                            <a:lnTo>
                              <a:pt x="6682" y="406"/>
                            </a:lnTo>
                            <a:lnTo>
                              <a:pt x="6675" y="405"/>
                            </a:lnTo>
                            <a:lnTo>
                              <a:pt x="6669" y="403"/>
                            </a:lnTo>
                            <a:lnTo>
                              <a:pt x="6664" y="401"/>
                            </a:lnTo>
                            <a:lnTo>
                              <a:pt x="6660" y="399"/>
                            </a:lnTo>
                            <a:lnTo>
                              <a:pt x="6658" y="397"/>
                            </a:lnTo>
                            <a:lnTo>
                              <a:pt x="6656" y="395"/>
                            </a:lnTo>
                            <a:lnTo>
                              <a:pt x="6653" y="392"/>
                            </a:lnTo>
                            <a:lnTo>
                              <a:pt x="6650" y="386"/>
                            </a:lnTo>
                            <a:lnTo>
                              <a:pt x="6649" y="383"/>
                            </a:lnTo>
                            <a:lnTo>
                              <a:pt x="6648" y="380"/>
                            </a:lnTo>
                            <a:lnTo>
                              <a:pt x="6646" y="374"/>
                            </a:lnTo>
                            <a:lnTo>
                              <a:pt x="6644" y="367"/>
                            </a:lnTo>
                            <a:lnTo>
                              <a:pt x="6644" y="358"/>
                            </a:lnTo>
                            <a:lnTo>
                              <a:pt x="6643" y="349"/>
                            </a:lnTo>
                            <a:lnTo>
                              <a:pt x="6487" y="349"/>
                            </a:lnTo>
                            <a:lnTo>
                              <a:pt x="6487" y="384"/>
                            </a:lnTo>
                            <a:close/>
                            <a:moveTo>
                              <a:pt x="6266" y="516"/>
                            </a:moveTo>
                            <a:lnTo>
                              <a:pt x="6422" y="516"/>
                            </a:lnTo>
                            <a:lnTo>
                              <a:pt x="6422" y="6"/>
                            </a:lnTo>
                            <a:lnTo>
                              <a:pt x="6266" y="6"/>
                            </a:lnTo>
                            <a:lnTo>
                              <a:pt x="6266" y="516"/>
                            </a:lnTo>
                            <a:close/>
                            <a:moveTo>
                              <a:pt x="5701" y="516"/>
                            </a:moveTo>
                            <a:lnTo>
                              <a:pt x="6207" y="516"/>
                            </a:lnTo>
                            <a:lnTo>
                              <a:pt x="6207" y="384"/>
                            </a:lnTo>
                            <a:lnTo>
                              <a:pt x="5857" y="384"/>
                            </a:lnTo>
                            <a:lnTo>
                              <a:pt x="5857" y="6"/>
                            </a:lnTo>
                            <a:lnTo>
                              <a:pt x="5701" y="6"/>
                            </a:lnTo>
                            <a:lnTo>
                              <a:pt x="5701" y="516"/>
                            </a:lnTo>
                            <a:close/>
                            <a:moveTo>
                              <a:pt x="5099" y="233"/>
                            </a:moveTo>
                            <a:lnTo>
                              <a:pt x="5099" y="222"/>
                            </a:lnTo>
                            <a:lnTo>
                              <a:pt x="5100" y="211"/>
                            </a:lnTo>
                            <a:lnTo>
                              <a:pt x="5101" y="201"/>
                            </a:lnTo>
                            <a:lnTo>
                              <a:pt x="5102" y="191"/>
                            </a:lnTo>
                            <a:lnTo>
                              <a:pt x="5105" y="181"/>
                            </a:lnTo>
                            <a:lnTo>
                              <a:pt x="5108" y="173"/>
                            </a:lnTo>
                            <a:lnTo>
                              <a:pt x="5113" y="165"/>
                            </a:lnTo>
                            <a:lnTo>
                              <a:pt x="5115" y="162"/>
                            </a:lnTo>
                            <a:lnTo>
                              <a:pt x="5118" y="159"/>
                            </a:lnTo>
                            <a:lnTo>
                              <a:pt x="5120" y="155"/>
                            </a:lnTo>
                            <a:lnTo>
                              <a:pt x="5123" y="152"/>
                            </a:lnTo>
                            <a:lnTo>
                              <a:pt x="5126" y="150"/>
                            </a:lnTo>
                            <a:lnTo>
                              <a:pt x="5130" y="147"/>
                            </a:lnTo>
                            <a:lnTo>
                              <a:pt x="5134" y="145"/>
                            </a:lnTo>
                            <a:lnTo>
                              <a:pt x="5138" y="142"/>
                            </a:lnTo>
                            <a:lnTo>
                              <a:pt x="5142" y="140"/>
                            </a:lnTo>
                            <a:lnTo>
                              <a:pt x="5147" y="139"/>
                            </a:lnTo>
                            <a:lnTo>
                              <a:pt x="5152" y="137"/>
                            </a:lnTo>
                            <a:lnTo>
                              <a:pt x="5157" y="136"/>
                            </a:lnTo>
                            <a:lnTo>
                              <a:pt x="5168" y="134"/>
                            </a:lnTo>
                            <a:lnTo>
                              <a:pt x="5182" y="132"/>
                            </a:lnTo>
                            <a:lnTo>
                              <a:pt x="5197" y="132"/>
                            </a:lnTo>
                            <a:lnTo>
                              <a:pt x="5379" y="132"/>
                            </a:lnTo>
                            <a:lnTo>
                              <a:pt x="5394" y="132"/>
                            </a:lnTo>
                            <a:lnTo>
                              <a:pt x="5407" y="134"/>
                            </a:lnTo>
                            <a:lnTo>
                              <a:pt x="5413" y="135"/>
                            </a:lnTo>
                            <a:lnTo>
                              <a:pt x="5419" y="136"/>
                            </a:lnTo>
                            <a:lnTo>
                              <a:pt x="5424" y="137"/>
                            </a:lnTo>
                            <a:lnTo>
                              <a:pt x="5429" y="139"/>
                            </a:lnTo>
                            <a:lnTo>
                              <a:pt x="5438" y="142"/>
                            </a:lnTo>
                            <a:lnTo>
                              <a:pt x="5446" y="147"/>
                            </a:lnTo>
                            <a:lnTo>
                              <a:pt x="5453" y="152"/>
                            </a:lnTo>
                            <a:lnTo>
                              <a:pt x="5458" y="159"/>
                            </a:lnTo>
                            <a:lnTo>
                              <a:pt x="5463" y="165"/>
                            </a:lnTo>
                            <a:lnTo>
                              <a:pt x="5467" y="173"/>
                            </a:lnTo>
                            <a:lnTo>
                              <a:pt x="5469" y="177"/>
                            </a:lnTo>
                            <a:lnTo>
                              <a:pt x="5470" y="181"/>
                            </a:lnTo>
                            <a:lnTo>
                              <a:pt x="5472" y="186"/>
                            </a:lnTo>
                            <a:lnTo>
                              <a:pt x="5474" y="191"/>
                            </a:lnTo>
                            <a:lnTo>
                              <a:pt x="5475" y="201"/>
                            </a:lnTo>
                            <a:lnTo>
                              <a:pt x="5476" y="211"/>
                            </a:lnTo>
                            <a:lnTo>
                              <a:pt x="5477" y="222"/>
                            </a:lnTo>
                            <a:lnTo>
                              <a:pt x="5477" y="233"/>
                            </a:lnTo>
                            <a:lnTo>
                              <a:pt x="5477" y="289"/>
                            </a:lnTo>
                            <a:lnTo>
                              <a:pt x="5477" y="302"/>
                            </a:lnTo>
                            <a:lnTo>
                              <a:pt x="5476" y="314"/>
                            </a:lnTo>
                            <a:lnTo>
                              <a:pt x="5475" y="325"/>
                            </a:lnTo>
                            <a:lnTo>
                              <a:pt x="5474" y="335"/>
                            </a:lnTo>
                            <a:lnTo>
                              <a:pt x="5470" y="345"/>
                            </a:lnTo>
                            <a:lnTo>
                              <a:pt x="5469" y="349"/>
                            </a:lnTo>
                            <a:lnTo>
                              <a:pt x="5468" y="353"/>
                            </a:lnTo>
                            <a:lnTo>
                              <a:pt x="5464" y="361"/>
                            </a:lnTo>
                            <a:lnTo>
                              <a:pt x="5462" y="364"/>
                            </a:lnTo>
                            <a:lnTo>
                              <a:pt x="5459" y="367"/>
                            </a:lnTo>
                            <a:lnTo>
                              <a:pt x="5457" y="370"/>
                            </a:lnTo>
                            <a:lnTo>
                              <a:pt x="5454" y="372"/>
                            </a:lnTo>
                            <a:lnTo>
                              <a:pt x="5448" y="377"/>
                            </a:lnTo>
                            <a:lnTo>
                              <a:pt x="5441" y="381"/>
                            </a:lnTo>
                            <a:lnTo>
                              <a:pt x="5433" y="384"/>
                            </a:lnTo>
                            <a:lnTo>
                              <a:pt x="5423" y="387"/>
                            </a:lnTo>
                            <a:lnTo>
                              <a:pt x="5413" y="388"/>
                            </a:lnTo>
                            <a:lnTo>
                              <a:pt x="5400" y="389"/>
                            </a:lnTo>
                            <a:lnTo>
                              <a:pt x="5387" y="391"/>
                            </a:lnTo>
                            <a:lnTo>
                              <a:pt x="5189" y="391"/>
                            </a:lnTo>
                            <a:lnTo>
                              <a:pt x="5176" y="389"/>
                            </a:lnTo>
                            <a:lnTo>
                              <a:pt x="5163" y="388"/>
                            </a:lnTo>
                            <a:lnTo>
                              <a:pt x="5153" y="387"/>
                            </a:lnTo>
                            <a:lnTo>
                              <a:pt x="5143" y="384"/>
                            </a:lnTo>
                            <a:lnTo>
                              <a:pt x="5135" y="381"/>
                            </a:lnTo>
                            <a:lnTo>
                              <a:pt x="5128" y="377"/>
                            </a:lnTo>
                            <a:lnTo>
                              <a:pt x="5122" y="372"/>
                            </a:lnTo>
                            <a:lnTo>
                              <a:pt x="5119" y="370"/>
                            </a:lnTo>
                            <a:lnTo>
                              <a:pt x="5117" y="367"/>
                            </a:lnTo>
                            <a:lnTo>
                              <a:pt x="5112" y="361"/>
                            </a:lnTo>
                            <a:lnTo>
                              <a:pt x="5107" y="353"/>
                            </a:lnTo>
                            <a:lnTo>
                              <a:pt x="5105" y="345"/>
                            </a:lnTo>
                            <a:lnTo>
                              <a:pt x="5102" y="335"/>
                            </a:lnTo>
                            <a:lnTo>
                              <a:pt x="5101" y="325"/>
                            </a:lnTo>
                            <a:lnTo>
                              <a:pt x="5100" y="314"/>
                            </a:lnTo>
                            <a:lnTo>
                              <a:pt x="5099" y="302"/>
                            </a:lnTo>
                            <a:lnTo>
                              <a:pt x="5099" y="289"/>
                            </a:lnTo>
                            <a:lnTo>
                              <a:pt x="5099" y="233"/>
                            </a:lnTo>
                            <a:close/>
                            <a:moveTo>
                              <a:pt x="4940" y="336"/>
                            </a:moveTo>
                            <a:lnTo>
                              <a:pt x="4940" y="351"/>
                            </a:lnTo>
                            <a:lnTo>
                              <a:pt x="4941" y="364"/>
                            </a:lnTo>
                            <a:lnTo>
                              <a:pt x="4942" y="376"/>
                            </a:lnTo>
                            <a:lnTo>
                              <a:pt x="4943" y="387"/>
                            </a:lnTo>
                            <a:lnTo>
                              <a:pt x="4946" y="399"/>
                            </a:lnTo>
                            <a:lnTo>
                              <a:pt x="4948" y="409"/>
                            </a:lnTo>
                            <a:lnTo>
                              <a:pt x="4951" y="419"/>
                            </a:lnTo>
                            <a:lnTo>
                              <a:pt x="4955" y="428"/>
                            </a:lnTo>
                            <a:lnTo>
                              <a:pt x="4958" y="437"/>
                            </a:lnTo>
                            <a:lnTo>
                              <a:pt x="4963" y="446"/>
                            </a:lnTo>
                            <a:lnTo>
                              <a:pt x="4968" y="454"/>
                            </a:lnTo>
                            <a:lnTo>
                              <a:pt x="4973" y="461"/>
                            </a:lnTo>
                            <a:lnTo>
                              <a:pt x="4978" y="467"/>
                            </a:lnTo>
                            <a:lnTo>
                              <a:pt x="4985" y="474"/>
                            </a:lnTo>
                            <a:lnTo>
                              <a:pt x="4992" y="479"/>
                            </a:lnTo>
                            <a:lnTo>
                              <a:pt x="4999" y="485"/>
                            </a:lnTo>
                            <a:lnTo>
                              <a:pt x="5006" y="489"/>
                            </a:lnTo>
                            <a:lnTo>
                              <a:pt x="5014" y="494"/>
                            </a:lnTo>
                            <a:lnTo>
                              <a:pt x="5030" y="502"/>
                            </a:lnTo>
                            <a:lnTo>
                              <a:pt x="5049" y="509"/>
                            </a:lnTo>
                            <a:lnTo>
                              <a:pt x="5059" y="511"/>
                            </a:lnTo>
                            <a:lnTo>
                              <a:pt x="5069" y="513"/>
                            </a:lnTo>
                            <a:lnTo>
                              <a:pt x="5079" y="515"/>
                            </a:lnTo>
                            <a:lnTo>
                              <a:pt x="5090" y="517"/>
                            </a:lnTo>
                            <a:lnTo>
                              <a:pt x="5114" y="519"/>
                            </a:lnTo>
                            <a:lnTo>
                              <a:pt x="5137" y="521"/>
                            </a:lnTo>
                            <a:lnTo>
                              <a:pt x="5163" y="521"/>
                            </a:lnTo>
                            <a:lnTo>
                              <a:pt x="5413" y="521"/>
                            </a:lnTo>
                            <a:lnTo>
                              <a:pt x="5439" y="521"/>
                            </a:lnTo>
                            <a:lnTo>
                              <a:pt x="5462" y="519"/>
                            </a:lnTo>
                            <a:lnTo>
                              <a:pt x="5475" y="518"/>
                            </a:lnTo>
                            <a:lnTo>
                              <a:pt x="5486" y="517"/>
                            </a:lnTo>
                            <a:lnTo>
                              <a:pt x="5507" y="513"/>
                            </a:lnTo>
                            <a:lnTo>
                              <a:pt x="5527" y="509"/>
                            </a:lnTo>
                            <a:lnTo>
                              <a:pt x="5537" y="506"/>
                            </a:lnTo>
                            <a:lnTo>
                              <a:pt x="5546" y="502"/>
                            </a:lnTo>
                            <a:lnTo>
                              <a:pt x="5554" y="499"/>
                            </a:lnTo>
                            <a:lnTo>
                              <a:pt x="5562" y="494"/>
                            </a:lnTo>
                            <a:lnTo>
                              <a:pt x="5570" y="489"/>
                            </a:lnTo>
                            <a:lnTo>
                              <a:pt x="5577" y="485"/>
                            </a:lnTo>
                            <a:lnTo>
                              <a:pt x="5584" y="479"/>
                            </a:lnTo>
                            <a:lnTo>
                              <a:pt x="5591" y="474"/>
                            </a:lnTo>
                            <a:lnTo>
                              <a:pt x="5598" y="467"/>
                            </a:lnTo>
                            <a:lnTo>
                              <a:pt x="5603" y="461"/>
                            </a:lnTo>
                            <a:lnTo>
                              <a:pt x="5609" y="454"/>
                            </a:lnTo>
                            <a:lnTo>
                              <a:pt x="5613" y="446"/>
                            </a:lnTo>
                            <a:lnTo>
                              <a:pt x="5618" y="437"/>
                            </a:lnTo>
                            <a:lnTo>
                              <a:pt x="5622" y="428"/>
                            </a:lnTo>
                            <a:lnTo>
                              <a:pt x="5625" y="419"/>
                            </a:lnTo>
                            <a:lnTo>
                              <a:pt x="5628" y="409"/>
                            </a:lnTo>
                            <a:lnTo>
                              <a:pt x="5631" y="399"/>
                            </a:lnTo>
                            <a:lnTo>
                              <a:pt x="5633" y="387"/>
                            </a:lnTo>
                            <a:lnTo>
                              <a:pt x="5634" y="376"/>
                            </a:lnTo>
                            <a:lnTo>
                              <a:pt x="5636" y="364"/>
                            </a:lnTo>
                            <a:lnTo>
                              <a:pt x="5636" y="351"/>
                            </a:lnTo>
                            <a:lnTo>
                              <a:pt x="5637" y="336"/>
                            </a:lnTo>
                            <a:lnTo>
                              <a:pt x="5637" y="185"/>
                            </a:lnTo>
                            <a:lnTo>
                              <a:pt x="5636" y="171"/>
                            </a:lnTo>
                            <a:lnTo>
                              <a:pt x="5636" y="158"/>
                            </a:lnTo>
                            <a:lnTo>
                              <a:pt x="5634" y="146"/>
                            </a:lnTo>
                            <a:lnTo>
                              <a:pt x="5633" y="134"/>
                            </a:lnTo>
                            <a:lnTo>
                              <a:pt x="5631" y="123"/>
                            </a:lnTo>
                            <a:lnTo>
                              <a:pt x="5628" y="112"/>
                            </a:lnTo>
                            <a:lnTo>
                              <a:pt x="5625" y="102"/>
                            </a:lnTo>
                            <a:lnTo>
                              <a:pt x="5622" y="93"/>
                            </a:lnTo>
                            <a:lnTo>
                              <a:pt x="5618" y="85"/>
                            </a:lnTo>
                            <a:lnTo>
                              <a:pt x="5613" y="75"/>
                            </a:lnTo>
                            <a:lnTo>
                              <a:pt x="5609" y="68"/>
                            </a:lnTo>
                            <a:lnTo>
                              <a:pt x="5603" y="61"/>
                            </a:lnTo>
                            <a:lnTo>
                              <a:pt x="5598" y="54"/>
                            </a:lnTo>
                            <a:lnTo>
                              <a:pt x="5591" y="48"/>
                            </a:lnTo>
                            <a:lnTo>
                              <a:pt x="5584" y="42"/>
                            </a:lnTo>
                            <a:lnTo>
                              <a:pt x="5577" y="37"/>
                            </a:lnTo>
                            <a:lnTo>
                              <a:pt x="5570" y="32"/>
                            </a:lnTo>
                            <a:lnTo>
                              <a:pt x="5562" y="28"/>
                            </a:lnTo>
                            <a:lnTo>
                              <a:pt x="5546" y="19"/>
                            </a:lnTo>
                            <a:lnTo>
                              <a:pt x="5527" y="13"/>
                            </a:lnTo>
                            <a:lnTo>
                              <a:pt x="5517" y="10"/>
                            </a:lnTo>
                            <a:lnTo>
                              <a:pt x="5507" y="8"/>
                            </a:lnTo>
                            <a:lnTo>
                              <a:pt x="5497" y="6"/>
                            </a:lnTo>
                            <a:lnTo>
                              <a:pt x="5486" y="5"/>
                            </a:lnTo>
                            <a:lnTo>
                              <a:pt x="5462" y="2"/>
                            </a:lnTo>
                            <a:lnTo>
                              <a:pt x="5439" y="1"/>
                            </a:lnTo>
                            <a:lnTo>
                              <a:pt x="5413" y="0"/>
                            </a:lnTo>
                            <a:lnTo>
                              <a:pt x="5163" y="0"/>
                            </a:lnTo>
                            <a:lnTo>
                              <a:pt x="5137" y="1"/>
                            </a:lnTo>
                            <a:lnTo>
                              <a:pt x="5114" y="2"/>
                            </a:lnTo>
                            <a:lnTo>
                              <a:pt x="5101" y="3"/>
                            </a:lnTo>
                            <a:lnTo>
                              <a:pt x="5090" y="5"/>
                            </a:lnTo>
                            <a:lnTo>
                              <a:pt x="5069" y="8"/>
                            </a:lnTo>
                            <a:lnTo>
                              <a:pt x="5049" y="13"/>
                            </a:lnTo>
                            <a:lnTo>
                              <a:pt x="5039" y="16"/>
                            </a:lnTo>
                            <a:lnTo>
                              <a:pt x="5030" y="19"/>
                            </a:lnTo>
                            <a:lnTo>
                              <a:pt x="5022" y="23"/>
                            </a:lnTo>
                            <a:lnTo>
                              <a:pt x="5014" y="28"/>
                            </a:lnTo>
                            <a:lnTo>
                              <a:pt x="5006" y="32"/>
                            </a:lnTo>
                            <a:lnTo>
                              <a:pt x="4999" y="37"/>
                            </a:lnTo>
                            <a:lnTo>
                              <a:pt x="4992" y="42"/>
                            </a:lnTo>
                            <a:lnTo>
                              <a:pt x="4985" y="48"/>
                            </a:lnTo>
                            <a:lnTo>
                              <a:pt x="4978" y="54"/>
                            </a:lnTo>
                            <a:lnTo>
                              <a:pt x="4973" y="61"/>
                            </a:lnTo>
                            <a:lnTo>
                              <a:pt x="4968" y="68"/>
                            </a:lnTo>
                            <a:lnTo>
                              <a:pt x="4963" y="75"/>
                            </a:lnTo>
                            <a:lnTo>
                              <a:pt x="4958" y="85"/>
                            </a:lnTo>
                            <a:lnTo>
                              <a:pt x="4955" y="93"/>
                            </a:lnTo>
                            <a:lnTo>
                              <a:pt x="4951" y="102"/>
                            </a:lnTo>
                            <a:lnTo>
                              <a:pt x="4948" y="112"/>
                            </a:lnTo>
                            <a:lnTo>
                              <a:pt x="4946" y="123"/>
                            </a:lnTo>
                            <a:lnTo>
                              <a:pt x="4943" y="134"/>
                            </a:lnTo>
                            <a:lnTo>
                              <a:pt x="4942" y="146"/>
                            </a:lnTo>
                            <a:lnTo>
                              <a:pt x="4941" y="158"/>
                            </a:lnTo>
                            <a:lnTo>
                              <a:pt x="4940" y="171"/>
                            </a:lnTo>
                            <a:lnTo>
                              <a:pt x="4940" y="185"/>
                            </a:lnTo>
                            <a:lnTo>
                              <a:pt x="4940" y="336"/>
                            </a:lnTo>
                            <a:close/>
                            <a:moveTo>
                              <a:pt x="4439" y="133"/>
                            </a:moveTo>
                            <a:lnTo>
                              <a:pt x="4668" y="133"/>
                            </a:lnTo>
                            <a:lnTo>
                              <a:pt x="4676" y="133"/>
                            </a:lnTo>
                            <a:lnTo>
                              <a:pt x="4684" y="134"/>
                            </a:lnTo>
                            <a:lnTo>
                              <a:pt x="4692" y="135"/>
                            </a:lnTo>
                            <a:lnTo>
                              <a:pt x="4698" y="137"/>
                            </a:lnTo>
                            <a:lnTo>
                              <a:pt x="4704" y="139"/>
                            </a:lnTo>
                            <a:lnTo>
                              <a:pt x="4709" y="141"/>
                            </a:lnTo>
                            <a:lnTo>
                              <a:pt x="4714" y="144"/>
                            </a:lnTo>
                            <a:lnTo>
                              <a:pt x="4718" y="147"/>
                            </a:lnTo>
                            <a:lnTo>
                              <a:pt x="4721" y="151"/>
                            </a:lnTo>
                            <a:lnTo>
                              <a:pt x="4724" y="155"/>
                            </a:lnTo>
                            <a:lnTo>
                              <a:pt x="4726" y="159"/>
                            </a:lnTo>
                            <a:lnTo>
                              <a:pt x="4728" y="164"/>
                            </a:lnTo>
                            <a:lnTo>
                              <a:pt x="4730" y="169"/>
                            </a:lnTo>
                            <a:lnTo>
                              <a:pt x="4731" y="174"/>
                            </a:lnTo>
                            <a:lnTo>
                              <a:pt x="4732" y="180"/>
                            </a:lnTo>
                            <a:lnTo>
                              <a:pt x="4732" y="187"/>
                            </a:lnTo>
                            <a:lnTo>
                              <a:pt x="4732" y="207"/>
                            </a:lnTo>
                            <a:lnTo>
                              <a:pt x="4732" y="212"/>
                            </a:lnTo>
                            <a:lnTo>
                              <a:pt x="4731" y="218"/>
                            </a:lnTo>
                            <a:lnTo>
                              <a:pt x="4730" y="223"/>
                            </a:lnTo>
                            <a:lnTo>
                              <a:pt x="4729" y="228"/>
                            </a:lnTo>
                            <a:lnTo>
                              <a:pt x="4727" y="232"/>
                            </a:lnTo>
                            <a:lnTo>
                              <a:pt x="4725" y="238"/>
                            </a:lnTo>
                            <a:lnTo>
                              <a:pt x="4723" y="242"/>
                            </a:lnTo>
                            <a:lnTo>
                              <a:pt x="4720" y="245"/>
                            </a:lnTo>
                            <a:lnTo>
                              <a:pt x="4717" y="249"/>
                            </a:lnTo>
                            <a:lnTo>
                              <a:pt x="4714" y="252"/>
                            </a:lnTo>
                            <a:lnTo>
                              <a:pt x="4709" y="254"/>
                            </a:lnTo>
                            <a:lnTo>
                              <a:pt x="4705" y="257"/>
                            </a:lnTo>
                            <a:lnTo>
                              <a:pt x="4700" y="258"/>
                            </a:lnTo>
                            <a:lnTo>
                              <a:pt x="4694" y="260"/>
                            </a:lnTo>
                            <a:lnTo>
                              <a:pt x="4688" y="260"/>
                            </a:lnTo>
                            <a:lnTo>
                              <a:pt x="4681" y="261"/>
                            </a:lnTo>
                            <a:lnTo>
                              <a:pt x="4439" y="261"/>
                            </a:lnTo>
                            <a:lnTo>
                              <a:pt x="4439" y="133"/>
                            </a:lnTo>
                            <a:close/>
                            <a:moveTo>
                              <a:pt x="4284" y="516"/>
                            </a:moveTo>
                            <a:lnTo>
                              <a:pt x="4439" y="516"/>
                            </a:lnTo>
                            <a:lnTo>
                              <a:pt x="4439" y="387"/>
                            </a:lnTo>
                            <a:lnTo>
                              <a:pt x="4749" y="387"/>
                            </a:lnTo>
                            <a:lnTo>
                              <a:pt x="4759" y="387"/>
                            </a:lnTo>
                            <a:lnTo>
                              <a:pt x="4769" y="386"/>
                            </a:lnTo>
                            <a:lnTo>
                              <a:pt x="4778" y="385"/>
                            </a:lnTo>
                            <a:lnTo>
                              <a:pt x="4786" y="383"/>
                            </a:lnTo>
                            <a:lnTo>
                              <a:pt x="4795" y="381"/>
                            </a:lnTo>
                            <a:lnTo>
                              <a:pt x="4803" y="379"/>
                            </a:lnTo>
                            <a:lnTo>
                              <a:pt x="4811" y="376"/>
                            </a:lnTo>
                            <a:lnTo>
                              <a:pt x="4818" y="373"/>
                            </a:lnTo>
                            <a:lnTo>
                              <a:pt x="4825" y="369"/>
                            </a:lnTo>
                            <a:lnTo>
                              <a:pt x="4831" y="365"/>
                            </a:lnTo>
                            <a:lnTo>
                              <a:pt x="4837" y="361"/>
                            </a:lnTo>
                            <a:lnTo>
                              <a:pt x="4842" y="356"/>
                            </a:lnTo>
                            <a:lnTo>
                              <a:pt x="4848" y="351"/>
                            </a:lnTo>
                            <a:lnTo>
                              <a:pt x="4853" y="346"/>
                            </a:lnTo>
                            <a:lnTo>
                              <a:pt x="4857" y="341"/>
                            </a:lnTo>
                            <a:lnTo>
                              <a:pt x="4861" y="334"/>
                            </a:lnTo>
                            <a:lnTo>
                              <a:pt x="4865" y="328"/>
                            </a:lnTo>
                            <a:lnTo>
                              <a:pt x="4870" y="322"/>
                            </a:lnTo>
                            <a:lnTo>
                              <a:pt x="4873" y="316"/>
                            </a:lnTo>
                            <a:lnTo>
                              <a:pt x="4876" y="309"/>
                            </a:lnTo>
                            <a:lnTo>
                              <a:pt x="4879" y="303"/>
                            </a:lnTo>
                            <a:lnTo>
                              <a:pt x="4881" y="296"/>
                            </a:lnTo>
                            <a:lnTo>
                              <a:pt x="4883" y="289"/>
                            </a:lnTo>
                            <a:lnTo>
                              <a:pt x="4885" y="281"/>
                            </a:lnTo>
                            <a:lnTo>
                              <a:pt x="4888" y="267"/>
                            </a:lnTo>
                            <a:lnTo>
                              <a:pt x="4890" y="253"/>
                            </a:lnTo>
                            <a:lnTo>
                              <a:pt x="4892" y="239"/>
                            </a:lnTo>
                            <a:lnTo>
                              <a:pt x="4892" y="224"/>
                            </a:lnTo>
                            <a:lnTo>
                              <a:pt x="4892" y="180"/>
                            </a:lnTo>
                            <a:lnTo>
                              <a:pt x="4892" y="162"/>
                            </a:lnTo>
                            <a:lnTo>
                              <a:pt x="4890" y="145"/>
                            </a:lnTo>
                            <a:lnTo>
                              <a:pt x="4889" y="136"/>
                            </a:lnTo>
                            <a:lnTo>
                              <a:pt x="4888" y="127"/>
                            </a:lnTo>
                            <a:lnTo>
                              <a:pt x="4884" y="111"/>
                            </a:lnTo>
                            <a:lnTo>
                              <a:pt x="4879" y="96"/>
                            </a:lnTo>
                            <a:lnTo>
                              <a:pt x="4877" y="89"/>
                            </a:lnTo>
                            <a:lnTo>
                              <a:pt x="4873" y="82"/>
                            </a:lnTo>
                            <a:lnTo>
                              <a:pt x="4870" y="74"/>
                            </a:lnTo>
                            <a:lnTo>
                              <a:pt x="4865" y="68"/>
                            </a:lnTo>
                            <a:lnTo>
                              <a:pt x="4860" y="62"/>
                            </a:lnTo>
                            <a:lnTo>
                              <a:pt x="4855" y="56"/>
                            </a:lnTo>
                            <a:lnTo>
                              <a:pt x="4850" y="50"/>
                            </a:lnTo>
                            <a:lnTo>
                              <a:pt x="4844" y="45"/>
                            </a:lnTo>
                            <a:lnTo>
                              <a:pt x="4838" y="40"/>
                            </a:lnTo>
                            <a:lnTo>
                              <a:pt x="4831" y="35"/>
                            </a:lnTo>
                            <a:lnTo>
                              <a:pt x="4824" y="31"/>
                            </a:lnTo>
                            <a:lnTo>
                              <a:pt x="4817" y="27"/>
                            </a:lnTo>
                            <a:lnTo>
                              <a:pt x="4809" y="22"/>
                            </a:lnTo>
                            <a:lnTo>
                              <a:pt x="4799" y="19"/>
                            </a:lnTo>
                            <a:lnTo>
                              <a:pt x="4790" y="16"/>
                            </a:lnTo>
                            <a:lnTo>
                              <a:pt x="4780" y="13"/>
                            </a:lnTo>
                            <a:lnTo>
                              <a:pt x="4770" y="11"/>
                            </a:lnTo>
                            <a:lnTo>
                              <a:pt x="4759" y="9"/>
                            </a:lnTo>
                            <a:lnTo>
                              <a:pt x="4747" y="8"/>
                            </a:lnTo>
                            <a:lnTo>
                              <a:pt x="4734" y="7"/>
                            </a:lnTo>
                            <a:lnTo>
                              <a:pt x="4722" y="6"/>
                            </a:lnTo>
                            <a:lnTo>
                              <a:pt x="4708" y="6"/>
                            </a:lnTo>
                            <a:lnTo>
                              <a:pt x="4284" y="6"/>
                            </a:lnTo>
                            <a:lnTo>
                              <a:pt x="4284" y="516"/>
                            </a:lnTo>
                            <a:close/>
                            <a:moveTo>
                              <a:pt x="3668" y="233"/>
                            </a:moveTo>
                            <a:lnTo>
                              <a:pt x="3668" y="222"/>
                            </a:lnTo>
                            <a:lnTo>
                              <a:pt x="3669" y="211"/>
                            </a:lnTo>
                            <a:lnTo>
                              <a:pt x="3670" y="201"/>
                            </a:lnTo>
                            <a:lnTo>
                              <a:pt x="3672" y="191"/>
                            </a:lnTo>
                            <a:lnTo>
                              <a:pt x="3674" y="181"/>
                            </a:lnTo>
                            <a:lnTo>
                              <a:pt x="3677" y="173"/>
                            </a:lnTo>
                            <a:lnTo>
                              <a:pt x="3681" y="165"/>
                            </a:lnTo>
                            <a:lnTo>
                              <a:pt x="3683" y="162"/>
                            </a:lnTo>
                            <a:lnTo>
                              <a:pt x="3686" y="159"/>
                            </a:lnTo>
                            <a:lnTo>
                              <a:pt x="3689" y="155"/>
                            </a:lnTo>
                            <a:lnTo>
                              <a:pt x="3692" y="152"/>
                            </a:lnTo>
                            <a:lnTo>
                              <a:pt x="3695" y="150"/>
                            </a:lnTo>
                            <a:lnTo>
                              <a:pt x="3698" y="147"/>
                            </a:lnTo>
                            <a:lnTo>
                              <a:pt x="3702" y="145"/>
                            </a:lnTo>
                            <a:lnTo>
                              <a:pt x="3706" y="142"/>
                            </a:lnTo>
                            <a:lnTo>
                              <a:pt x="3710" y="140"/>
                            </a:lnTo>
                            <a:lnTo>
                              <a:pt x="3715" y="139"/>
                            </a:lnTo>
                            <a:lnTo>
                              <a:pt x="3721" y="137"/>
                            </a:lnTo>
                            <a:lnTo>
                              <a:pt x="3726" y="136"/>
                            </a:lnTo>
                            <a:lnTo>
                              <a:pt x="3738" y="134"/>
                            </a:lnTo>
                            <a:lnTo>
                              <a:pt x="3751" y="132"/>
                            </a:lnTo>
                            <a:lnTo>
                              <a:pt x="3765" y="132"/>
                            </a:lnTo>
                            <a:lnTo>
                              <a:pt x="3947" y="132"/>
                            </a:lnTo>
                            <a:lnTo>
                              <a:pt x="3963" y="132"/>
                            </a:lnTo>
                            <a:lnTo>
                              <a:pt x="3976" y="134"/>
                            </a:lnTo>
                            <a:lnTo>
                              <a:pt x="3982" y="135"/>
                            </a:lnTo>
                            <a:lnTo>
                              <a:pt x="3987" y="136"/>
                            </a:lnTo>
                            <a:lnTo>
                              <a:pt x="3993" y="137"/>
                            </a:lnTo>
                            <a:lnTo>
                              <a:pt x="3997" y="139"/>
                            </a:lnTo>
                            <a:lnTo>
                              <a:pt x="4006" y="142"/>
                            </a:lnTo>
                            <a:lnTo>
                              <a:pt x="4014" y="147"/>
                            </a:lnTo>
                            <a:lnTo>
                              <a:pt x="4022" y="152"/>
                            </a:lnTo>
                            <a:lnTo>
                              <a:pt x="4028" y="159"/>
                            </a:lnTo>
                            <a:lnTo>
                              <a:pt x="4032" y="165"/>
                            </a:lnTo>
                            <a:lnTo>
                              <a:pt x="4036" y="173"/>
                            </a:lnTo>
                            <a:lnTo>
                              <a:pt x="4038" y="177"/>
                            </a:lnTo>
                            <a:lnTo>
                              <a:pt x="4039" y="181"/>
                            </a:lnTo>
                            <a:lnTo>
                              <a:pt x="4041" y="186"/>
                            </a:lnTo>
                            <a:lnTo>
                              <a:pt x="4042" y="191"/>
                            </a:lnTo>
                            <a:lnTo>
                              <a:pt x="4043" y="201"/>
                            </a:lnTo>
                            <a:lnTo>
                              <a:pt x="4045" y="211"/>
                            </a:lnTo>
                            <a:lnTo>
                              <a:pt x="4045" y="222"/>
                            </a:lnTo>
                            <a:lnTo>
                              <a:pt x="4045" y="233"/>
                            </a:lnTo>
                            <a:lnTo>
                              <a:pt x="4045" y="289"/>
                            </a:lnTo>
                            <a:lnTo>
                              <a:pt x="4045" y="302"/>
                            </a:lnTo>
                            <a:lnTo>
                              <a:pt x="4045" y="314"/>
                            </a:lnTo>
                            <a:lnTo>
                              <a:pt x="4044" y="325"/>
                            </a:lnTo>
                            <a:lnTo>
                              <a:pt x="4042" y="335"/>
                            </a:lnTo>
                            <a:lnTo>
                              <a:pt x="4040" y="345"/>
                            </a:lnTo>
                            <a:lnTo>
                              <a:pt x="4038" y="349"/>
                            </a:lnTo>
                            <a:lnTo>
                              <a:pt x="4037" y="353"/>
                            </a:lnTo>
                            <a:lnTo>
                              <a:pt x="4035" y="357"/>
                            </a:lnTo>
                            <a:lnTo>
                              <a:pt x="4033" y="361"/>
                            </a:lnTo>
                            <a:lnTo>
                              <a:pt x="4031" y="364"/>
                            </a:lnTo>
                            <a:lnTo>
                              <a:pt x="4029" y="367"/>
                            </a:lnTo>
                            <a:lnTo>
                              <a:pt x="4026" y="370"/>
                            </a:lnTo>
                            <a:lnTo>
                              <a:pt x="4023" y="372"/>
                            </a:lnTo>
                            <a:lnTo>
                              <a:pt x="4016" y="377"/>
                            </a:lnTo>
                            <a:lnTo>
                              <a:pt x="4009" y="381"/>
                            </a:lnTo>
                            <a:lnTo>
                              <a:pt x="4001" y="384"/>
                            </a:lnTo>
                            <a:lnTo>
                              <a:pt x="3992" y="387"/>
                            </a:lnTo>
                            <a:lnTo>
                              <a:pt x="3981" y="388"/>
                            </a:lnTo>
                            <a:lnTo>
                              <a:pt x="3970" y="389"/>
                            </a:lnTo>
                            <a:lnTo>
                              <a:pt x="3956" y="391"/>
                            </a:lnTo>
                            <a:lnTo>
                              <a:pt x="3757" y="391"/>
                            </a:lnTo>
                            <a:lnTo>
                              <a:pt x="3744" y="389"/>
                            </a:lnTo>
                            <a:lnTo>
                              <a:pt x="3732" y="388"/>
                            </a:lnTo>
                            <a:lnTo>
                              <a:pt x="3722" y="387"/>
                            </a:lnTo>
                            <a:lnTo>
                              <a:pt x="3712" y="384"/>
                            </a:lnTo>
                            <a:lnTo>
                              <a:pt x="3703" y="381"/>
                            </a:lnTo>
                            <a:lnTo>
                              <a:pt x="3696" y="377"/>
                            </a:lnTo>
                            <a:lnTo>
                              <a:pt x="3690" y="372"/>
                            </a:lnTo>
                            <a:lnTo>
                              <a:pt x="3687" y="370"/>
                            </a:lnTo>
                            <a:lnTo>
                              <a:pt x="3685" y="367"/>
                            </a:lnTo>
                            <a:lnTo>
                              <a:pt x="3680" y="361"/>
                            </a:lnTo>
                            <a:lnTo>
                              <a:pt x="3677" y="353"/>
                            </a:lnTo>
                            <a:lnTo>
                              <a:pt x="3674" y="345"/>
                            </a:lnTo>
                            <a:lnTo>
                              <a:pt x="3672" y="335"/>
                            </a:lnTo>
                            <a:lnTo>
                              <a:pt x="3670" y="325"/>
                            </a:lnTo>
                            <a:lnTo>
                              <a:pt x="3669" y="314"/>
                            </a:lnTo>
                            <a:lnTo>
                              <a:pt x="3668" y="302"/>
                            </a:lnTo>
                            <a:lnTo>
                              <a:pt x="3668" y="289"/>
                            </a:lnTo>
                            <a:lnTo>
                              <a:pt x="3668" y="233"/>
                            </a:lnTo>
                            <a:close/>
                            <a:moveTo>
                              <a:pt x="3508" y="336"/>
                            </a:moveTo>
                            <a:lnTo>
                              <a:pt x="3508" y="351"/>
                            </a:lnTo>
                            <a:lnTo>
                              <a:pt x="3509" y="364"/>
                            </a:lnTo>
                            <a:lnTo>
                              <a:pt x="3510" y="376"/>
                            </a:lnTo>
                            <a:lnTo>
                              <a:pt x="3512" y="387"/>
                            </a:lnTo>
                            <a:lnTo>
                              <a:pt x="3514" y="399"/>
                            </a:lnTo>
                            <a:lnTo>
                              <a:pt x="3516" y="409"/>
                            </a:lnTo>
                            <a:lnTo>
                              <a:pt x="3519" y="419"/>
                            </a:lnTo>
                            <a:lnTo>
                              <a:pt x="3523" y="428"/>
                            </a:lnTo>
                            <a:lnTo>
                              <a:pt x="3527" y="437"/>
                            </a:lnTo>
                            <a:lnTo>
                              <a:pt x="3531" y="446"/>
                            </a:lnTo>
                            <a:lnTo>
                              <a:pt x="3536" y="454"/>
                            </a:lnTo>
                            <a:lnTo>
                              <a:pt x="3542" y="461"/>
                            </a:lnTo>
                            <a:lnTo>
                              <a:pt x="3548" y="467"/>
                            </a:lnTo>
                            <a:lnTo>
                              <a:pt x="3554" y="474"/>
                            </a:lnTo>
                            <a:lnTo>
                              <a:pt x="3560" y="479"/>
                            </a:lnTo>
                            <a:lnTo>
                              <a:pt x="3567" y="485"/>
                            </a:lnTo>
                            <a:lnTo>
                              <a:pt x="3574" y="489"/>
                            </a:lnTo>
                            <a:lnTo>
                              <a:pt x="3582" y="494"/>
                            </a:lnTo>
                            <a:lnTo>
                              <a:pt x="3600" y="502"/>
                            </a:lnTo>
                            <a:lnTo>
                              <a:pt x="3618" y="509"/>
                            </a:lnTo>
                            <a:lnTo>
                              <a:pt x="3627" y="511"/>
                            </a:lnTo>
                            <a:lnTo>
                              <a:pt x="3637" y="513"/>
                            </a:lnTo>
                            <a:lnTo>
                              <a:pt x="3648" y="515"/>
                            </a:lnTo>
                            <a:lnTo>
                              <a:pt x="3659" y="517"/>
                            </a:lnTo>
                            <a:lnTo>
                              <a:pt x="3682" y="519"/>
                            </a:lnTo>
                            <a:lnTo>
                              <a:pt x="3706" y="521"/>
                            </a:lnTo>
                            <a:lnTo>
                              <a:pt x="3732" y="521"/>
                            </a:lnTo>
                            <a:lnTo>
                              <a:pt x="3982" y="521"/>
                            </a:lnTo>
                            <a:lnTo>
                              <a:pt x="4007" y="521"/>
                            </a:lnTo>
                            <a:lnTo>
                              <a:pt x="4032" y="519"/>
                            </a:lnTo>
                            <a:lnTo>
                              <a:pt x="4043" y="518"/>
                            </a:lnTo>
                            <a:lnTo>
                              <a:pt x="4054" y="517"/>
                            </a:lnTo>
                            <a:lnTo>
                              <a:pt x="4075" y="513"/>
                            </a:lnTo>
                            <a:lnTo>
                              <a:pt x="4096" y="509"/>
                            </a:lnTo>
                            <a:lnTo>
                              <a:pt x="4105" y="506"/>
                            </a:lnTo>
                            <a:lnTo>
                              <a:pt x="4114" y="502"/>
                            </a:lnTo>
                            <a:lnTo>
                              <a:pt x="4122" y="499"/>
                            </a:lnTo>
                            <a:lnTo>
                              <a:pt x="4130" y="494"/>
                            </a:lnTo>
                            <a:lnTo>
                              <a:pt x="4138" y="489"/>
                            </a:lnTo>
                            <a:lnTo>
                              <a:pt x="4146" y="485"/>
                            </a:lnTo>
                            <a:lnTo>
                              <a:pt x="4153" y="479"/>
                            </a:lnTo>
                            <a:lnTo>
                              <a:pt x="4160" y="474"/>
                            </a:lnTo>
                            <a:lnTo>
                              <a:pt x="4166" y="467"/>
                            </a:lnTo>
                            <a:lnTo>
                              <a:pt x="4171" y="461"/>
                            </a:lnTo>
                            <a:lnTo>
                              <a:pt x="4177" y="454"/>
                            </a:lnTo>
                            <a:lnTo>
                              <a:pt x="4181" y="446"/>
                            </a:lnTo>
                            <a:lnTo>
                              <a:pt x="4186" y="437"/>
                            </a:lnTo>
                            <a:lnTo>
                              <a:pt x="4190" y="428"/>
                            </a:lnTo>
                            <a:lnTo>
                              <a:pt x="4193" y="419"/>
                            </a:lnTo>
                            <a:lnTo>
                              <a:pt x="4196" y="409"/>
                            </a:lnTo>
                            <a:lnTo>
                              <a:pt x="4199" y="399"/>
                            </a:lnTo>
                            <a:lnTo>
                              <a:pt x="4201" y="387"/>
                            </a:lnTo>
                            <a:lnTo>
                              <a:pt x="4204" y="376"/>
                            </a:lnTo>
                            <a:lnTo>
                              <a:pt x="4205" y="364"/>
                            </a:lnTo>
                            <a:lnTo>
                              <a:pt x="4205" y="351"/>
                            </a:lnTo>
                            <a:lnTo>
                              <a:pt x="4206" y="336"/>
                            </a:lnTo>
                            <a:lnTo>
                              <a:pt x="4206" y="185"/>
                            </a:lnTo>
                            <a:lnTo>
                              <a:pt x="4205" y="171"/>
                            </a:lnTo>
                            <a:lnTo>
                              <a:pt x="4205" y="158"/>
                            </a:lnTo>
                            <a:lnTo>
                              <a:pt x="4204" y="146"/>
                            </a:lnTo>
                            <a:lnTo>
                              <a:pt x="4201" y="134"/>
                            </a:lnTo>
                            <a:lnTo>
                              <a:pt x="4199" y="123"/>
                            </a:lnTo>
                            <a:lnTo>
                              <a:pt x="4196" y="112"/>
                            </a:lnTo>
                            <a:lnTo>
                              <a:pt x="4193" y="102"/>
                            </a:lnTo>
                            <a:lnTo>
                              <a:pt x="4190" y="93"/>
                            </a:lnTo>
                            <a:lnTo>
                              <a:pt x="4186" y="85"/>
                            </a:lnTo>
                            <a:lnTo>
                              <a:pt x="4181" y="75"/>
                            </a:lnTo>
                            <a:lnTo>
                              <a:pt x="4177" y="68"/>
                            </a:lnTo>
                            <a:lnTo>
                              <a:pt x="4171" y="61"/>
                            </a:lnTo>
                            <a:lnTo>
                              <a:pt x="4166" y="54"/>
                            </a:lnTo>
                            <a:lnTo>
                              <a:pt x="4160" y="48"/>
                            </a:lnTo>
                            <a:lnTo>
                              <a:pt x="4153" y="42"/>
                            </a:lnTo>
                            <a:lnTo>
                              <a:pt x="4146" y="37"/>
                            </a:lnTo>
                            <a:lnTo>
                              <a:pt x="4138" y="32"/>
                            </a:lnTo>
                            <a:lnTo>
                              <a:pt x="4130" y="28"/>
                            </a:lnTo>
                            <a:lnTo>
                              <a:pt x="4114" y="19"/>
                            </a:lnTo>
                            <a:lnTo>
                              <a:pt x="4096" y="13"/>
                            </a:lnTo>
                            <a:lnTo>
                              <a:pt x="4086" y="10"/>
                            </a:lnTo>
                            <a:lnTo>
                              <a:pt x="4075" y="8"/>
                            </a:lnTo>
                            <a:lnTo>
                              <a:pt x="4065" y="6"/>
                            </a:lnTo>
                            <a:lnTo>
                              <a:pt x="4054" y="5"/>
                            </a:lnTo>
                            <a:lnTo>
                              <a:pt x="4032" y="2"/>
                            </a:lnTo>
                            <a:lnTo>
                              <a:pt x="4007" y="1"/>
                            </a:lnTo>
                            <a:lnTo>
                              <a:pt x="3982" y="0"/>
                            </a:lnTo>
                            <a:lnTo>
                              <a:pt x="3732" y="0"/>
                            </a:lnTo>
                            <a:lnTo>
                              <a:pt x="3706" y="1"/>
                            </a:lnTo>
                            <a:lnTo>
                              <a:pt x="3682" y="2"/>
                            </a:lnTo>
                            <a:lnTo>
                              <a:pt x="3670" y="3"/>
                            </a:lnTo>
                            <a:lnTo>
                              <a:pt x="3659" y="5"/>
                            </a:lnTo>
                            <a:lnTo>
                              <a:pt x="3637" y="8"/>
                            </a:lnTo>
                            <a:lnTo>
                              <a:pt x="3618" y="13"/>
                            </a:lnTo>
                            <a:lnTo>
                              <a:pt x="3608" y="16"/>
                            </a:lnTo>
                            <a:lnTo>
                              <a:pt x="3600" y="19"/>
                            </a:lnTo>
                            <a:lnTo>
                              <a:pt x="3590" y="23"/>
                            </a:lnTo>
                            <a:lnTo>
                              <a:pt x="3582" y="28"/>
                            </a:lnTo>
                            <a:lnTo>
                              <a:pt x="3574" y="32"/>
                            </a:lnTo>
                            <a:lnTo>
                              <a:pt x="3567" y="37"/>
                            </a:lnTo>
                            <a:lnTo>
                              <a:pt x="3560" y="42"/>
                            </a:lnTo>
                            <a:lnTo>
                              <a:pt x="3554" y="48"/>
                            </a:lnTo>
                            <a:lnTo>
                              <a:pt x="3548" y="54"/>
                            </a:lnTo>
                            <a:lnTo>
                              <a:pt x="3542" y="61"/>
                            </a:lnTo>
                            <a:lnTo>
                              <a:pt x="3536" y="68"/>
                            </a:lnTo>
                            <a:lnTo>
                              <a:pt x="3531" y="75"/>
                            </a:lnTo>
                            <a:lnTo>
                              <a:pt x="3527" y="85"/>
                            </a:lnTo>
                            <a:lnTo>
                              <a:pt x="3523" y="93"/>
                            </a:lnTo>
                            <a:lnTo>
                              <a:pt x="3519" y="102"/>
                            </a:lnTo>
                            <a:lnTo>
                              <a:pt x="3516" y="112"/>
                            </a:lnTo>
                            <a:lnTo>
                              <a:pt x="3514" y="123"/>
                            </a:lnTo>
                            <a:lnTo>
                              <a:pt x="3512" y="134"/>
                            </a:lnTo>
                            <a:lnTo>
                              <a:pt x="3510" y="146"/>
                            </a:lnTo>
                            <a:lnTo>
                              <a:pt x="3509" y="158"/>
                            </a:lnTo>
                            <a:lnTo>
                              <a:pt x="3508" y="171"/>
                            </a:lnTo>
                            <a:lnTo>
                              <a:pt x="3508" y="185"/>
                            </a:lnTo>
                            <a:lnTo>
                              <a:pt x="3508" y="336"/>
                            </a:lnTo>
                            <a:close/>
                            <a:moveTo>
                              <a:pt x="2737" y="516"/>
                            </a:moveTo>
                            <a:lnTo>
                              <a:pt x="2894" y="516"/>
                            </a:lnTo>
                            <a:lnTo>
                              <a:pt x="2894" y="146"/>
                            </a:lnTo>
                            <a:lnTo>
                              <a:pt x="3188" y="516"/>
                            </a:lnTo>
                            <a:lnTo>
                              <a:pt x="3429" y="516"/>
                            </a:lnTo>
                            <a:lnTo>
                              <a:pt x="3429" y="6"/>
                            </a:lnTo>
                            <a:lnTo>
                              <a:pt x="3273" y="6"/>
                            </a:lnTo>
                            <a:lnTo>
                              <a:pt x="3273" y="376"/>
                            </a:lnTo>
                            <a:lnTo>
                              <a:pt x="2979" y="6"/>
                            </a:lnTo>
                            <a:lnTo>
                              <a:pt x="2737" y="6"/>
                            </a:lnTo>
                            <a:lnTo>
                              <a:pt x="2737" y="516"/>
                            </a:lnTo>
                            <a:close/>
                            <a:moveTo>
                              <a:pt x="2008" y="516"/>
                            </a:moveTo>
                            <a:lnTo>
                              <a:pt x="2164" y="516"/>
                            </a:lnTo>
                            <a:lnTo>
                              <a:pt x="2164" y="323"/>
                            </a:lnTo>
                            <a:lnTo>
                              <a:pt x="2492" y="323"/>
                            </a:lnTo>
                            <a:lnTo>
                              <a:pt x="2492" y="516"/>
                            </a:lnTo>
                            <a:lnTo>
                              <a:pt x="2649" y="516"/>
                            </a:lnTo>
                            <a:lnTo>
                              <a:pt x="2649" y="6"/>
                            </a:lnTo>
                            <a:lnTo>
                              <a:pt x="2492" y="6"/>
                            </a:lnTo>
                            <a:lnTo>
                              <a:pt x="2492" y="188"/>
                            </a:lnTo>
                            <a:lnTo>
                              <a:pt x="2164" y="188"/>
                            </a:lnTo>
                            <a:lnTo>
                              <a:pt x="2164" y="6"/>
                            </a:lnTo>
                            <a:lnTo>
                              <a:pt x="2008" y="6"/>
                            </a:lnTo>
                            <a:lnTo>
                              <a:pt x="2008" y="516"/>
                            </a:lnTo>
                            <a:close/>
                            <a:moveTo>
                              <a:pt x="1276" y="336"/>
                            </a:moveTo>
                            <a:lnTo>
                              <a:pt x="1276" y="351"/>
                            </a:lnTo>
                            <a:lnTo>
                              <a:pt x="1277" y="363"/>
                            </a:lnTo>
                            <a:lnTo>
                              <a:pt x="1278" y="376"/>
                            </a:lnTo>
                            <a:lnTo>
                              <a:pt x="1280" y="387"/>
                            </a:lnTo>
                            <a:lnTo>
                              <a:pt x="1282" y="399"/>
                            </a:lnTo>
                            <a:lnTo>
                              <a:pt x="1285" y="409"/>
                            </a:lnTo>
                            <a:lnTo>
                              <a:pt x="1288" y="419"/>
                            </a:lnTo>
                            <a:lnTo>
                              <a:pt x="1291" y="428"/>
                            </a:lnTo>
                            <a:lnTo>
                              <a:pt x="1295" y="437"/>
                            </a:lnTo>
                            <a:lnTo>
                              <a:pt x="1299" y="446"/>
                            </a:lnTo>
                            <a:lnTo>
                              <a:pt x="1305" y="454"/>
                            </a:lnTo>
                            <a:lnTo>
                              <a:pt x="1310" y="461"/>
                            </a:lnTo>
                            <a:lnTo>
                              <a:pt x="1316" y="467"/>
                            </a:lnTo>
                            <a:lnTo>
                              <a:pt x="1322" y="474"/>
                            </a:lnTo>
                            <a:lnTo>
                              <a:pt x="1329" y="479"/>
                            </a:lnTo>
                            <a:lnTo>
                              <a:pt x="1336" y="485"/>
                            </a:lnTo>
                            <a:lnTo>
                              <a:pt x="1343" y="489"/>
                            </a:lnTo>
                            <a:lnTo>
                              <a:pt x="1351" y="494"/>
                            </a:lnTo>
                            <a:lnTo>
                              <a:pt x="1368" y="502"/>
                            </a:lnTo>
                            <a:lnTo>
                              <a:pt x="1386" y="509"/>
                            </a:lnTo>
                            <a:lnTo>
                              <a:pt x="1396" y="511"/>
                            </a:lnTo>
                            <a:lnTo>
                              <a:pt x="1406" y="513"/>
                            </a:lnTo>
                            <a:lnTo>
                              <a:pt x="1416" y="515"/>
                            </a:lnTo>
                            <a:lnTo>
                              <a:pt x="1428" y="517"/>
                            </a:lnTo>
                            <a:lnTo>
                              <a:pt x="1450" y="519"/>
                            </a:lnTo>
                            <a:lnTo>
                              <a:pt x="1474" y="521"/>
                            </a:lnTo>
                            <a:lnTo>
                              <a:pt x="1500" y="521"/>
                            </a:lnTo>
                            <a:lnTo>
                              <a:pt x="1751" y="521"/>
                            </a:lnTo>
                            <a:lnTo>
                              <a:pt x="1766" y="521"/>
                            </a:lnTo>
                            <a:lnTo>
                              <a:pt x="1779" y="520"/>
                            </a:lnTo>
                            <a:lnTo>
                              <a:pt x="1793" y="519"/>
                            </a:lnTo>
                            <a:lnTo>
                              <a:pt x="1805" y="518"/>
                            </a:lnTo>
                            <a:lnTo>
                              <a:pt x="1816" y="516"/>
                            </a:lnTo>
                            <a:lnTo>
                              <a:pt x="1827" y="514"/>
                            </a:lnTo>
                            <a:lnTo>
                              <a:pt x="1837" y="512"/>
                            </a:lnTo>
                            <a:lnTo>
                              <a:pt x="1847" y="509"/>
                            </a:lnTo>
                            <a:lnTo>
                              <a:pt x="1864" y="503"/>
                            </a:lnTo>
                            <a:lnTo>
                              <a:pt x="1872" y="500"/>
                            </a:lnTo>
                            <a:lnTo>
                              <a:pt x="1879" y="496"/>
                            </a:lnTo>
                            <a:lnTo>
                              <a:pt x="1886" y="491"/>
                            </a:lnTo>
                            <a:lnTo>
                              <a:pt x="1892" y="486"/>
                            </a:lnTo>
                            <a:lnTo>
                              <a:pt x="1898" y="481"/>
                            </a:lnTo>
                            <a:lnTo>
                              <a:pt x="1903" y="476"/>
                            </a:lnTo>
                            <a:lnTo>
                              <a:pt x="1909" y="471"/>
                            </a:lnTo>
                            <a:lnTo>
                              <a:pt x="1913" y="466"/>
                            </a:lnTo>
                            <a:lnTo>
                              <a:pt x="1917" y="460"/>
                            </a:lnTo>
                            <a:lnTo>
                              <a:pt x="1921" y="454"/>
                            </a:lnTo>
                            <a:lnTo>
                              <a:pt x="1924" y="448"/>
                            </a:lnTo>
                            <a:lnTo>
                              <a:pt x="1927" y="441"/>
                            </a:lnTo>
                            <a:lnTo>
                              <a:pt x="1929" y="434"/>
                            </a:lnTo>
                            <a:lnTo>
                              <a:pt x="1932" y="428"/>
                            </a:lnTo>
                            <a:lnTo>
                              <a:pt x="1933" y="421"/>
                            </a:lnTo>
                            <a:lnTo>
                              <a:pt x="1935" y="414"/>
                            </a:lnTo>
                            <a:lnTo>
                              <a:pt x="1936" y="407"/>
                            </a:lnTo>
                            <a:lnTo>
                              <a:pt x="1937" y="399"/>
                            </a:lnTo>
                            <a:lnTo>
                              <a:pt x="1938" y="383"/>
                            </a:lnTo>
                            <a:lnTo>
                              <a:pt x="1939" y="368"/>
                            </a:lnTo>
                            <a:lnTo>
                              <a:pt x="1939" y="320"/>
                            </a:lnTo>
                            <a:lnTo>
                              <a:pt x="1782" y="320"/>
                            </a:lnTo>
                            <a:lnTo>
                              <a:pt x="1782" y="331"/>
                            </a:lnTo>
                            <a:lnTo>
                              <a:pt x="1781" y="341"/>
                            </a:lnTo>
                            <a:lnTo>
                              <a:pt x="1780" y="350"/>
                            </a:lnTo>
                            <a:lnTo>
                              <a:pt x="1778" y="358"/>
                            </a:lnTo>
                            <a:lnTo>
                              <a:pt x="1776" y="364"/>
                            </a:lnTo>
                            <a:lnTo>
                              <a:pt x="1774" y="367"/>
                            </a:lnTo>
                            <a:lnTo>
                              <a:pt x="1772" y="370"/>
                            </a:lnTo>
                            <a:lnTo>
                              <a:pt x="1768" y="375"/>
                            </a:lnTo>
                            <a:lnTo>
                              <a:pt x="1763" y="379"/>
                            </a:lnTo>
                            <a:lnTo>
                              <a:pt x="1758" y="382"/>
                            </a:lnTo>
                            <a:lnTo>
                              <a:pt x="1751" y="384"/>
                            </a:lnTo>
                            <a:lnTo>
                              <a:pt x="1744" y="386"/>
                            </a:lnTo>
                            <a:lnTo>
                              <a:pt x="1736" y="388"/>
                            </a:lnTo>
                            <a:lnTo>
                              <a:pt x="1715" y="389"/>
                            </a:lnTo>
                            <a:lnTo>
                              <a:pt x="1692" y="391"/>
                            </a:lnTo>
                            <a:lnTo>
                              <a:pt x="1525" y="391"/>
                            </a:lnTo>
                            <a:lnTo>
                              <a:pt x="1512" y="389"/>
                            </a:lnTo>
                            <a:lnTo>
                              <a:pt x="1501" y="388"/>
                            </a:lnTo>
                            <a:lnTo>
                              <a:pt x="1490" y="387"/>
                            </a:lnTo>
                            <a:lnTo>
                              <a:pt x="1480" y="384"/>
                            </a:lnTo>
                            <a:lnTo>
                              <a:pt x="1472" y="381"/>
                            </a:lnTo>
                            <a:lnTo>
                              <a:pt x="1465" y="377"/>
                            </a:lnTo>
                            <a:lnTo>
                              <a:pt x="1458" y="372"/>
                            </a:lnTo>
                            <a:lnTo>
                              <a:pt x="1456" y="370"/>
                            </a:lnTo>
                            <a:lnTo>
                              <a:pt x="1453" y="367"/>
                            </a:lnTo>
                            <a:lnTo>
                              <a:pt x="1449" y="361"/>
                            </a:lnTo>
                            <a:lnTo>
                              <a:pt x="1445" y="353"/>
                            </a:lnTo>
                            <a:lnTo>
                              <a:pt x="1442" y="345"/>
                            </a:lnTo>
                            <a:lnTo>
                              <a:pt x="1440" y="335"/>
                            </a:lnTo>
                            <a:lnTo>
                              <a:pt x="1439" y="330"/>
                            </a:lnTo>
                            <a:lnTo>
                              <a:pt x="1438" y="325"/>
                            </a:lnTo>
                            <a:lnTo>
                              <a:pt x="1437" y="314"/>
                            </a:lnTo>
                            <a:lnTo>
                              <a:pt x="1437" y="302"/>
                            </a:lnTo>
                            <a:lnTo>
                              <a:pt x="1437" y="289"/>
                            </a:lnTo>
                            <a:lnTo>
                              <a:pt x="1437" y="233"/>
                            </a:lnTo>
                            <a:lnTo>
                              <a:pt x="1437" y="221"/>
                            </a:lnTo>
                            <a:lnTo>
                              <a:pt x="1437" y="211"/>
                            </a:lnTo>
                            <a:lnTo>
                              <a:pt x="1439" y="201"/>
                            </a:lnTo>
                            <a:lnTo>
                              <a:pt x="1440" y="191"/>
                            </a:lnTo>
                            <a:lnTo>
                              <a:pt x="1443" y="181"/>
                            </a:lnTo>
                            <a:lnTo>
                              <a:pt x="1446" y="173"/>
                            </a:lnTo>
                            <a:lnTo>
                              <a:pt x="1450" y="165"/>
                            </a:lnTo>
                            <a:lnTo>
                              <a:pt x="1452" y="162"/>
                            </a:lnTo>
                            <a:lnTo>
                              <a:pt x="1454" y="159"/>
                            </a:lnTo>
                            <a:lnTo>
                              <a:pt x="1457" y="155"/>
                            </a:lnTo>
                            <a:lnTo>
                              <a:pt x="1460" y="152"/>
                            </a:lnTo>
                            <a:lnTo>
                              <a:pt x="1463" y="150"/>
                            </a:lnTo>
                            <a:lnTo>
                              <a:pt x="1467" y="147"/>
                            </a:lnTo>
                            <a:lnTo>
                              <a:pt x="1470" y="145"/>
                            </a:lnTo>
                            <a:lnTo>
                              <a:pt x="1474" y="142"/>
                            </a:lnTo>
                            <a:lnTo>
                              <a:pt x="1479" y="140"/>
                            </a:lnTo>
                            <a:lnTo>
                              <a:pt x="1484" y="139"/>
                            </a:lnTo>
                            <a:lnTo>
                              <a:pt x="1489" y="137"/>
                            </a:lnTo>
                            <a:lnTo>
                              <a:pt x="1495" y="136"/>
                            </a:lnTo>
                            <a:lnTo>
                              <a:pt x="1506" y="134"/>
                            </a:lnTo>
                            <a:lnTo>
                              <a:pt x="1519" y="132"/>
                            </a:lnTo>
                            <a:lnTo>
                              <a:pt x="1533" y="132"/>
                            </a:lnTo>
                            <a:lnTo>
                              <a:pt x="1703" y="132"/>
                            </a:lnTo>
                            <a:lnTo>
                              <a:pt x="1720" y="132"/>
                            </a:lnTo>
                            <a:lnTo>
                              <a:pt x="1728" y="133"/>
                            </a:lnTo>
                            <a:lnTo>
                              <a:pt x="1735" y="134"/>
                            </a:lnTo>
                            <a:lnTo>
                              <a:pt x="1741" y="135"/>
                            </a:lnTo>
                            <a:lnTo>
                              <a:pt x="1747" y="137"/>
                            </a:lnTo>
                            <a:lnTo>
                              <a:pt x="1753" y="139"/>
                            </a:lnTo>
                            <a:lnTo>
                              <a:pt x="1758" y="141"/>
                            </a:lnTo>
                            <a:lnTo>
                              <a:pt x="1760" y="143"/>
                            </a:lnTo>
                            <a:lnTo>
                              <a:pt x="1762" y="144"/>
                            </a:lnTo>
                            <a:lnTo>
                              <a:pt x="1766" y="148"/>
                            </a:lnTo>
                            <a:lnTo>
                              <a:pt x="1769" y="151"/>
                            </a:lnTo>
                            <a:lnTo>
                              <a:pt x="1772" y="156"/>
                            </a:lnTo>
                            <a:lnTo>
                              <a:pt x="1774" y="161"/>
                            </a:lnTo>
                            <a:lnTo>
                              <a:pt x="1775" y="166"/>
                            </a:lnTo>
                            <a:lnTo>
                              <a:pt x="1776" y="172"/>
                            </a:lnTo>
                            <a:lnTo>
                              <a:pt x="1776" y="178"/>
                            </a:lnTo>
                            <a:lnTo>
                              <a:pt x="1776" y="193"/>
                            </a:lnTo>
                            <a:lnTo>
                              <a:pt x="1932" y="193"/>
                            </a:lnTo>
                            <a:lnTo>
                              <a:pt x="1932" y="167"/>
                            </a:lnTo>
                            <a:lnTo>
                              <a:pt x="1931" y="143"/>
                            </a:lnTo>
                            <a:lnTo>
                              <a:pt x="1930" y="132"/>
                            </a:lnTo>
                            <a:lnTo>
                              <a:pt x="1929" y="121"/>
                            </a:lnTo>
                            <a:lnTo>
                              <a:pt x="1925" y="102"/>
                            </a:lnTo>
                            <a:lnTo>
                              <a:pt x="1923" y="93"/>
                            </a:lnTo>
                            <a:lnTo>
                              <a:pt x="1920" y="84"/>
                            </a:lnTo>
                            <a:lnTo>
                              <a:pt x="1917" y="76"/>
                            </a:lnTo>
                            <a:lnTo>
                              <a:pt x="1913" y="68"/>
                            </a:lnTo>
                            <a:lnTo>
                              <a:pt x="1909" y="61"/>
                            </a:lnTo>
                            <a:lnTo>
                              <a:pt x="1903" y="54"/>
                            </a:lnTo>
                            <a:lnTo>
                              <a:pt x="1897" y="48"/>
                            </a:lnTo>
                            <a:lnTo>
                              <a:pt x="1891" y="43"/>
                            </a:lnTo>
                            <a:lnTo>
                              <a:pt x="1885" y="37"/>
                            </a:lnTo>
                            <a:lnTo>
                              <a:pt x="1877" y="32"/>
                            </a:lnTo>
                            <a:lnTo>
                              <a:pt x="1869" y="28"/>
                            </a:lnTo>
                            <a:lnTo>
                              <a:pt x="1860" y="23"/>
                            </a:lnTo>
                            <a:lnTo>
                              <a:pt x="1851" y="19"/>
                            </a:lnTo>
                            <a:lnTo>
                              <a:pt x="1839" y="16"/>
                            </a:lnTo>
                            <a:lnTo>
                              <a:pt x="1828" y="13"/>
                            </a:lnTo>
                            <a:lnTo>
                              <a:pt x="1816" y="10"/>
                            </a:lnTo>
                            <a:lnTo>
                              <a:pt x="1803" y="8"/>
                            </a:lnTo>
                            <a:lnTo>
                              <a:pt x="1789" y="6"/>
                            </a:lnTo>
                            <a:lnTo>
                              <a:pt x="1773" y="4"/>
                            </a:lnTo>
                            <a:lnTo>
                              <a:pt x="1758" y="3"/>
                            </a:lnTo>
                            <a:lnTo>
                              <a:pt x="1722" y="1"/>
                            </a:lnTo>
                            <a:lnTo>
                              <a:pt x="1703" y="1"/>
                            </a:lnTo>
                            <a:lnTo>
                              <a:pt x="1684" y="0"/>
                            </a:lnTo>
                            <a:lnTo>
                              <a:pt x="1500" y="0"/>
                            </a:lnTo>
                            <a:lnTo>
                              <a:pt x="1474" y="1"/>
                            </a:lnTo>
                            <a:lnTo>
                              <a:pt x="1450" y="2"/>
                            </a:lnTo>
                            <a:lnTo>
                              <a:pt x="1439" y="3"/>
                            </a:lnTo>
                            <a:lnTo>
                              <a:pt x="1428" y="5"/>
                            </a:lnTo>
                            <a:lnTo>
                              <a:pt x="1406" y="8"/>
                            </a:lnTo>
                            <a:lnTo>
                              <a:pt x="1386" y="13"/>
                            </a:lnTo>
                            <a:lnTo>
                              <a:pt x="1377" y="16"/>
                            </a:lnTo>
                            <a:lnTo>
                              <a:pt x="1368" y="19"/>
                            </a:lnTo>
                            <a:lnTo>
                              <a:pt x="1359" y="23"/>
                            </a:lnTo>
                            <a:lnTo>
                              <a:pt x="1351" y="28"/>
                            </a:lnTo>
                            <a:lnTo>
                              <a:pt x="1343" y="32"/>
                            </a:lnTo>
                            <a:lnTo>
                              <a:pt x="1336" y="37"/>
                            </a:lnTo>
                            <a:lnTo>
                              <a:pt x="1329" y="42"/>
                            </a:lnTo>
                            <a:lnTo>
                              <a:pt x="1322" y="48"/>
                            </a:lnTo>
                            <a:lnTo>
                              <a:pt x="1316" y="54"/>
                            </a:lnTo>
                            <a:lnTo>
                              <a:pt x="1310" y="61"/>
                            </a:lnTo>
                            <a:lnTo>
                              <a:pt x="1305" y="68"/>
                            </a:lnTo>
                            <a:lnTo>
                              <a:pt x="1299" y="75"/>
                            </a:lnTo>
                            <a:lnTo>
                              <a:pt x="1295" y="85"/>
                            </a:lnTo>
                            <a:lnTo>
                              <a:pt x="1291" y="93"/>
                            </a:lnTo>
                            <a:lnTo>
                              <a:pt x="1288" y="102"/>
                            </a:lnTo>
                            <a:lnTo>
                              <a:pt x="1285" y="112"/>
                            </a:lnTo>
                            <a:lnTo>
                              <a:pt x="1282" y="123"/>
                            </a:lnTo>
                            <a:lnTo>
                              <a:pt x="1280" y="134"/>
                            </a:lnTo>
                            <a:lnTo>
                              <a:pt x="1278" y="146"/>
                            </a:lnTo>
                            <a:lnTo>
                              <a:pt x="1277" y="158"/>
                            </a:lnTo>
                            <a:lnTo>
                              <a:pt x="1276" y="171"/>
                            </a:lnTo>
                            <a:lnTo>
                              <a:pt x="1276" y="185"/>
                            </a:lnTo>
                            <a:lnTo>
                              <a:pt x="1276" y="336"/>
                            </a:lnTo>
                            <a:close/>
                            <a:moveTo>
                              <a:pt x="655" y="6"/>
                            </a:moveTo>
                            <a:lnTo>
                              <a:pt x="655" y="516"/>
                            </a:lnTo>
                            <a:lnTo>
                              <a:pt x="1219" y="516"/>
                            </a:lnTo>
                            <a:lnTo>
                              <a:pt x="1219" y="393"/>
                            </a:lnTo>
                            <a:lnTo>
                              <a:pt x="810" y="393"/>
                            </a:lnTo>
                            <a:lnTo>
                              <a:pt x="810" y="312"/>
                            </a:lnTo>
                            <a:lnTo>
                              <a:pt x="1189" y="312"/>
                            </a:lnTo>
                            <a:lnTo>
                              <a:pt x="1189" y="206"/>
                            </a:lnTo>
                            <a:lnTo>
                              <a:pt x="810" y="206"/>
                            </a:lnTo>
                            <a:lnTo>
                              <a:pt x="810" y="124"/>
                            </a:lnTo>
                            <a:lnTo>
                              <a:pt x="1210" y="124"/>
                            </a:lnTo>
                            <a:lnTo>
                              <a:pt x="1210" y="6"/>
                            </a:lnTo>
                            <a:lnTo>
                              <a:pt x="655" y="6"/>
                            </a:lnTo>
                            <a:close/>
                            <a:moveTo>
                              <a:pt x="0" y="6"/>
                            </a:moveTo>
                            <a:lnTo>
                              <a:pt x="0" y="133"/>
                            </a:lnTo>
                            <a:lnTo>
                              <a:pt x="219" y="133"/>
                            </a:lnTo>
                            <a:lnTo>
                              <a:pt x="219" y="516"/>
                            </a:lnTo>
                            <a:lnTo>
                              <a:pt x="375" y="516"/>
                            </a:lnTo>
                            <a:lnTo>
                              <a:pt x="375" y="133"/>
                            </a:lnTo>
                            <a:lnTo>
                              <a:pt x="594" y="133"/>
                            </a:lnTo>
                            <a:lnTo>
                              <a:pt x="594" y="6"/>
                            </a:lnTo>
                            <a:lnTo>
                              <a:pt x="0" y="6"/>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Freeform 7" style="position:absolute;margin-left:422.4pt;margin-top:788.15pt;width:116.2pt;height:8.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7128,521" o:spid="_x0000_s1026" fillcolor="black" stroked="f" path="m6487,384r,10l6488,404r1,9l6490,421r1,9l6493,437r2,8l6498,452r4,7l6505,465r4,5l6513,476r5,5l6522,485r6,5l6533,493r13,8l6561,507r8,3l6577,512r18,3l6615,518r22,2l6660,521r26,l6875,521r36,l6945,520r30,-2l6989,517r13,-1l7014,514r11,-2l7035,510r11,-3l7055,504r9,-3l7072,497r7,-5l7082,490r3,-2l7092,483r5,-5l7102,472r5,-6l7111,459r4,-7l7118,445r2,-9l7123,427r3,-19l7127,397r1,-12l7128,374r,-13l7128,348r-1,-13l7127,323r-2,-11l7124,301r-3,-9l7119,282r-3,-9l7112,265r-4,-7l7102,251r-5,-6l7091,239r-6,-6l7078,228r-8,-4l7066,222r-5,-2l7052,217r-11,-3l7030,211r-5,-1l7019,208r-13,-2l6978,203r-15,-1l6947,201r-35,-1l6873,199r-43,l6774,199r-44,l6713,198r-15,-1l6685,195r-11,-1l6665,191r-6,-3l6653,185r-2,-4l6649,179r-2,-5l6645,168r,-3l6644,162r,-8l6644,149r1,-4l6646,140r2,-3l6650,133r3,-3l6656,126r4,-2l6664,121r4,-2l6673,118r5,-1l6690,115r7,-1l6703,114r173,l6888,114r11,1l6909,116r8,1l6925,119r6,2l6936,124r4,2l6944,131r2,4l6948,139r1,5l6950,149r1,5l6951,167r156,l7107,151r,-16l7106,119r-1,-15l7102,97r-1,-7l7099,83r-2,-7l7095,70r-3,-6l7089,58r-4,-5l7081,47r-5,-5l7071,38r-6,-5l7059,29r-7,-5l7044,20r-9,-3l7026,14r-9,-3l7007,9,6996,7,6984,5,6970,3,6957,2,6942,1r-15,l6910,,6693,r-18,1l6658,1r-15,1l6628,4r-15,1l6601,7r-12,3l6578,13r-10,3l6558,19r-9,4l6542,28r-8,5l6528,37r-6,5l6517,48r-5,5l6508,59r-3,6l6501,71r-3,8l6495,85r-1,7l6492,99r-1,8l6490,114r-2,17l6488,147r,16l6488,186r1,20l6490,215r2,9l6493,232r2,9l6498,248r4,7l6505,261r4,6l6514,273r5,5l6524,282r7,6l6538,292r7,3l6554,299r10,3l6574,304r11,3l6609,311r15,1l6638,314r32,2l6708,317r41,l6816,317r52,1l6889,319r17,1l6921,322r13,2l6939,325r5,1l6952,329r6,4l6960,335r2,4l6963,341r2,3l6967,350r,7l6968,364r-1,7l6966,377r-2,6l6962,387r-3,5l6956,396r-4,2l6947,401r-5,2l6937,404r-5,1l6926,406r-13,1l6901,407r-190,l6695,407r-7,l6682,406r-7,-1l6669,403r-5,-2l6660,399r-2,-2l6656,395r-3,-3l6650,386r-1,-3l6648,380r-2,-6l6644,367r,-9l6643,349r-156,l6487,384xm6266,516r156,l6422,6r-156,l6266,516xm5701,516r506,l6207,384r-350,l5857,6r-156,l5701,516xm5099,233r,-11l5100,211r1,-10l5102,191r3,-10l5108,173r5,-8l5115,162r3,-3l5120,155r3,-3l5126,150r4,-3l5134,145r4,-3l5142,140r5,-1l5152,137r5,-1l5168,134r14,-2l5197,132r182,l5394,132r13,2l5413,135r6,1l5424,137r5,2l5438,142r8,5l5453,152r5,7l5463,165r4,8l5469,177r1,4l5472,186r2,5l5475,201r1,10l5477,222r,11l5477,289r,13l5476,314r-1,11l5474,335r-4,10l5469,349r-1,4l5464,361r-2,3l5459,367r-2,3l5454,372r-6,5l5441,381r-8,3l5423,387r-10,1l5400,389r-13,2l5189,391r-13,-2l5163,388r-10,-1l5143,384r-8,-3l5128,377r-6,-5l5119,370r-2,-3l5112,361r-5,-8l5105,345r-3,-10l5101,325r-1,-11l5099,302r,-13l5099,233xm4940,336r,15l4941,364r1,12l4943,387r3,12l4948,409r3,10l4955,428r3,9l4963,446r5,8l4973,461r5,6l4985,474r7,5l4999,485r7,4l5014,494r16,8l5049,509r10,2l5069,513r10,2l5090,517r24,2l5137,521r26,l5413,521r26,l5462,519r13,-1l5486,517r21,-4l5527,509r10,-3l5546,502r8,-3l5562,494r8,-5l5577,485r7,-6l5591,474r7,-7l5603,461r6,-7l5613,446r5,-9l5622,428r3,-9l5628,409r3,-10l5633,387r1,-11l5636,364r,-13l5637,336r,-151l5636,171r,-13l5634,146r-1,-12l5631,123r-3,-11l5625,102r-3,-9l5618,85r-5,-10l5609,68r-6,-7l5598,54r-7,-6l5584,42r-7,-5l5570,32r-8,-4l5546,19r-19,-6l5517,10,5507,8,5497,6,5486,5,5462,2,5439,1,5413,,5163,r-26,1l5114,2r-13,1l5090,5r-21,3l5049,13r-10,3l5030,19r-8,4l5014,28r-8,4l4999,37r-7,5l4985,48r-7,6l4973,61r-5,7l4963,75r-5,10l4955,93r-4,9l4948,112r-2,11l4943,134r-1,12l4941,158r-1,13l4940,185r,151xm4439,133r229,l4676,133r8,1l4692,135r6,2l4704,139r5,2l4714,144r4,3l4721,151r3,4l4726,159r2,5l4730,169r1,5l4732,180r,7l4732,207r,5l4731,218r-1,5l4729,228r-2,4l4725,238r-2,4l4720,245r-3,4l4714,252r-5,2l4705,257r-5,1l4694,260r-6,l4681,261r-242,l4439,133xm4284,516r155,l4439,387r310,l4759,387r10,-1l4778,385r8,-2l4795,381r8,-2l4811,376r7,-3l4825,369r6,-4l4837,361r5,-5l4848,351r5,-5l4857,341r4,-7l4865,328r5,-6l4873,316r3,-7l4879,303r2,-7l4883,289r2,-8l4888,267r2,-14l4892,239r,-15l4892,180r,-18l4890,145r-1,-9l4888,127r-4,-16l4879,96r-2,-7l4873,82r-3,-8l4865,68r-5,-6l4855,56r-5,-6l4844,45r-6,-5l4831,35r-7,-4l4817,27r-8,-5l4799,19r-9,-3l4780,13r-10,-2l4759,9,4747,8,4734,7,4722,6r-14,l4284,6r,510xm3668,233r,-11l3669,211r1,-10l3672,191r2,-10l3677,173r4,-8l3683,162r3,-3l3689,155r3,-3l3695,150r3,-3l3702,145r4,-3l3710,140r5,-1l3721,137r5,-1l3738,134r13,-2l3765,132r182,l3963,132r13,2l3982,135r5,1l3993,137r4,2l4006,142r8,5l4022,152r6,7l4032,165r4,8l4038,177r1,4l4041,186r1,5l4043,201r2,10l4045,222r,11l4045,289r,13l4045,314r-1,11l4042,335r-2,10l4038,349r-1,4l4035,357r-2,4l4031,364r-2,3l4026,370r-3,2l4016,377r-7,4l4001,384r-9,3l3981,388r-11,1l3956,391r-199,l3744,389r-12,-1l3722,387r-10,-3l3703,381r-7,-4l3690,372r-3,-2l3685,367r-5,-6l3677,353r-3,-8l3672,335r-2,-10l3669,314r-1,-12l3668,289r,-56xm3508,336r,15l3509,364r1,12l3512,387r2,12l3516,409r3,10l3523,428r4,9l3531,446r5,8l3542,461r6,6l3554,474r6,5l3567,485r7,4l3582,494r18,8l3618,509r9,2l3637,513r11,2l3659,517r23,2l3706,521r26,l3982,521r25,l4032,519r11,-1l4054,517r21,-4l4096,509r9,-3l4114,502r8,-3l4130,494r8,-5l4146,485r7,-6l4160,474r6,-7l4171,461r6,-7l4181,446r5,-9l4190,428r3,-9l4196,409r3,-10l4201,387r3,-11l4205,364r,-13l4206,336r,-151l4205,171r,-13l4204,146r-3,-12l4199,123r-3,-11l4193,102r-3,-9l4186,85r-5,-10l4177,68r-6,-7l4166,54r-6,-6l4153,42r-7,-5l4138,32r-8,-4l4114,19r-18,-6l4086,10,4075,8,4065,6,4054,5,4032,2,4007,1,3982,,3732,r-26,1l3682,2r-12,1l3659,5r-22,3l3618,13r-10,3l3600,19r-10,4l3582,28r-8,4l3567,37r-7,5l3554,48r-6,6l3542,61r-6,7l3531,75r-4,10l3523,93r-4,9l3516,112r-2,11l3512,134r-2,12l3509,158r-1,13l3508,185r,151xm2737,516r157,l2894,146r294,370l3429,516r,-510l3273,6r,370l2979,6r-242,l2737,516xm2008,516r156,l2164,323r328,l2492,516r157,l2649,6r-157,l2492,188r-328,l2164,6r-156,l2008,516xm1276,336r,15l1277,363r1,13l1280,387r2,12l1285,409r3,10l1291,428r4,9l1299,446r6,8l1310,461r6,6l1322,474r7,5l1336,485r7,4l1351,494r17,8l1386,509r10,2l1406,513r10,2l1428,517r22,2l1474,521r26,l1751,521r15,l1779,520r14,-1l1805,518r11,-2l1827,514r10,-2l1847,509r17,-6l1872,500r7,-4l1886,491r6,-5l1898,481r5,-5l1909,471r4,-5l1917,460r4,-6l1924,448r3,-7l1929,434r3,-6l1933,421r2,-7l1936,407r1,-8l1938,383r1,-15l1939,320r-157,l1782,331r-1,10l1780,350r-2,8l1776,364r-2,3l1772,370r-4,5l1763,379r-5,3l1751,384r-7,2l1736,388r-21,1l1692,391r-167,l1512,389r-11,-1l1490,387r-10,-3l1472,381r-7,-4l1458,372r-2,-2l1453,367r-4,-6l1445,353r-3,-8l1440,335r-1,-5l1438,325r-1,-11l1437,302r,-13l1437,233r,-12l1437,211r2,-10l1440,191r3,-10l1446,173r4,-8l1452,162r2,-3l1457,155r3,-3l1463,150r4,-3l1470,145r4,-3l1479,140r5,-1l1489,137r6,-1l1506,134r13,-2l1533,132r170,l1720,132r8,1l1735,134r6,1l1747,137r6,2l1758,141r2,2l1762,144r4,4l1769,151r3,5l1774,161r1,5l1776,172r,6l1776,193r156,l1932,167r-1,-24l1930,132r-1,-11l1925,102r-2,-9l1920,84r-3,-8l1913,68r-4,-7l1903,54r-6,-6l1891,43r-6,-6l1877,32r-8,-4l1860,23r-9,-4l1839,16r-11,-3l1816,10,1803,8,1789,6,1773,4,1758,3,1722,1r-19,l1684,,1500,r-26,1l1450,2r-11,1l1428,5r-22,3l1386,13r-9,3l1368,19r-9,4l1351,28r-8,4l1336,37r-7,5l1322,48r-6,6l1310,61r-5,7l1299,75r-4,10l1291,93r-3,9l1285,112r-3,11l1280,134r-2,12l1277,158r-1,13l1276,185r,151xm655,6r,510l1219,516r,-123l810,393r,-81l1189,312r,-106l810,206r,-82l1210,124r,-118l655,6xm,6l,133r219,l219,516r156,l375,133r219,l594,6,,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" w14:anchorId="22C0892C">
              <v:path arrowok="t" o:connecttype="custom" o:connectlocs="1351758,101574;1449909,106964;1473308,93697;1473515,56591;1450737,42702;1377227,37520;1380747,24668;1438313,27985;1468545,13267;1443283,622;1356106,4768;1343475,27155;1352379,59701;1430030,66334;1442040,79393;1382197,83954;1297505,106964;1056475,39593;1070141,27777;1132470,36691;1131434,74833;1064965,79601;1022929,72760;1036596,101367;1140338,106342;1164773,86856;1164152,19278;1135990,1036;1035146,7670;1022929,38349;979444,35033;974268,53274;994561,78564;1010712,61359;1008434,15340;982965,1658;763884,32131;824556,27985;837601,46019;831596,78150;763056,76077;728061,84783;753116,106342;855202,102403;870732,75455;862657,11194;767404,207;732202,14096;660141,106964;516020,38971;270227,94111;310606,108000;394056,98672;369000,66334;315783,81052;297561,65090;303773,30472;362995,28814;399439,25083;378525,2695;285136,3317;265465,25497;167727,25704" o:connectangles="0,0,0,0,0,0,0,0,0,0,0,0,0,0,0,0,0,0,0,0,0,0,0,0,0,0,0,0,0,0,0,0,0,0,0,0,0,0,0,0,0,0,0,0,0,0,0,0,0,0,0,0,0,0,0,0,0,0,0,0,0,0,0"/>
              <o:lock v:ext="edit" verticies="t" aspectratio="t"/>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6734" w14:textId="77777777" w:rsidR="001822F1" w:rsidRDefault="001822F1" w:rsidP="00174BB9">
    <w:pPr>
      <w:pStyle w:val="Footer"/>
      <w:rPr>
        <w:lang w:val="fi-FI"/>
      </w:rPr>
    </w:pPr>
  </w:p>
  <w:p w14:paraId="062B29F5" w14:textId="77777777" w:rsidR="001822F1" w:rsidRDefault="001822F1" w:rsidP="00174BB9">
    <w:pPr>
      <w:pStyle w:val="Footer"/>
      <w:rPr>
        <w:lang w:val="fi-FI"/>
      </w:rPr>
    </w:pPr>
  </w:p>
  <w:p w14:paraId="40F55D57" w14:textId="77777777" w:rsidR="001822F1" w:rsidRDefault="001822F1" w:rsidP="00174BB9">
    <w:pPr>
      <w:pStyle w:val="Footer"/>
      <w:rPr>
        <w:lang w:val="fi-FI"/>
      </w:rPr>
    </w:pPr>
  </w:p>
  <w:p w14:paraId="200ABB6F" w14:textId="77777777" w:rsidR="001822F1" w:rsidRDefault="001822F1" w:rsidP="00174BB9">
    <w:pPr>
      <w:pStyle w:val="Footer"/>
      <w:rPr>
        <w:lang w:val="fi-FI"/>
      </w:rPr>
    </w:pPr>
  </w:p>
  <w:p w14:paraId="56C54938" w14:textId="77777777" w:rsidR="001822F1" w:rsidRDefault="001822F1" w:rsidP="00174BB9">
    <w:pPr>
      <w:pStyle w:val="Footer"/>
      <w:rPr>
        <w:lang w:val="fi-FI"/>
      </w:rPr>
    </w:pPr>
  </w:p>
  <w:p w14:paraId="6996D683" w14:textId="77777777" w:rsidR="00715EAA" w:rsidRDefault="001822F1" w:rsidP="00174BB9">
    <w:pPr>
      <w:pStyle w:val="Footer"/>
    </w:pPr>
    <w:r w:rsidRPr="001822F1">
      <w:rPr>
        <w:noProof/>
        <w:lang w:val="fi-FI" w:eastAsia="fi-FI"/>
      </w:rPr>
      <mc:AlternateContent>
        <mc:Choice Requires="wps">
          <w:drawing>
            <wp:anchor distT="0" distB="0" distL="114300" distR="114300" simplePos="0" relativeHeight="251679744" behindDoc="0" locked="1" layoutInCell="1" allowOverlap="1" wp14:anchorId="4DD5F76C" wp14:editId="2481C4D3">
              <wp:simplePos x="0" y="0"/>
              <wp:positionH relativeFrom="page">
                <wp:align>center</wp:align>
              </wp:positionH>
              <wp:positionV relativeFrom="page">
                <wp:posOffset>9792970</wp:posOffset>
              </wp:positionV>
              <wp:extent cx="2401200" cy="360000"/>
              <wp:effectExtent l="0" t="0" r="0" b="2540"/>
              <wp:wrapNone/>
              <wp:docPr id="8" name="Freeform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401200" cy="360000"/>
                      </a:xfrm>
                      <a:custGeom>
                        <a:avLst/>
                        <a:gdLst>
                          <a:gd name="T0" fmla="*/ 9021 w 13611"/>
                          <a:gd name="T1" fmla="*/ 1916 h 2041"/>
                          <a:gd name="T2" fmla="*/ 9084 w 13611"/>
                          <a:gd name="T3" fmla="*/ 1785 h 2041"/>
                          <a:gd name="T4" fmla="*/ 9224 w 13611"/>
                          <a:gd name="T5" fmla="*/ 1685 h 2041"/>
                          <a:gd name="T6" fmla="*/ 1134 w 13611"/>
                          <a:gd name="T7" fmla="*/ 10 h 2041"/>
                          <a:gd name="T8" fmla="*/ 2439 w 13611"/>
                          <a:gd name="T9" fmla="*/ 299 h 2041"/>
                          <a:gd name="T10" fmla="*/ 3569 w 13611"/>
                          <a:gd name="T11" fmla="*/ 51 h 2041"/>
                          <a:gd name="T12" fmla="*/ 2901 w 13611"/>
                          <a:gd name="T13" fmla="*/ 249 h 2041"/>
                          <a:gd name="T14" fmla="*/ 2865 w 13611"/>
                          <a:gd name="T15" fmla="*/ 737 h 2041"/>
                          <a:gd name="T16" fmla="*/ 3635 w 13611"/>
                          <a:gd name="T17" fmla="*/ 903 h 2041"/>
                          <a:gd name="T18" fmla="*/ 2474 w 13611"/>
                          <a:gd name="T19" fmla="*/ 829 h 2041"/>
                          <a:gd name="T20" fmla="*/ 5688 w 13611"/>
                          <a:gd name="T21" fmla="*/ 10 h 2041"/>
                          <a:gd name="T22" fmla="*/ 7554 w 13611"/>
                          <a:gd name="T23" fmla="*/ 739 h 2041"/>
                          <a:gd name="T24" fmla="*/ 7614 w 13611"/>
                          <a:gd name="T25" fmla="*/ 256 h 2041"/>
                          <a:gd name="T26" fmla="*/ 6721 w 13611"/>
                          <a:gd name="T27" fmla="*/ 193 h 2041"/>
                          <a:gd name="T28" fmla="*/ 7965 w 13611"/>
                          <a:gd name="T29" fmla="*/ 114 h 2041"/>
                          <a:gd name="T30" fmla="*/ 7742 w 13611"/>
                          <a:gd name="T31" fmla="*/ 980 h 2041"/>
                          <a:gd name="T32" fmla="*/ 6697 w 13611"/>
                          <a:gd name="T33" fmla="*/ 637 h 2041"/>
                          <a:gd name="T34" fmla="*/ 8477 w 13611"/>
                          <a:gd name="T35" fmla="*/ 251 h 2041"/>
                          <a:gd name="T36" fmla="*/ 9310 w 13611"/>
                          <a:gd name="T37" fmla="*/ 586 h 2041"/>
                          <a:gd name="T38" fmla="*/ 9792 w 13611"/>
                          <a:gd name="T39" fmla="*/ 715 h 2041"/>
                          <a:gd name="T40" fmla="*/ 10433 w 13611"/>
                          <a:gd name="T41" fmla="*/ 313 h 2041"/>
                          <a:gd name="T42" fmla="*/ 9737 w 13611"/>
                          <a:gd name="T43" fmla="*/ 442 h 2041"/>
                          <a:gd name="T44" fmla="*/ 10516 w 13611"/>
                          <a:gd name="T45" fmla="*/ 14 h 2041"/>
                          <a:gd name="T46" fmla="*/ 10698 w 13611"/>
                          <a:gd name="T47" fmla="*/ 873 h 2041"/>
                          <a:gd name="T48" fmla="*/ 9476 w 13611"/>
                          <a:gd name="T49" fmla="*/ 844 h 2041"/>
                          <a:gd name="T50" fmla="*/ 12388 w 13611"/>
                          <a:gd name="T51" fmla="*/ 660 h 2041"/>
                          <a:gd name="T52" fmla="*/ 13299 w 13611"/>
                          <a:gd name="T53" fmla="*/ 650 h 2041"/>
                          <a:gd name="T54" fmla="*/ 12404 w 13611"/>
                          <a:gd name="T55" fmla="*/ 456 h 2041"/>
                          <a:gd name="T56" fmla="*/ 13379 w 13611"/>
                          <a:gd name="T57" fmla="*/ 15 h 2041"/>
                          <a:gd name="T58" fmla="*/ 13128 w 13611"/>
                          <a:gd name="T59" fmla="*/ 216 h 2041"/>
                          <a:gd name="T60" fmla="*/ 13325 w 13611"/>
                          <a:gd name="T61" fmla="*/ 384 h 2041"/>
                          <a:gd name="T62" fmla="*/ 13517 w 13611"/>
                          <a:gd name="T63" fmla="*/ 934 h 2041"/>
                          <a:gd name="T64" fmla="*/ 12392 w 13611"/>
                          <a:gd name="T65" fmla="*/ 798 h 2041"/>
                          <a:gd name="T66" fmla="*/ 4416 w 13611"/>
                          <a:gd name="T67" fmla="*/ 1745 h 2041"/>
                          <a:gd name="T68" fmla="*/ 4880 w 13611"/>
                          <a:gd name="T69" fmla="*/ 1607 h 2041"/>
                          <a:gd name="T70" fmla="*/ 4770 w 13611"/>
                          <a:gd name="T71" fmla="*/ 1894 h 2041"/>
                          <a:gd name="T72" fmla="*/ 4909 w 13611"/>
                          <a:gd name="T73" fmla="*/ 1916 h 2041"/>
                          <a:gd name="T74" fmla="*/ 5299 w 13611"/>
                          <a:gd name="T75" fmla="*/ 1928 h 2041"/>
                          <a:gd name="T76" fmla="*/ 5110 w 13611"/>
                          <a:gd name="T77" fmla="*/ 1611 h 2041"/>
                          <a:gd name="T78" fmla="*/ 5214 w 13611"/>
                          <a:gd name="T79" fmla="*/ 1662 h 2041"/>
                          <a:gd name="T80" fmla="*/ 5556 w 13611"/>
                          <a:gd name="T81" fmla="*/ 1801 h 2041"/>
                          <a:gd name="T82" fmla="*/ 5590 w 13611"/>
                          <a:gd name="T83" fmla="*/ 1625 h 2041"/>
                          <a:gd name="T84" fmla="*/ 5883 w 13611"/>
                          <a:gd name="T85" fmla="*/ 1655 h 2041"/>
                          <a:gd name="T86" fmla="*/ 6284 w 13611"/>
                          <a:gd name="T87" fmla="*/ 1796 h 2041"/>
                          <a:gd name="T88" fmla="*/ 6298 w 13611"/>
                          <a:gd name="T89" fmla="*/ 1612 h 2041"/>
                          <a:gd name="T90" fmla="*/ 6507 w 13611"/>
                          <a:gd name="T91" fmla="*/ 1626 h 2041"/>
                          <a:gd name="T92" fmla="*/ 6918 w 13611"/>
                          <a:gd name="T93" fmla="*/ 1952 h 2041"/>
                          <a:gd name="T94" fmla="*/ 7301 w 13611"/>
                          <a:gd name="T95" fmla="*/ 1758 h 2041"/>
                          <a:gd name="T96" fmla="*/ 7184 w 13611"/>
                          <a:gd name="T97" fmla="*/ 1910 h 2041"/>
                          <a:gd name="T98" fmla="*/ 7232 w 13611"/>
                          <a:gd name="T99" fmla="*/ 1776 h 2041"/>
                          <a:gd name="T100" fmla="*/ 7381 w 13611"/>
                          <a:gd name="T101" fmla="*/ 1689 h 2041"/>
                          <a:gd name="T102" fmla="*/ 7688 w 13611"/>
                          <a:gd name="T103" fmla="*/ 1642 h 2041"/>
                          <a:gd name="T104" fmla="*/ 7673 w 13611"/>
                          <a:gd name="T105" fmla="*/ 2034 h 2041"/>
                          <a:gd name="T106" fmla="*/ 7518 w 13611"/>
                          <a:gd name="T107" fmla="*/ 1642 h 2041"/>
                          <a:gd name="T108" fmla="*/ 7676 w 13611"/>
                          <a:gd name="T109" fmla="*/ 1711 h 2041"/>
                          <a:gd name="T110" fmla="*/ 8010 w 13611"/>
                          <a:gd name="T111" fmla="*/ 1932 h 2041"/>
                          <a:gd name="T112" fmla="*/ 7852 w 13611"/>
                          <a:gd name="T113" fmla="*/ 1862 h 2041"/>
                          <a:gd name="T114" fmla="*/ 8362 w 13611"/>
                          <a:gd name="T115" fmla="*/ 1954 h 2041"/>
                          <a:gd name="T116" fmla="*/ 8253 w 13611"/>
                          <a:gd name="T117" fmla="*/ 1612 h 2041"/>
                          <a:gd name="T118" fmla="*/ 8455 w 13611"/>
                          <a:gd name="T119" fmla="*/ 1961 h 2041"/>
                          <a:gd name="T120" fmla="*/ 8604 w 13611"/>
                          <a:gd name="T121" fmla="*/ 1821 h 2041"/>
                          <a:gd name="T122" fmla="*/ 8909 w 13611"/>
                          <a:gd name="T123" fmla="*/ 1756 h 2041"/>
                          <a:gd name="T124" fmla="*/ 8739 w 13611"/>
                          <a:gd name="T125" fmla="*/ 1633 h 2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611" h="2041">
                            <a:moveTo>
                              <a:pt x="9136" y="1758"/>
                            </a:moveTo>
                            <a:lnTo>
                              <a:pt x="9173" y="1774"/>
                            </a:lnTo>
                            <a:lnTo>
                              <a:pt x="9189" y="1783"/>
                            </a:lnTo>
                            <a:lnTo>
                              <a:pt x="9205" y="1794"/>
                            </a:lnTo>
                            <a:lnTo>
                              <a:pt x="9219" y="1808"/>
                            </a:lnTo>
                            <a:lnTo>
                              <a:pt x="9229" y="1824"/>
                            </a:lnTo>
                            <a:lnTo>
                              <a:pt x="9237" y="1843"/>
                            </a:lnTo>
                            <a:lnTo>
                              <a:pt x="9239" y="1855"/>
                            </a:lnTo>
                            <a:lnTo>
                              <a:pt x="9239" y="1867"/>
                            </a:lnTo>
                            <a:lnTo>
                              <a:pt x="9238" y="1879"/>
                            </a:lnTo>
                            <a:lnTo>
                              <a:pt x="9237" y="1890"/>
                            </a:lnTo>
                            <a:lnTo>
                              <a:pt x="9228" y="1910"/>
                            </a:lnTo>
                            <a:lnTo>
                              <a:pt x="9217" y="1928"/>
                            </a:lnTo>
                            <a:lnTo>
                              <a:pt x="9202" y="1941"/>
                            </a:lnTo>
                            <a:lnTo>
                              <a:pt x="9184" y="1953"/>
                            </a:lnTo>
                            <a:lnTo>
                              <a:pt x="9164" y="1960"/>
                            </a:lnTo>
                            <a:lnTo>
                              <a:pt x="9143" y="1965"/>
                            </a:lnTo>
                            <a:lnTo>
                              <a:pt x="9121" y="1966"/>
                            </a:lnTo>
                            <a:lnTo>
                              <a:pt x="9094" y="1963"/>
                            </a:lnTo>
                            <a:lnTo>
                              <a:pt x="9081" y="1960"/>
                            </a:lnTo>
                            <a:lnTo>
                              <a:pt x="9067" y="1955"/>
                            </a:lnTo>
                            <a:lnTo>
                              <a:pt x="9042" y="1941"/>
                            </a:lnTo>
                            <a:lnTo>
                              <a:pt x="9032" y="1933"/>
                            </a:lnTo>
                            <a:lnTo>
                              <a:pt x="9024" y="1922"/>
                            </a:lnTo>
                            <a:lnTo>
                              <a:pt x="9021" y="1916"/>
                            </a:lnTo>
                            <a:lnTo>
                              <a:pt x="9019" y="1910"/>
                            </a:lnTo>
                            <a:lnTo>
                              <a:pt x="9021" y="1901"/>
                            </a:lnTo>
                            <a:lnTo>
                              <a:pt x="9026" y="1894"/>
                            </a:lnTo>
                            <a:lnTo>
                              <a:pt x="9033" y="1889"/>
                            </a:lnTo>
                            <a:lnTo>
                              <a:pt x="9043" y="1887"/>
                            </a:lnTo>
                            <a:lnTo>
                              <a:pt x="9052" y="1890"/>
                            </a:lnTo>
                            <a:lnTo>
                              <a:pt x="9060" y="1896"/>
                            </a:lnTo>
                            <a:lnTo>
                              <a:pt x="9072" y="1908"/>
                            </a:lnTo>
                            <a:lnTo>
                              <a:pt x="9087" y="1916"/>
                            </a:lnTo>
                            <a:lnTo>
                              <a:pt x="9104" y="1920"/>
                            </a:lnTo>
                            <a:lnTo>
                              <a:pt x="9121" y="1921"/>
                            </a:lnTo>
                            <a:lnTo>
                              <a:pt x="9147" y="1918"/>
                            </a:lnTo>
                            <a:lnTo>
                              <a:pt x="9160" y="1914"/>
                            </a:lnTo>
                            <a:lnTo>
                              <a:pt x="9170" y="1909"/>
                            </a:lnTo>
                            <a:lnTo>
                              <a:pt x="9180" y="1901"/>
                            </a:lnTo>
                            <a:lnTo>
                              <a:pt x="9187" y="1892"/>
                            </a:lnTo>
                            <a:lnTo>
                              <a:pt x="9193" y="1880"/>
                            </a:lnTo>
                            <a:lnTo>
                              <a:pt x="9195" y="1867"/>
                            </a:lnTo>
                            <a:lnTo>
                              <a:pt x="9193" y="1854"/>
                            </a:lnTo>
                            <a:lnTo>
                              <a:pt x="9187" y="1842"/>
                            </a:lnTo>
                            <a:lnTo>
                              <a:pt x="9180" y="1832"/>
                            </a:lnTo>
                            <a:lnTo>
                              <a:pt x="9170" y="1825"/>
                            </a:lnTo>
                            <a:lnTo>
                              <a:pt x="9146" y="1811"/>
                            </a:lnTo>
                            <a:lnTo>
                              <a:pt x="9118" y="1799"/>
                            </a:lnTo>
                            <a:lnTo>
                              <a:pt x="9084" y="1785"/>
                            </a:lnTo>
                            <a:lnTo>
                              <a:pt x="9067" y="1776"/>
                            </a:lnTo>
                            <a:lnTo>
                              <a:pt x="9052" y="1767"/>
                            </a:lnTo>
                            <a:lnTo>
                              <a:pt x="9040" y="1754"/>
                            </a:lnTo>
                            <a:lnTo>
                              <a:pt x="9034" y="1747"/>
                            </a:lnTo>
                            <a:lnTo>
                              <a:pt x="9030" y="1739"/>
                            </a:lnTo>
                            <a:lnTo>
                              <a:pt x="9026" y="1731"/>
                            </a:lnTo>
                            <a:lnTo>
                              <a:pt x="9024" y="1722"/>
                            </a:lnTo>
                            <a:lnTo>
                              <a:pt x="9021" y="1701"/>
                            </a:lnTo>
                            <a:lnTo>
                              <a:pt x="9023" y="1680"/>
                            </a:lnTo>
                            <a:lnTo>
                              <a:pt x="9029" y="1662"/>
                            </a:lnTo>
                            <a:lnTo>
                              <a:pt x="9040" y="1645"/>
                            </a:lnTo>
                            <a:lnTo>
                              <a:pt x="9053" y="1631"/>
                            </a:lnTo>
                            <a:lnTo>
                              <a:pt x="9069" y="1621"/>
                            </a:lnTo>
                            <a:lnTo>
                              <a:pt x="9086" y="1613"/>
                            </a:lnTo>
                            <a:lnTo>
                              <a:pt x="9105" y="1608"/>
                            </a:lnTo>
                            <a:lnTo>
                              <a:pt x="9125" y="1607"/>
                            </a:lnTo>
                            <a:lnTo>
                              <a:pt x="9154" y="1610"/>
                            </a:lnTo>
                            <a:lnTo>
                              <a:pt x="9167" y="1614"/>
                            </a:lnTo>
                            <a:lnTo>
                              <a:pt x="9181" y="1621"/>
                            </a:lnTo>
                            <a:lnTo>
                              <a:pt x="9206" y="1635"/>
                            </a:lnTo>
                            <a:lnTo>
                              <a:pt x="9225" y="1655"/>
                            </a:lnTo>
                            <a:lnTo>
                              <a:pt x="9229" y="1662"/>
                            </a:lnTo>
                            <a:lnTo>
                              <a:pt x="9231" y="1669"/>
                            </a:lnTo>
                            <a:lnTo>
                              <a:pt x="9228" y="1677"/>
                            </a:lnTo>
                            <a:lnTo>
                              <a:pt x="9224" y="1685"/>
                            </a:lnTo>
                            <a:lnTo>
                              <a:pt x="9217" y="1689"/>
                            </a:lnTo>
                            <a:lnTo>
                              <a:pt x="9207" y="1691"/>
                            </a:lnTo>
                            <a:lnTo>
                              <a:pt x="9197" y="1688"/>
                            </a:lnTo>
                            <a:lnTo>
                              <a:pt x="9188" y="1681"/>
                            </a:lnTo>
                            <a:lnTo>
                              <a:pt x="9174" y="1668"/>
                            </a:lnTo>
                            <a:lnTo>
                              <a:pt x="9158" y="1659"/>
                            </a:lnTo>
                            <a:lnTo>
                              <a:pt x="9141" y="1653"/>
                            </a:lnTo>
                            <a:lnTo>
                              <a:pt x="9125" y="1651"/>
                            </a:lnTo>
                            <a:lnTo>
                              <a:pt x="9101" y="1655"/>
                            </a:lnTo>
                            <a:lnTo>
                              <a:pt x="9091" y="1660"/>
                            </a:lnTo>
                            <a:lnTo>
                              <a:pt x="9083" y="1665"/>
                            </a:lnTo>
                            <a:lnTo>
                              <a:pt x="9076" y="1672"/>
                            </a:lnTo>
                            <a:lnTo>
                              <a:pt x="9070" y="1681"/>
                            </a:lnTo>
                            <a:lnTo>
                              <a:pt x="9067" y="1690"/>
                            </a:lnTo>
                            <a:lnTo>
                              <a:pt x="9066" y="1701"/>
                            </a:lnTo>
                            <a:lnTo>
                              <a:pt x="9067" y="1711"/>
                            </a:lnTo>
                            <a:lnTo>
                              <a:pt x="9071" y="1721"/>
                            </a:lnTo>
                            <a:lnTo>
                              <a:pt x="9079" y="1729"/>
                            </a:lnTo>
                            <a:lnTo>
                              <a:pt x="9087" y="1736"/>
                            </a:lnTo>
                            <a:lnTo>
                              <a:pt x="9109" y="1748"/>
                            </a:lnTo>
                            <a:lnTo>
                              <a:pt x="9136" y="1758"/>
                            </a:lnTo>
                            <a:close/>
                            <a:moveTo>
                              <a:pt x="0" y="251"/>
                            </a:moveTo>
                            <a:lnTo>
                              <a:pt x="0" y="10"/>
                            </a:lnTo>
                            <a:lnTo>
                              <a:pt x="566" y="10"/>
                            </a:lnTo>
                            <a:lnTo>
                              <a:pt x="1134" y="10"/>
                            </a:lnTo>
                            <a:lnTo>
                              <a:pt x="1134" y="251"/>
                            </a:lnTo>
                            <a:lnTo>
                              <a:pt x="715" y="251"/>
                            </a:lnTo>
                            <a:lnTo>
                              <a:pt x="715" y="977"/>
                            </a:lnTo>
                            <a:lnTo>
                              <a:pt x="418" y="977"/>
                            </a:lnTo>
                            <a:lnTo>
                              <a:pt x="418" y="251"/>
                            </a:lnTo>
                            <a:lnTo>
                              <a:pt x="0" y="251"/>
                            </a:lnTo>
                            <a:close/>
                            <a:moveTo>
                              <a:pt x="1250" y="977"/>
                            </a:moveTo>
                            <a:lnTo>
                              <a:pt x="1250" y="493"/>
                            </a:lnTo>
                            <a:lnTo>
                              <a:pt x="1250" y="10"/>
                            </a:lnTo>
                            <a:lnTo>
                              <a:pt x="1780" y="10"/>
                            </a:lnTo>
                            <a:lnTo>
                              <a:pt x="2311" y="10"/>
                            </a:lnTo>
                            <a:lnTo>
                              <a:pt x="2311" y="235"/>
                            </a:lnTo>
                            <a:lnTo>
                              <a:pt x="1547" y="235"/>
                            </a:lnTo>
                            <a:lnTo>
                              <a:pt x="1547" y="389"/>
                            </a:lnTo>
                            <a:lnTo>
                              <a:pt x="2270" y="389"/>
                            </a:lnTo>
                            <a:lnTo>
                              <a:pt x="2270" y="590"/>
                            </a:lnTo>
                            <a:lnTo>
                              <a:pt x="1547" y="590"/>
                            </a:lnTo>
                            <a:lnTo>
                              <a:pt x="1547" y="745"/>
                            </a:lnTo>
                            <a:lnTo>
                              <a:pt x="2328" y="745"/>
                            </a:lnTo>
                            <a:lnTo>
                              <a:pt x="2328" y="977"/>
                            </a:lnTo>
                            <a:lnTo>
                              <a:pt x="1789" y="977"/>
                            </a:lnTo>
                            <a:lnTo>
                              <a:pt x="1250" y="977"/>
                            </a:lnTo>
                            <a:close/>
                            <a:moveTo>
                              <a:pt x="2437" y="637"/>
                            </a:moveTo>
                            <a:lnTo>
                              <a:pt x="2437" y="350"/>
                            </a:lnTo>
                            <a:lnTo>
                              <a:pt x="2439" y="299"/>
                            </a:lnTo>
                            <a:lnTo>
                              <a:pt x="2444" y="253"/>
                            </a:lnTo>
                            <a:lnTo>
                              <a:pt x="2449" y="232"/>
                            </a:lnTo>
                            <a:lnTo>
                              <a:pt x="2454" y="212"/>
                            </a:lnTo>
                            <a:lnTo>
                              <a:pt x="2459" y="193"/>
                            </a:lnTo>
                            <a:lnTo>
                              <a:pt x="2466" y="175"/>
                            </a:lnTo>
                            <a:lnTo>
                              <a:pt x="2482" y="143"/>
                            </a:lnTo>
                            <a:lnTo>
                              <a:pt x="2501" y="114"/>
                            </a:lnTo>
                            <a:lnTo>
                              <a:pt x="2525" y="90"/>
                            </a:lnTo>
                            <a:lnTo>
                              <a:pt x="2550" y="68"/>
                            </a:lnTo>
                            <a:lnTo>
                              <a:pt x="2579" y="50"/>
                            </a:lnTo>
                            <a:lnTo>
                              <a:pt x="2611" y="35"/>
                            </a:lnTo>
                            <a:lnTo>
                              <a:pt x="2647" y="24"/>
                            </a:lnTo>
                            <a:lnTo>
                              <a:pt x="2685" y="14"/>
                            </a:lnTo>
                            <a:lnTo>
                              <a:pt x="2725" y="8"/>
                            </a:lnTo>
                            <a:lnTo>
                              <a:pt x="2769" y="3"/>
                            </a:lnTo>
                            <a:lnTo>
                              <a:pt x="2816" y="1"/>
                            </a:lnTo>
                            <a:lnTo>
                              <a:pt x="2864" y="0"/>
                            </a:lnTo>
                            <a:lnTo>
                              <a:pt x="3214" y="0"/>
                            </a:lnTo>
                            <a:lnTo>
                              <a:pt x="3289" y="1"/>
                            </a:lnTo>
                            <a:lnTo>
                              <a:pt x="3357" y="4"/>
                            </a:lnTo>
                            <a:lnTo>
                              <a:pt x="3416" y="10"/>
                            </a:lnTo>
                            <a:lnTo>
                              <a:pt x="3467" y="19"/>
                            </a:lnTo>
                            <a:lnTo>
                              <a:pt x="3513" y="29"/>
                            </a:lnTo>
                            <a:lnTo>
                              <a:pt x="3552" y="43"/>
                            </a:lnTo>
                            <a:lnTo>
                              <a:pt x="3569" y="51"/>
                            </a:lnTo>
                            <a:lnTo>
                              <a:pt x="3584" y="60"/>
                            </a:lnTo>
                            <a:lnTo>
                              <a:pt x="3612" y="79"/>
                            </a:lnTo>
                            <a:lnTo>
                              <a:pt x="3623" y="90"/>
                            </a:lnTo>
                            <a:lnTo>
                              <a:pt x="3634" y="103"/>
                            </a:lnTo>
                            <a:lnTo>
                              <a:pt x="3652" y="129"/>
                            </a:lnTo>
                            <a:lnTo>
                              <a:pt x="3666" y="158"/>
                            </a:lnTo>
                            <a:lnTo>
                              <a:pt x="3676" y="192"/>
                            </a:lnTo>
                            <a:lnTo>
                              <a:pt x="3684" y="229"/>
                            </a:lnTo>
                            <a:lnTo>
                              <a:pt x="3688" y="270"/>
                            </a:lnTo>
                            <a:lnTo>
                              <a:pt x="3690" y="315"/>
                            </a:lnTo>
                            <a:lnTo>
                              <a:pt x="3690" y="364"/>
                            </a:lnTo>
                            <a:lnTo>
                              <a:pt x="3393" y="364"/>
                            </a:lnTo>
                            <a:lnTo>
                              <a:pt x="3393" y="338"/>
                            </a:lnTo>
                            <a:lnTo>
                              <a:pt x="3390" y="314"/>
                            </a:lnTo>
                            <a:lnTo>
                              <a:pt x="3387" y="303"/>
                            </a:lnTo>
                            <a:lnTo>
                              <a:pt x="3383" y="294"/>
                            </a:lnTo>
                            <a:lnTo>
                              <a:pt x="3378" y="286"/>
                            </a:lnTo>
                            <a:lnTo>
                              <a:pt x="3371" y="279"/>
                            </a:lnTo>
                            <a:lnTo>
                              <a:pt x="3356" y="267"/>
                            </a:lnTo>
                            <a:lnTo>
                              <a:pt x="3336" y="258"/>
                            </a:lnTo>
                            <a:lnTo>
                              <a:pt x="3312" y="252"/>
                            </a:lnTo>
                            <a:lnTo>
                              <a:pt x="3284" y="249"/>
                            </a:lnTo>
                            <a:lnTo>
                              <a:pt x="3253" y="248"/>
                            </a:lnTo>
                            <a:lnTo>
                              <a:pt x="2929" y="248"/>
                            </a:lnTo>
                            <a:lnTo>
                              <a:pt x="2901" y="249"/>
                            </a:lnTo>
                            <a:lnTo>
                              <a:pt x="2876" y="252"/>
                            </a:lnTo>
                            <a:lnTo>
                              <a:pt x="2854" y="256"/>
                            </a:lnTo>
                            <a:lnTo>
                              <a:pt x="2834" y="261"/>
                            </a:lnTo>
                            <a:lnTo>
                              <a:pt x="2816" y="269"/>
                            </a:lnTo>
                            <a:lnTo>
                              <a:pt x="2801" y="278"/>
                            </a:lnTo>
                            <a:lnTo>
                              <a:pt x="2795" y="282"/>
                            </a:lnTo>
                            <a:lnTo>
                              <a:pt x="2788" y="288"/>
                            </a:lnTo>
                            <a:lnTo>
                              <a:pt x="2777" y="300"/>
                            </a:lnTo>
                            <a:lnTo>
                              <a:pt x="2768" y="313"/>
                            </a:lnTo>
                            <a:lnTo>
                              <a:pt x="2760" y="327"/>
                            </a:lnTo>
                            <a:lnTo>
                              <a:pt x="2749" y="360"/>
                            </a:lnTo>
                            <a:lnTo>
                              <a:pt x="2744" y="399"/>
                            </a:lnTo>
                            <a:lnTo>
                              <a:pt x="2743" y="442"/>
                            </a:lnTo>
                            <a:lnTo>
                              <a:pt x="2743" y="546"/>
                            </a:lnTo>
                            <a:lnTo>
                              <a:pt x="2744" y="594"/>
                            </a:lnTo>
                            <a:lnTo>
                              <a:pt x="2749" y="635"/>
                            </a:lnTo>
                            <a:lnTo>
                              <a:pt x="2753" y="653"/>
                            </a:lnTo>
                            <a:lnTo>
                              <a:pt x="2760" y="669"/>
                            </a:lnTo>
                            <a:lnTo>
                              <a:pt x="2766" y="683"/>
                            </a:lnTo>
                            <a:lnTo>
                              <a:pt x="2775" y="695"/>
                            </a:lnTo>
                            <a:lnTo>
                              <a:pt x="2785" y="706"/>
                            </a:lnTo>
                            <a:lnTo>
                              <a:pt x="2797" y="715"/>
                            </a:lnTo>
                            <a:lnTo>
                              <a:pt x="2810" y="722"/>
                            </a:lnTo>
                            <a:lnTo>
                              <a:pt x="2826" y="729"/>
                            </a:lnTo>
                            <a:lnTo>
                              <a:pt x="2865" y="737"/>
                            </a:lnTo>
                            <a:lnTo>
                              <a:pt x="2887" y="738"/>
                            </a:lnTo>
                            <a:lnTo>
                              <a:pt x="2913" y="739"/>
                            </a:lnTo>
                            <a:lnTo>
                              <a:pt x="3230" y="739"/>
                            </a:lnTo>
                            <a:lnTo>
                              <a:pt x="3275" y="738"/>
                            </a:lnTo>
                            <a:lnTo>
                              <a:pt x="3313" y="735"/>
                            </a:lnTo>
                            <a:lnTo>
                              <a:pt x="3330" y="733"/>
                            </a:lnTo>
                            <a:lnTo>
                              <a:pt x="3344" y="729"/>
                            </a:lnTo>
                            <a:lnTo>
                              <a:pt x="3357" y="724"/>
                            </a:lnTo>
                            <a:lnTo>
                              <a:pt x="3367" y="717"/>
                            </a:lnTo>
                            <a:lnTo>
                              <a:pt x="3377" y="710"/>
                            </a:lnTo>
                            <a:lnTo>
                              <a:pt x="3384" y="700"/>
                            </a:lnTo>
                            <a:lnTo>
                              <a:pt x="3396" y="677"/>
                            </a:lnTo>
                            <a:lnTo>
                              <a:pt x="3400" y="663"/>
                            </a:lnTo>
                            <a:lnTo>
                              <a:pt x="3402" y="646"/>
                            </a:lnTo>
                            <a:lnTo>
                              <a:pt x="3404" y="606"/>
                            </a:lnTo>
                            <a:lnTo>
                              <a:pt x="3701" y="606"/>
                            </a:lnTo>
                            <a:lnTo>
                              <a:pt x="3701" y="696"/>
                            </a:lnTo>
                            <a:lnTo>
                              <a:pt x="3700" y="727"/>
                            </a:lnTo>
                            <a:lnTo>
                              <a:pt x="3698" y="756"/>
                            </a:lnTo>
                            <a:lnTo>
                              <a:pt x="3694" y="783"/>
                            </a:lnTo>
                            <a:lnTo>
                              <a:pt x="3688" y="811"/>
                            </a:lnTo>
                            <a:lnTo>
                              <a:pt x="3679" y="836"/>
                            </a:lnTo>
                            <a:lnTo>
                              <a:pt x="3668" y="860"/>
                            </a:lnTo>
                            <a:lnTo>
                              <a:pt x="3653" y="882"/>
                            </a:lnTo>
                            <a:lnTo>
                              <a:pt x="3635" y="903"/>
                            </a:lnTo>
                            <a:lnTo>
                              <a:pt x="3614" y="922"/>
                            </a:lnTo>
                            <a:lnTo>
                              <a:pt x="3589" y="938"/>
                            </a:lnTo>
                            <a:lnTo>
                              <a:pt x="3559" y="953"/>
                            </a:lnTo>
                            <a:lnTo>
                              <a:pt x="3526" y="965"/>
                            </a:lnTo>
                            <a:lnTo>
                              <a:pt x="3507" y="970"/>
                            </a:lnTo>
                            <a:lnTo>
                              <a:pt x="3488" y="975"/>
                            </a:lnTo>
                            <a:lnTo>
                              <a:pt x="3445" y="982"/>
                            </a:lnTo>
                            <a:lnTo>
                              <a:pt x="3398" y="986"/>
                            </a:lnTo>
                            <a:lnTo>
                              <a:pt x="3344" y="987"/>
                            </a:lnTo>
                            <a:lnTo>
                              <a:pt x="2864" y="987"/>
                            </a:lnTo>
                            <a:lnTo>
                              <a:pt x="2816" y="987"/>
                            </a:lnTo>
                            <a:lnTo>
                              <a:pt x="2769" y="984"/>
                            </a:lnTo>
                            <a:lnTo>
                              <a:pt x="2725" y="980"/>
                            </a:lnTo>
                            <a:lnTo>
                              <a:pt x="2685" y="973"/>
                            </a:lnTo>
                            <a:lnTo>
                              <a:pt x="2665" y="968"/>
                            </a:lnTo>
                            <a:lnTo>
                              <a:pt x="2647" y="963"/>
                            </a:lnTo>
                            <a:lnTo>
                              <a:pt x="2611" y="952"/>
                            </a:lnTo>
                            <a:lnTo>
                              <a:pt x="2579" y="937"/>
                            </a:lnTo>
                            <a:lnTo>
                              <a:pt x="2550" y="919"/>
                            </a:lnTo>
                            <a:lnTo>
                              <a:pt x="2525" y="898"/>
                            </a:lnTo>
                            <a:lnTo>
                              <a:pt x="2512" y="885"/>
                            </a:lnTo>
                            <a:lnTo>
                              <a:pt x="2501" y="873"/>
                            </a:lnTo>
                            <a:lnTo>
                              <a:pt x="2492" y="859"/>
                            </a:lnTo>
                            <a:lnTo>
                              <a:pt x="2482" y="844"/>
                            </a:lnTo>
                            <a:lnTo>
                              <a:pt x="2474" y="829"/>
                            </a:lnTo>
                            <a:lnTo>
                              <a:pt x="2466" y="812"/>
                            </a:lnTo>
                            <a:lnTo>
                              <a:pt x="2459" y="794"/>
                            </a:lnTo>
                            <a:lnTo>
                              <a:pt x="2454" y="775"/>
                            </a:lnTo>
                            <a:lnTo>
                              <a:pt x="2444" y="734"/>
                            </a:lnTo>
                            <a:lnTo>
                              <a:pt x="2439" y="689"/>
                            </a:lnTo>
                            <a:lnTo>
                              <a:pt x="2437" y="637"/>
                            </a:lnTo>
                            <a:close/>
                            <a:moveTo>
                              <a:pt x="3835" y="977"/>
                            </a:moveTo>
                            <a:lnTo>
                              <a:pt x="3835" y="493"/>
                            </a:lnTo>
                            <a:lnTo>
                              <a:pt x="3835" y="10"/>
                            </a:lnTo>
                            <a:lnTo>
                              <a:pt x="4132" y="10"/>
                            </a:lnTo>
                            <a:lnTo>
                              <a:pt x="4132" y="355"/>
                            </a:lnTo>
                            <a:lnTo>
                              <a:pt x="4759" y="355"/>
                            </a:lnTo>
                            <a:lnTo>
                              <a:pt x="4759" y="10"/>
                            </a:lnTo>
                            <a:lnTo>
                              <a:pt x="5057" y="10"/>
                            </a:lnTo>
                            <a:lnTo>
                              <a:pt x="5057" y="493"/>
                            </a:lnTo>
                            <a:lnTo>
                              <a:pt x="5057" y="977"/>
                            </a:lnTo>
                            <a:lnTo>
                              <a:pt x="4759" y="977"/>
                            </a:lnTo>
                            <a:lnTo>
                              <a:pt x="4759" y="611"/>
                            </a:lnTo>
                            <a:lnTo>
                              <a:pt x="4132" y="611"/>
                            </a:lnTo>
                            <a:lnTo>
                              <a:pt x="4132" y="977"/>
                            </a:lnTo>
                            <a:lnTo>
                              <a:pt x="3835" y="977"/>
                            </a:lnTo>
                            <a:close/>
                            <a:moveTo>
                              <a:pt x="5227" y="977"/>
                            </a:moveTo>
                            <a:lnTo>
                              <a:pt x="5227" y="493"/>
                            </a:lnTo>
                            <a:lnTo>
                              <a:pt x="5227" y="10"/>
                            </a:lnTo>
                            <a:lnTo>
                              <a:pt x="5688" y="10"/>
                            </a:lnTo>
                            <a:lnTo>
                              <a:pt x="6247" y="712"/>
                            </a:lnTo>
                            <a:lnTo>
                              <a:pt x="6249" y="10"/>
                            </a:lnTo>
                            <a:lnTo>
                              <a:pt x="6547" y="10"/>
                            </a:lnTo>
                            <a:lnTo>
                              <a:pt x="6547" y="493"/>
                            </a:lnTo>
                            <a:lnTo>
                              <a:pt x="6547" y="977"/>
                            </a:lnTo>
                            <a:lnTo>
                              <a:pt x="6086" y="977"/>
                            </a:lnTo>
                            <a:lnTo>
                              <a:pt x="5528" y="275"/>
                            </a:lnTo>
                            <a:lnTo>
                              <a:pt x="5525" y="977"/>
                            </a:lnTo>
                            <a:lnTo>
                              <a:pt x="5227" y="977"/>
                            </a:lnTo>
                            <a:close/>
                            <a:moveTo>
                              <a:pt x="7003" y="442"/>
                            </a:moveTo>
                            <a:lnTo>
                              <a:pt x="7003" y="546"/>
                            </a:lnTo>
                            <a:lnTo>
                              <a:pt x="7005" y="594"/>
                            </a:lnTo>
                            <a:lnTo>
                              <a:pt x="7011" y="635"/>
                            </a:lnTo>
                            <a:lnTo>
                              <a:pt x="7015" y="653"/>
                            </a:lnTo>
                            <a:lnTo>
                              <a:pt x="7020" y="669"/>
                            </a:lnTo>
                            <a:lnTo>
                              <a:pt x="7028" y="683"/>
                            </a:lnTo>
                            <a:lnTo>
                              <a:pt x="7036" y="695"/>
                            </a:lnTo>
                            <a:lnTo>
                              <a:pt x="7047" y="706"/>
                            </a:lnTo>
                            <a:lnTo>
                              <a:pt x="7058" y="715"/>
                            </a:lnTo>
                            <a:lnTo>
                              <a:pt x="7072" y="722"/>
                            </a:lnTo>
                            <a:lnTo>
                              <a:pt x="7088" y="729"/>
                            </a:lnTo>
                            <a:lnTo>
                              <a:pt x="7126" y="737"/>
                            </a:lnTo>
                            <a:lnTo>
                              <a:pt x="7149" y="738"/>
                            </a:lnTo>
                            <a:lnTo>
                              <a:pt x="7173" y="739"/>
                            </a:lnTo>
                            <a:lnTo>
                              <a:pt x="7554" y="739"/>
                            </a:lnTo>
                            <a:lnTo>
                              <a:pt x="7602" y="737"/>
                            </a:lnTo>
                            <a:lnTo>
                              <a:pt x="7622" y="733"/>
                            </a:lnTo>
                            <a:lnTo>
                              <a:pt x="7640" y="729"/>
                            </a:lnTo>
                            <a:lnTo>
                              <a:pt x="7656" y="722"/>
                            </a:lnTo>
                            <a:lnTo>
                              <a:pt x="7670" y="715"/>
                            </a:lnTo>
                            <a:lnTo>
                              <a:pt x="7681" y="706"/>
                            </a:lnTo>
                            <a:lnTo>
                              <a:pt x="7692" y="695"/>
                            </a:lnTo>
                            <a:lnTo>
                              <a:pt x="7700" y="683"/>
                            </a:lnTo>
                            <a:lnTo>
                              <a:pt x="7708" y="669"/>
                            </a:lnTo>
                            <a:lnTo>
                              <a:pt x="7713" y="653"/>
                            </a:lnTo>
                            <a:lnTo>
                              <a:pt x="7717" y="635"/>
                            </a:lnTo>
                            <a:lnTo>
                              <a:pt x="7723" y="594"/>
                            </a:lnTo>
                            <a:lnTo>
                              <a:pt x="7725" y="546"/>
                            </a:lnTo>
                            <a:lnTo>
                              <a:pt x="7725" y="442"/>
                            </a:lnTo>
                            <a:lnTo>
                              <a:pt x="7723" y="399"/>
                            </a:lnTo>
                            <a:lnTo>
                              <a:pt x="7717" y="360"/>
                            </a:lnTo>
                            <a:lnTo>
                              <a:pt x="7713" y="343"/>
                            </a:lnTo>
                            <a:lnTo>
                              <a:pt x="7707" y="327"/>
                            </a:lnTo>
                            <a:lnTo>
                              <a:pt x="7699" y="313"/>
                            </a:lnTo>
                            <a:lnTo>
                              <a:pt x="7690" y="300"/>
                            </a:lnTo>
                            <a:lnTo>
                              <a:pt x="7679" y="288"/>
                            </a:lnTo>
                            <a:lnTo>
                              <a:pt x="7666" y="278"/>
                            </a:lnTo>
                            <a:lnTo>
                              <a:pt x="7651" y="269"/>
                            </a:lnTo>
                            <a:lnTo>
                              <a:pt x="7633" y="261"/>
                            </a:lnTo>
                            <a:lnTo>
                              <a:pt x="7614" y="256"/>
                            </a:lnTo>
                            <a:lnTo>
                              <a:pt x="7591" y="252"/>
                            </a:lnTo>
                            <a:lnTo>
                              <a:pt x="7565" y="249"/>
                            </a:lnTo>
                            <a:lnTo>
                              <a:pt x="7538" y="248"/>
                            </a:lnTo>
                            <a:lnTo>
                              <a:pt x="7190" y="248"/>
                            </a:lnTo>
                            <a:lnTo>
                              <a:pt x="7161" y="249"/>
                            </a:lnTo>
                            <a:lnTo>
                              <a:pt x="7136" y="252"/>
                            </a:lnTo>
                            <a:lnTo>
                              <a:pt x="7114" y="256"/>
                            </a:lnTo>
                            <a:lnTo>
                              <a:pt x="7094" y="261"/>
                            </a:lnTo>
                            <a:lnTo>
                              <a:pt x="7077" y="269"/>
                            </a:lnTo>
                            <a:lnTo>
                              <a:pt x="7062" y="278"/>
                            </a:lnTo>
                            <a:lnTo>
                              <a:pt x="7055" y="282"/>
                            </a:lnTo>
                            <a:lnTo>
                              <a:pt x="7049" y="288"/>
                            </a:lnTo>
                            <a:lnTo>
                              <a:pt x="7038" y="300"/>
                            </a:lnTo>
                            <a:lnTo>
                              <a:pt x="7029" y="313"/>
                            </a:lnTo>
                            <a:lnTo>
                              <a:pt x="7021" y="327"/>
                            </a:lnTo>
                            <a:lnTo>
                              <a:pt x="7011" y="360"/>
                            </a:lnTo>
                            <a:lnTo>
                              <a:pt x="7005" y="399"/>
                            </a:lnTo>
                            <a:lnTo>
                              <a:pt x="7003" y="442"/>
                            </a:lnTo>
                            <a:close/>
                            <a:moveTo>
                              <a:pt x="6697" y="637"/>
                            </a:moveTo>
                            <a:lnTo>
                              <a:pt x="6697" y="350"/>
                            </a:lnTo>
                            <a:lnTo>
                              <a:pt x="6700" y="299"/>
                            </a:lnTo>
                            <a:lnTo>
                              <a:pt x="6705" y="253"/>
                            </a:lnTo>
                            <a:lnTo>
                              <a:pt x="6709" y="232"/>
                            </a:lnTo>
                            <a:lnTo>
                              <a:pt x="6714" y="212"/>
                            </a:lnTo>
                            <a:lnTo>
                              <a:pt x="6721" y="193"/>
                            </a:lnTo>
                            <a:lnTo>
                              <a:pt x="6727" y="175"/>
                            </a:lnTo>
                            <a:lnTo>
                              <a:pt x="6743" y="143"/>
                            </a:lnTo>
                            <a:lnTo>
                              <a:pt x="6763" y="114"/>
                            </a:lnTo>
                            <a:lnTo>
                              <a:pt x="6785" y="90"/>
                            </a:lnTo>
                            <a:lnTo>
                              <a:pt x="6811" y="68"/>
                            </a:lnTo>
                            <a:lnTo>
                              <a:pt x="6840" y="50"/>
                            </a:lnTo>
                            <a:lnTo>
                              <a:pt x="6873" y="35"/>
                            </a:lnTo>
                            <a:lnTo>
                              <a:pt x="6907" y="24"/>
                            </a:lnTo>
                            <a:lnTo>
                              <a:pt x="6945" y="14"/>
                            </a:lnTo>
                            <a:lnTo>
                              <a:pt x="6986" y="8"/>
                            </a:lnTo>
                            <a:lnTo>
                              <a:pt x="7031" y="3"/>
                            </a:lnTo>
                            <a:lnTo>
                              <a:pt x="7076" y="1"/>
                            </a:lnTo>
                            <a:lnTo>
                              <a:pt x="7126" y="0"/>
                            </a:lnTo>
                            <a:lnTo>
                              <a:pt x="7602" y="0"/>
                            </a:lnTo>
                            <a:lnTo>
                              <a:pt x="7652" y="1"/>
                            </a:lnTo>
                            <a:lnTo>
                              <a:pt x="7697" y="3"/>
                            </a:lnTo>
                            <a:lnTo>
                              <a:pt x="7742" y="8"/>
                            </a:lnTo>
                            <a:lnTo>
                              <a:pt x="7783" y="14"/>
                            </a:lnTo>
                            <a:lnTo>
                              <a:pt x="7821" y="24"/>
                            </a:lnTo>
                            <a:lnTo>
                              <a:pt x="7855" y="35"/>
                            </a:lnTo>
                            <a:lnTo>
                              <a:pt x="7887" y="50"/>
                            </a:lnTo>
                            <a:lnTo>
                              <a:pt x="7917" y="68"/>
                            </a:lnTo>
                            <a:lnTo>
                              <a:pt x="7943" y="90"/>
                            </a:lnTo>
                            <a:lnTo>
                              <a:pt x="7955" y="102"/>
                            </a:lnTo>
                            <a:lnTo>
                              <a:pt x="7965" y="114"/>
                            </a:lnTo>
                            <a:lnTo>
                              <a:pt x="7976" y="128"/>
                            </a:lnTo>
                            <a:lnTo>
                              <a:pt x="7984" y="143"/>
                            </a:lnTo>
                            <a:lnTo>
                              <a:pt x="7992" y="158"/>
                            </a:lnTo>
                            <a:lnTo>
                              <a:pt x="8001" y="175"/>
                            </a:lnTo>
                            <a:lnTo>
                              <a:pt x="8007" y="193"/>
                            </a:lnTo>
                            <a:lnTo>
                              <a:pt x="8014" y="212"/>
                            </a:lnTo>
                            <a:lnTo>
                              <a:pt x="8022" y="253"/>
                            </a:lnTo>
                            <a:lnTo>
                              <a:pt x="8028" y="299"/>
                            </a:lnTo>
                            <a:lnTo>
                              <a:pt x="8029" y="350"/>
                            </a:lnTo>
                            <a:lnTo>
                              <a:pt x="8029" y="637"/>
                            </a:lnTo>
                            <a:lnTo>
                              <a:pt x="8028" y="689"/>
                            </a:lnTo>
                            <a:lnTo>
                              <a:pt x="8022" y="734"/>
                            </a:lnTo>
                            <a:lnTo>
                              <a:pt x="8018" y="755"/>
                            </a:lnTo>
                            <a:lnTo>
                              <a:pt x="8014" y="775"/>
                            </a:lnTo>
                            <a:lnTo>
                              <a:pt x="8007" y="794"/>
                            </a:lnTo>
                            <a:lnTo>
                              <a:pt x="8001" y="812"/>
                            </a:lnTo>
                            <a:lnTo>
                              <a:pt x="7984" y="844"/>
                            </a:lnTo>
                            <a:lnTo>
                              <a:pt x="7965" y="873"/>
                            </a:lnTo>
                            <a:lnTo>
                              <a:pt x="7943" y="898"/>
                            </a:lnTo>
                            <a:lnTo>
                              <a:pt x="7917" y="919"/>
                            </a:lnTo>
                            <a:lnTo>
                              <a:pt x="7887" y="937"/>
                            </a:lnTo>
                            <a:lnTo>
                              <a:pt x="7855" y="952"/>
                            </a:lnTo>
                            <a:lnTo>
                              <a:pt x="7821" y="963"/>
                            </a:lnTo>
                            <a:lnTo>
                              <a:pt x="7783" y="973"/>
                            </a:lnTo>
                            <a:lnTo>
                              <a:pt x="7742" y="980"/>
                            </a:lnTo>
                            <a:lnTo>
                              <a:pt x="7697" y="984"/>
                            </a:lnTo>
                            <a:lnTo>
                              <a:pt x="7652" y="987"/>
                            </a:lnTo>
                            <a:lnTo>
                              <a:pt x="7602" y="987"/>
                            </a:lnTo>
                            <a:lnTo>
                              <a:pt x="7126" y="987"/>
                            </a:lnTo>
                            <a:lnTo>
                              <a:pt x="7076" y="987"/>
                            </a:lnTo>
                            <a:lnTo>
                              <a:pt x="7031" y="984"/>
                            </a:lnTo>
                            <a:lnTo>
                              <a:pt x="6986" y="980"/>
                            </a:lnTo>
                            <a:lnTo>
                              <a:pt x="6945" y="973"/>
                            </a:lnTo>
                            <a:lnTo>
                              <a:pt x="6926" y="968"/>
                            </a:lnTo>
                            <a:lnTo>
                              <a:pt x="6907" y="963"/>
                            </a:lnTo>
                            <a:lnTo>
                              <a:pt x="6873" y="952"/>
                            </a:lnTo>
                            <a:lnTo>
                              <a:pt x="6840" y="937"/>
                            </a:lnTo>
                            <a:lnTo>
                              <a:pt x="6811" y="919"/>
                            </a:lnTo>
                            <a:lnTo>
                              <a:pt x="6785" y="898"/>
                            </a:lnTo>
                            <a:lnTo>
                              <a:pt x="6773" y="885"/>
                            </a:lnTo>
                            <a:lnTo>
                              <a:pt x="6763" y="873"/>
                            </a:lnTo>
                            <a:lnTo>
                              <a:pt x="6752" y="859"/>
                            </a:lnTo>
                            <a:lnTo>
                              <a:pt x="6743" y="844"/>
                            </a:lnTo>
                            <a:lnTo>
                              <a:pt x="6734" y="829"/>
                            </a:lnTo>
                            <a:lnTo>
                              <a:pt x="6727" y="812"/>
                            </a:lnTo>
                            <a:lnTo>
                              <a:pt x="6721" y="794"/>
                            </a:lnTo>
                            <a:lnTo>
                              <a:pt x="6714" y="775"/>
                            </a:lnTo>
                            <a:lnTo>
                              <a:pt x="6705" y="734"/>
                            </a:lnTo>
                            <a:lnTo>
                              <a:pt x="6700" y="689"/>
                            </a:lnTo>
                            <a:lnTo>
                              <a:pt x="6697" y="637"/>
                            </a:lnTo>
                            <a:close/>
                            <a:moveTo>
                              <a:pt x="8477" y="251"/>
                            </a:moveTo>
                            <a:lnTo>
                              <a:pt x="8477" y="493"/>
                            </a:lnTo>
                            <a:lnTo>
                              <a:pt x="8939" y="493"/>
                            </a:lnTo>
                            <a:lnTo>
                              <a:pt x="8963" y="491"/>
                            </a:lnTo>
                            <a:lnTo>
                              <a:pt x="8974" y="489"/>
                            </a:lnTo>
                            <a:lnTo>
                              <a:pt x="8984" y="486"/>
                            </a:lnTo>
                            <a:lnTo>
                              <a:pt x="8992" y="481"/>
                            </a:lnTo>
                            <a:lnTo>
                              <a:pt x="9001" y="477"/>
                            </a:lnTo>
                            <a:lnTo>
                              <a:pt x="9007" y="470"/>
                            </a:lnTo>
                            <a:lnTo>
                              <a:pt x="9013" y="464"/>
                            </a:lnTo>
                            <a:lnTo>
                              <a:pt x="9024" y="448"/>
                            </a:lnTo>
                            <a:lnTo>
                              <a:pt x="9030" y="431"/>
                            </a:lnTo>
                            <a:lnTo>
                              <a:pt x="9034" y="411"/>
                            </a:lnTo>
                            <a:lnTo>
                              <a:pt x="9035" y="392"/>
                            </a:lnTo>
                            <a:lnTo>
                              <a:pt x="9035" y="354"/>
                            </a:lnTo>
                            <a:lnTo>
                              <a:pt x="9034" y="331"/>
                            </a:lnTo>
                            <a:lnTo>
                              <a:pt x="9029" y="310"/>
                            </a:lnTo>
                            <a:lnTo>
                              <a:pt x="9021" y="292"/>
                            </a:lnTo>
                            <a:lnTo>
                              <a:pt x="9015" y="284"/>
                            </a:lnTo>
                            <a:lnTo>
                              <a:pt x="9008" y="278"/>
                            </a:lnTo>
                            <a:lnTo>
                              <a:pt x="8992" y="267"/>
                            </a:lnTo>
                            <a:lnTo>
                              <a:pt x="8970" y="258"/>
                            </a:lnTo>
                            <a:lnTo>
                              <a:pt x="8945" y="253"/>
                            </a:lnTo>
                            <a:lnTo>
                              <a:pt x="8913" y="251"/>
                            </a:lnTo>
                            <a:lnTo>
                              <a:pt x="8477" y="251"/>
                            </a:lnTo>
                            <a:close/>
                            <a:moveTo>
                              <a:pt x="8179" y="977"/>
                            </a:moveTo>
                            <a:lnTo>
                              <a:pt x="8179" y="493"/>
                            </a:lnTo>
                            <a:lnTo>
                              <a:pt x="8179" y="10"/>
                            </a:lnTo>
                            <a:lnTo>
                              <a:pt x="8990" y="10"/>
                            </a:lnTo>
                            <a:lnTo>
                              <a:pt x="9041" y="12"/>
                            </a:lnTo>
                            <a:lnTo>
                              <a:pt x="9086" y="16"/>
                            </a:lnTo>
                            <a:lnTo>
                              <a:pt x="9127" y="25"/>
                            </a:lnTo>
                            <a:lnTo>
                              <a:pt x="9164" y="35"/>
                            </a:lnTo>
                            <a:lnTo>
                              <a:pt x="9197" y="49"/>
                            </a:lnTo>
                            <a:lnTo>
                              <a:pt x="9225" y="65"/>
                            </a:lnTo>
                            <a:lnTo>
                              <a:pt x="9251" y="84"/>
                            </a:lnTo>
                            <a:lnTo>
                              <a:pt x="9272" y="105"/>
                            </a:lnTo>
                            <a:lnTo>
                              <a:pt x="9290" y="128"/>
                            </a:lnTo>
                            <a:lnTo>
                              <a:pt x="9304" y="153"/>
                            </a:lnTo>
                            <a:lnTo>
                              <a:pt x="9317" y="180"/>
                            </a:lnTo>
                            <a:lnTo>
                              <a:pt x="9325" y="210"/>
                            </a:lnTo>
                            <a:lnTo>
                              <a:pt x="9333" y="240"/>
                            </a:lnTo>
                            <a:lnTo>
                              <a:pt x="9337" y="273"/>
                            </a:lnTo>
                            <a:lnTo>
                              <a:pt x="9340" y="306"/>
                            </a:lnTo>
                            <a:lnTo>
                              <a:pt x="9341" y="341"/>
                            </a:lnTo>
                            <a:lnTo>
                              <a:pt x="9341" y="424"/>
                            </a:lnTo>
                            <a:lnTo>
                              <a:pt x="9338" y="479"/>
                            </a:lnTo>
                            <a:lnTo>
                              <a:pt x="9328" y="533"/>
                            </a:lnTo>
                            <a:lnTo>
                              <a:pt x="9320" y="560"/>
                            </a:lnTo>
                            <a:lnTo>
                              <a:pt x="9310" y="586"/>
                            </a:lnTo>
                            <a:lnTo>
                              <a:pt x="9304" y="598"/>
                            </a:lnTo>
                            <a:lnTo>
                              <a:pt x="9298" y="610"/>
                            </a:lnTo>
                            <a:lnTo>
                              <a:pt x="9283" y="633"/>
                            </a:lnTo>
                            <a:lnTo>
                              <a:pt x="9266" y="654"/>
                            </a:lnTo>
                            <a:lnTo>
                              <a:pt x="9257" y="665"/>
                            </a:lnTo>
                            <a:lnTo>
                              <a:pt x="9246" y="674"/>
                            </a:lnTo>
                            <a:lnTo>
                              <a:pt x="9224" y="691"/>
                            </a:lnTo>
                            <a:lnTo>
                              <a:pt x="9199" y="706"/>
                            </a:lnTo>
                            <a:lnTo>
                              <a:pt x="9170" y="717"/>
                            </a:lnTo>
                            <a:lnTo>
                              <a:pt x="9140" y="727"/>
                            </a:lnTo>
                            <a:lnTo>
                              <a:pt x="9105" y="732"/>
                            </a:lnTo>
                            <a:lnTo>
                              <a:pt x="9067" y="734"/>
                            </a:lnTo>
                            <a:lnTo>
                              <a:pt x="8477" y="734"/>
                            </a:lnTo>
                            <a:lnTo>
                              <a:pt x="8477" y="977"/>
                            </a:lnTo>
                            <a:lnTo>
                              <a:pt x="8179" y="977"/>
                            </a:lnTo>
                            <a:close/>
                            <a:moveTo>
                              <a:pt x="9737" y="442"/>
                            </a:moveTo>
                            <a:lnTo>
                              <a:pt x="9737" y="546"/>
                            </a:lnTo>
                            <a:lnTo>
                              <a:pt x="9739" y="594"/>
                            </a:lnTo>
                            <a:lnTo>
                              <a:pt x="9744" y="635"/>
                            </a:lnTo>
                            <a:lnTo>
                              <a:pt x="9748" y="653"/>
                            </a:lnTo>
                            <a:lnTo>
                              <a:pt x="9754" y="669"/>
                            </a:lnTo>
                            <a:lnTo>
                              <a:pt x="9761" y="683"/>
                            </a:lnTo>
                            <a:lnTo>
                              <a:pt x="9769" y="695"/>
                            </a:lnTo>
                            <a:lnTo>
                              <a:pt x="9779" y="706"/>
                            </a:lnTo>
                            <a:lnTo>
                              <a:pt x="9792" y="715"/>
                            </a:lnTo>
                            <a:lnTo>
                              <a:pt x="9805" y="722"/>
                            </a:lnTo>
                            <a:lnTo>
                              <a:pt x="9821" y="729"/>
                            </a:lnTo>
                            <a:lnTo>
                              <a:pt x="9859" y="737"/>
                            </a:lnTo>
                            <a:lnTo>
                              <a:pt x="9882" y="738"/>
                            </a:lnTo>
                            <a:lnTo>
                              <a:pt x="9908" y="739"/>
                            </a:lnTo>
                            <a:lnTo>
                              <a:pt x="10287" y="739"/>
                            </a:lnTo>
                            <a:lnTo>
                              <a:pt x="10335" y="737"/>
                            </a:lnTo>
                            <a:lnTo>
                              <a:pt x="10356" y="733"/>
                            </a:lnTo>
                            <a:lnTo>
                              <a:pt x="10374" y="729"/>
                            </a:lnTo>
                            <a:lnTo>
                              <a:pt x="10389" y="722"/>
                            </a:lnTo>
                            <a:lnTo>
                              <a:pt x="10403" y="715"/>
                            </a:lnTo>
                            <a:lnTo>
                              <a:pt x="10415" y="706"/>
                            </a:lnTo>
                            <a:lnTo>
                              <a:pt x="10425" y="695"/>
                            </a:lnTo>
                            <a:lnTo>
                              <a:pt x="10434" y="683"/>
                            </a:lnTo>
                            <a:lnTo>
                              <a:pt x="10441" y="669"/>
                            </a:lnTo>
                            <a:lnTo>
                              <a:pt x="10446" y="653"/>
                            </a:lnTo>
                            <a:lnTo>
                              <a:pt x="10451" y="635"/>
                            </a:lnTo>
                            <a:lnTo>
                              <a:pt x="10456" y="594"/>
                            </a:lnTo>
                            <a:lnTo>
                              <a:pt x="10458" y="546"/>
                            </a:lnTo>
                            <a:lnTo>
                              <a:pt x="10458" y="442"/>
                            </a:lnTo>
                            <a:lnTo>
                              <a:pt x="10456" y="399"/>
                            </a:lnTo>
                            <a:lnTo>
                              <a:pt x="10451" y="360"/>
                            </a:lnTo>
                            <a:lnTo>
                              <a:pt x="10446" y="343"/>
                            </a:lnTo>
                            <a:lnTo>
                              <a:pt x="10440" y="327"/>
                            </a:lnTo>
                            <a:lnTo>
                              <a:pt x="10433" y="313"/>
                            </a:lnTo>
                            <a:lnTo>
                              <a:pt x="10423" y="300"/>
                            </a:lnTo>
                            <a:lnTo>
                              <a:pt x="10413" y="288"/>
                            </a:lnTo>
                            <a:lnTo>
                              <a:pt x="10399" y="278"/>
                            </a:lnTo>
                            <a:lnTo>
                              <a:pt x="10384" y="269"/>
                            </a:lnTo>
                            <a:lnTo>
                              <a:pt x="10367" y="261"/>
                            </a:lnTo>
                            <a:lnTo>
                              <a:pt x="10347" y="256"/>
                            </a:lnTo>
                            <a:lnTo>
                              <a:pt x="10325" y="252"/>
                            </a:lnTo>
                            <a:lnTo>
                              <a:pt x="10300" y="249"/>
                            </a:lnTo>
                            <a:lnTo>
                              <a:pt x="10271" y="248"/>
                            </a:lnTo>
                            <a:lnTo>
                              <a:pt x="9923" y="248"/>
                            </a:lnTo>
                            <a:lnTo>
                              <a:pt x="9895" y="249"/>
                            </a:lnTo>
                            <a:lnTo>
                              <a:pt x="9871" y="252"/>
                            </a:lnTo>
                            <a:lnTo>
                              <a:pt x="9847" y="256"/>
                            </a:lnTo>
                            <a:lnTo>
                              <a:pt x="9828" y="261"/>
                            </a:lnTo>
                            <a:lnTo>
                              <a:pt x="9811" y="269"/>
                            </a:lnTo>
                            <a:lnTo>
                              <a:pt x="9796" y="278"/>
                            </a:lnTo>
                            <a:lnTo>
                              <a:pt x="9788" y="282"/>
                            </a:lnTo>
                            <a:lnTo>
                              <a:pt x="9782" y="288"/>
                            </a:lnTo>
                            <a:lnTo>
                              <a:pt x="9772" y="300"/>
                            </a:lnTo>
                            <a:lnTo>
                              <a:pt x="9762" y="313"/>
                            </a:lnTo>
                            <a:lnTo>
                              <a:pt x="9755" y="327"/>
                            </a:lnTo>
                            <a:lnTo>
                              <a:pt x="9748" y="343"/>
                            </a:lnTo>
                            <a:lnTo>
                              <a:pt x="9744" y="360"/>
                            </a:lnTo>
                            <a:lnTo>
                              <a:pt x="9739" y="399"/>
                            </a:lnTo>
                            <a:lnTo>
                              <a:pt x="9737" y="442"/>
                            </a:lnTo>
                            <a:close/>
                            <a:moveTo>
                              <a:pt x="9432" y="637"/>
                            </a:moveTo>
                            <a:lnTo>
                              <a:pt x="9432" y="350"/>
                            </a:lnTo>
                            <a:lnTo>
                              <a:pt x="9433" y="299"/>
                            </a:lnTo>
                            <a:lnTo>
                              <a:pt x="9439" y="253"/>
                            </a:lnTo>
                            <a:lnTo>
                              <a:pt x="9444" y="232"/>
                            </a:lnTo>
                            <a:lnTo>
                              <a:pt x="9448" y="212"/>
                            </a:lnTo>
                            <a:lnTo>
                              <a:pt x="9454" y="193"/>
                            </a:lnTo>
                            <a:lnTo>
                              <a:pt x="9460" y="175"/>
                            </a:lnTo>
                            <a:lnTo>
                              <a:pt x="9476" y="143"/>
                            </a:lnTo>
                            <a:lnTo>
                              <a:pt x="9496" y="114"/>
                            </a:lnTo>
                            <a:lnTo>
                              <a:pt x="9518" y="90"/>
                            </a:lnTo>
                            <a:lnTo>
                              <a:pt x="9545" y="68"/>
                            </a:lnTo>
                            <a:lnTo>
                              <a:pt x="9573" y="50"/>
                            </a:lnTo>
                            <a:lnTo>
                              <a:pt x="9606" y="35"/>
                            </a:lnTo>
                            <a:lnTo>
                              <a:pt x="9641" y="24"/>
                            </a:lnTo>
                            <a:lnTo>
                              <a:pt x="9679" y="14"/>
                            </a:lnTo>
                            <a:lnTo>
                              <a:pt x="9720" y="8"/>
                            </a:lnTo>
                            <a:lnTo>
                              <a:pt x="9763" y="3"/>
                            </a:lnTo>
                            <a:lnTo>
                              <a:pt x="9809" y="1"/>
                            </a:lnTo>
                            <a:lnTo>
                              <a:pt x="9859" y="0"/>
                            </a:lnTo>
                            <a:lnTo>
                              <a:pt x="10337" y="0"/>
                            </a:lnTo>
                            <a:lnTo>
                              <a:pt x="10385" y="1"/>
                            </a:lnTo>
                            <a:lnTo>
                              <a:pt x="10432" y="3"/>
                            </a:lnTo>
                            <a:lnTo>
                              <a:pt x="10475" y="8"/>
                            </a:lnTo>
                            <a:lnTo>
                              <a:pt x="10516" y="14"/>
                            </a:lnTo>
                            <a:lnTo>
                              <a:pt x="10554" y="24"/>
                            </a:lnTo>
                            <a:lnTo>
                              <a:pt x="10589" y="35"/>
                            </a:lnTo>
                            <a:lnTo>
                              <a:pt x="10621" y="50"/>
                            </a:lnTo>
                            <a:lnTo>
                              <a:pt x="10650" y="68"/>
                            </a:lnTo>
                            <a:lnTo>
                              <a:pt x="10676" y="90"/>
                            </a:lnTo>
                            <a:lnTo>
                              <a:pt x="10688" y="102"/>
                            </a:lnTo>
                            <a:lnTo>
                              <a:pt x="10698" y="114"/>
                            </a:lnTo>
                            <a:lnTo>
                              <a:pt x="10709" y="128"/>
                            </a:lnTo>
                            <a:lnTo>
                              <a:pt x="10719" y="143"/>
                            </a:lnTo>
                            <a:lnTo>
                              <a:pt x="10727" y="158"/>
                            </a:lnTo>
                            <a:lnTo>
                              <a:pt x="10734" y="175"/>
                            </a:lnTo>
                            <a:lnTo>
                              <a:pt x="10741" y="193"/>
                            </a:lnTo>
                            <a:lnTo>
                              <a:pt x="10747" y="212"/>
                            </a:lnTo>
                            <a:lnTo>
                              <a:pt x="10756" y="253"/>
                            </a:lnTo>
                            <a:lnTo>
                              <a:pt x="10762" y="299"/>
                            </a:lnTo>
                            <a:lnTo>
                              <a:pt x="10764" y="350"/>
                            </a:lnTo>
                            <a:lnTo>
                              <a:pt x="10764" y="637"/>
                            </a:lnTo>
                            <a:lnTo>
                              <a:pt x="10762" y="689"/>
                            </a:lnTo>
                            <a:lnTo>
                              <a:pt x="10756" y="734"/>
                            </a:lnTo>
                            <a:lnTo>
                              <a:pt x="10752" y="755"/>
                            </a:lnTo>
                            <a:lnTo>
                              <a:pt x="10747" y="775"/>
                            </a:lnTo>
                            <a:lnTo>
                              <a:pt x="10741" y="794"/>
                            </a:lnTo>
                            <a:lnTo>
                              <a:pt x="10734" y="812"/>
                            </a:lnTo>
                            <a:lnTo>
                              <a:pt x="10719" y="844"/>
                            </a:lnTo>
                            <a:lnTo>
                              <a:pt x="10698" y="873"/>
                            </a:lnTo>
                            <a:lnTo>
                              <a:pt x="10676" y="898"/>
                            </a:lnTo>
                            <a:lnTo>
                              <a:pt x="10650" y="919"/>
                            </a:lnTo>
                            <a:lnTo>
                              <a:pt x="10621" y="937"/>
                            </a:lnTo>
                            <a:lnTo>
                              <a:pt x="10589" y="952"/>
                            </a:lnTo>
                            <a:lnTo>
                              <a:pt x="10554" y="963"/>
                            </a:lnTo>
                            <a:lnTo>
                              <a:pt x="10516" y="973"/>
                            </a:lnTo>
                            <a:lnTo>
                              <a:pt x="10475" y="980"/>
                            </a:lnTo>
                            <a:lnTo>
                              <a:pt x="10432" y="984"/>
                            </a:lnTo>
                            <a:lnTo>
                              <a:pt x="10385" y="987"/>
                            </a:lnTo>
                            <a:lnTo>
                              <a:pt x="10337" y="987"/>
                            </a:lnTo>
                            <a:lnTo>
                              <a:pt x="9859" y="987"/>
                            </a:lnTo>
                            <a:lnTo>
                              <a:pt x="9809" y="987"/>
                            </a:lnTo>
                            <a:lnTo>
                              <a:pt x="9763" y="984"/>
                            </a:lnTo>
                            <a:lnTo>
                              <a:pt x="9720" y="980"/>
                            </a:lnTo>
                            <a:lnTo>
                              <a:pt x="9679" y="973"/>
                            </a:lnTo>
                            <a:lnTo>
                              <a:pt x="9660" y="968"/>
                            </a:lnTo>
                            <a:lnTo>
                              <a:pt x="9641" y="963"/>
                            </a:lnTo>
                            <a:lnTo>
                              <a:pt x="9606" y="952"/>
                            </a:lnTo>
                            <a:lnTo>
                              <a:pt x="9573" y="937"/>
                            </a:lnTo>
                            <a:lnTo>
                              <a:pt x="9545" y="919"/>
                            </a:lnTo>
                            <a:lnTo>
                              <a:pt x="9518" y="898"/>
                            </a:lnTo>
                            <a:lnTo>
                              <a:pt x="9507" y="885"/>
                            </a:lnTo>
                            <a:lnTo>
                              <a:pt x="9496" y="873"/>
                            </a:lnTo>
                            <a:lnTo>
                              <a:pt x="9486" y="859"/>
                            </a:lnTo>
                            <a:lnTo>
                              <a:pt x="9476" y="844"/>
                            </a:lnTo>
                            <a:lnTo>
                              <a:pt x="9468" y="829"/>
                            </a:lnTo>
                            <a:lnTo>
                              <a:pt x="9460" y="812"/>
                            </a:lnTo>
                            <a:lnTo>
                              <a:pt x="9454" y="794"/>
                            </a:lnTo>
                            <a:lnTo>
                              <a:pt x="9448" y="775"/>
                            </a:lnTo>
                            <a:lnTo>
                              <a:pt x="9439" y="734"/>
                            </a:lnTo>
                            <a:lnTo>
                              <a:pt x="9433" y="689"/>
                            </a:lnTo>
                            <a:lnTo>
                              <a:pt x="9432" y="637"/>
                            </a:lnTo>
                            <a:close/>
                            <a:moveTo>
                              <a:pt x="10886" y="977"/>
                            </a:moveTo>
                            <a:lnTo>
                              <a:pt x="10886" y="493"/>
                            </a:lnTo>
                            <a:lnTo>
                              <a:pt x="10886" y="10"/>
                            </a:lnTo>
                            <a:lnTo>
                              <a:pt x="11183" y="10"/>
                            </a:lnTo>
                            <a:lnTo>
                              <a:pt x="11183" y="729"/>
                            </a:lnTo>
                            <a:lnTo>
                              <a:pt x="11852" y="729"/>
                            </a:lnTo>
                            <a:lnTo>
                              <a:pt x="11852" y="977"/>
                            </a:lnTo>
                            <a:lnTo>
                              <a:pt x="11369" y="977"/>
                            </a:lnTo>
                            <a:lnTo>
                              <a:pt x="10886" y="977"/>
                            </a:lnTo>
                            <a:close/>
                            <a:moveTo>
                              <a:pt x="11965" y="977"/>
                            </a:moveTo>
                            <a:lnTo>
                              <a:pt x="11965" y="493"/>
                            </a:lnTo>
                            <a:lnTo>
                              <a:pt x="11965" y="10"/>
                            </a:lnTo>
                            <a:lnTo>
                              <a:pt x="12262" y="10"/>
                            </a:lnTo>
                            <a:lnTo>
                              <a:pt x="12262" y="493"/>
                            </a:lnTo>
                            <a:lnTo>
                              <a:pt x="12262" y="977"/>
                            </a:lnTo>
                            <a:lnTo>
                              <a:pt x="11965" y="977"/>
                            </a:lnTo>
                            <a:close/>
                            <a:moveTo>
                              <a:pt x="12388" y="727"/>
                            </a:moveTo>
                            <a:lnTo>
                              <a:pt x="12388" y="660"/>
                            </a:lnTo>
                            <a:lnTo>
                              <a:pt x="12685" y="660"/>
                            </a:lnTo>
                            <a:lnTo>
                              <a:pt x="12687" y="695"/>
                            </a:lnTo>
                            <a:lnTo>
                              <a:pt x="12689" y="709"/>
                            </a:lnTo>
                            <a:lnTo>
                              <a:pt x="12694" y="721"/>
                            </a:lnTo>
                            <a:lnTo>
                              <a:pt x="12703" y="740"/>
                            </a:lnTo>
                            <a:lnTo>
                              <a:pt x="12711" y="748"/>
                            </a:lnTo>
                            <a:lnTo>
                              <a:pt x="12718" y="754"/>
                            </a:lnTo>
                            <a:lnTo>
                              <a:pt x="12726" y="759"/>
                            </a:lnTo>
                            <a:lnTo>
                              <a:pt x="12736" y="763"/>
                            </a:lnTo>
                            <a:lnTo>
                              <a:pt x="12757" y="769"/>
                            </a:lnTo>
                            <a:lnTo>
                              <a:pt x="12783" y="771"/>
                            </a:lnTo>
                            <a:lnTo>
                              <a:pt x="12814" y="771"/>
                            </a:lnTo>
                            <a:lnTo>
                              <a:pt x="13178" y="771"/>
                            </a:lnTo>
                            <a:lnTo>
                              <a:pt x="13202" y="771"/>
                            </a:lnTo>
                            <a:lnTo>
                              <a:pt x="13224" y="769"/>
                            </a:lnTo>
                            <a:lnTo>
                              <a:pt x="13246" y="766"/>
                            </a:lnTo>
                            <a:lnTo>
                              <a:pt x="13265" y="758"/>
                            </a:lnTo>
                            <a:lnTo>
                              <a:pt x="13281" y="749"/>
                            </a:lnTo>
                            <a:lnTo>
                              <a:pt x="13288" y="741"/>
                            </a:lnTo>
                            <a:lnTo>
                              <a:pt x="13294" y="734"/>
                            </a:lnTo>
                            <a:lnTo>
                              <a:pt x="13302" y="715"/>
                            </a:lnTo>
                            <a:lnTo>
                              <a:pt x="13304" y="704"/>
                            </a:lnTo>
                            <a:lnTo>
                              <a:pt x="13305" y="690"/>
                            </a:lnTo>
                            <a:lnTo>
                              <a:pt x="13302" y="662"/>
                            </a:lnTo>
                            <a:lnTo>
                              <a:pt x="13299" y="650"/>
                            </a:lnTo>
                            <a:lnTo>
                              <a:pt x="13294" y="641"/>
                            </a:lnTo>
                            <a:lnTo>
                              <a:pt x="13285" y="632"/>
                            </a:lnTo>
                            <a:lnTo>
                              <a:pt x="13274" y="625"/>
                            </a:lnTo>
                            <a:lnTo>
                              <a:pt x="13259" y="618"/>
                            </a:lnTo>
                            <a:lnTo>
                              <a:pt x="13240" y="613"/>
                            </a:lnTo>
                            <a:lnTo>
                              <a:pt x="13217" y="610"/>
                            </a:lnTo>
                            <a:lnTo>
                              <a:pt x="13188" y="607"/>
                            </a:lnTo>
                            <a:lnTo>
                              <a:pt x="13114" y="603"/>
                            </a:lnTo>
                            <a:lnTo>
                              <a:pt x="13015" y="601"/>
                            </a:lnTo>
                            <a:lnTo>
                              <a:pt x="12888" y="601"/>
                            </a:lnTo>
                            <a:lnTo>
                              <a:pt x="12808" y="600"/>
                            </a:lnTo>
                            <a:lnTo>
                              <a:pt x="12737" y="597"/>
                            </a:lnTo>
                            <a:lnTo>
                              <a:pt x="12675" y="594"/>
                            </a:lnTo>
                            <a:lnTo>
                              <a:pt x="12621" y="589"/>
                            </a:lnTo>
                            <a:lnTo>
                              <a:pt x="12573" y="581"/>
                            </a:lnTo>
                            <a:lnTo>
                              <a:pt x="12532" y="571"/>
                            </a:lnTo>
                            <a:lnTo>
                              <a:pt x="12515" y="565"/>
                            </a:lnTo>
                            <a:lnTo>
                              <a:pt x="12499" y="559"/>
                            </a:lnTo>
                            <a:lnTo>
                              <a:pt x="12470" y="544"/>
                            </a:lnTo>
                            <a:lnTo>
                              <a:pt x="12447" y="527"/>
                            </a:lnTo>
                            <a:lnTo>
                              <a:pt x="12437" y="517"/>
                            </a:lnTo>
                            <a:lnTo>
                              <a:pt x="12429" y="506"/>
                            </a:lnTo>
                            <a:lnTo>
                              <a:pt x="12421" y="494"/>
                            </a:lnTo>
                            <a:lnTo>
                              <a:pt x="12414" y="482"/>
                            </a:lnTo>
                            <a:lnTo>
                              <a:pt x="12404" y="456"/>
                            </a:lnTo>
                            <a:lnTo>
                              <a:pt x="12396" y="424"/>
                            </a:lnTo>
                            <a:lnTo>
                              <a:pt x="12392" y="390"/>
                            </a:lnTo>
                            <a:lnTo>
                              <a:pt x="12390" y="352"/>
                            </a:lnTo>
                            <a:lnTo>
                              <a:pt x="12389" y="310"/>
                            </a:lnTo>
                            <a:lnTo>
                              <a:pt x="12390" y="245"/>
                            </a:lnTo>
                            <a:lnTo>
                              <a:pt x="12393" y="216"/>
                            </a:lnTo>
                            <a:lnTo>
                              <a:pt x="12397" y="187"/>
                            </a:lnTo>
                            <a:lnTo>
                              <a:pt x="12404" y="160"/>
                            </a:lnTo>
                            <a:lnTo>
                              <a:pt x="12413" y="134"/>
                            </a:lnTo>
                            <a:lnTo>
                              <a:pt x="12427" y="111"/>
                            </a:lnTo>
                            <a:lnTo>
                              <a:pt x="12444" y="89"/>
                            </a:lnTo>
                            <a:lnTo>
                              <a:pt x="12465" y="69"/>
                            </a:lnTo>
                            <a:lnTo>
                              <a:pt x="12491" y="51"/>
                            </a:lnTo>
                            <a:lnTo>
                              <a:pt x="12523" y="36"/>
                            </a:lnTo>
                            <a:lnTo>
                              <a:pt x="12541" y="29"/>
                            </a:lnTo>
                            <a:lnTo>
                              <a:pt x="12561" y="24"/>
                            </a:lnTo>
                            <a:lnTo>
                              <a:pt x="12604" y="13"/>
                            </a:lnTo>
                            <a:lnTo>
                              <a:pt x="12656" y="6"/>
                            </a:lnTo>
                            <a:lnTo>
                              <a:pt x="12714" y="2"/>
                            </a:lnTo>
                            <a:lnTo>
                              <a:pt x="12780" y="0"/>
                            </a:lnTo>
                            <a:lnTo>
                              <a:pt x="13196" y="0"/>
                            </a:lnTo>
                            <a:lnTo>
                              <a:pt x="13256" y="1"/>
                            </a:lnTo>
                            <a:lnTo>
                              <a:pt x="13310" y="5"/>
                            </a:lnTo>
                            <a:lnTo>
                              <a:pt x="13357" y="11"/>
                            </a:lnTo>
                            <a:lnTo>
                              <a:pt x="13379" y="15"/>
                            </a:lnTo>
                            <a:lnTo>
                              <a:pt x="13399" y="21"/>
                            </a:lnTo>
                            <a:lnTo>
                              <a:pt x="13434" y="32"/>
                            </a:lnTo>
                            <a:lnTo>
                              <a:pt x="13465" y="46"/>
                            </a:lnTo>
                            <a:lnTo>
                              <a:pt x="13491" y="62"/>
                            </a:lnTo>
                            <a:lnTo>
                              <a:pt x="13512" y="79"/>
                            </a:lnTo>
                            <a:lnTo>
                              <a:pt x="13529" y="98"/>
                            </a:lnTo>
                            <a:lnTo>
                              <a:pt x="13543" y="120"/>
                            </a:lnTo>
                            <a:lnTo>
                              <a:pt x="13553" y="144"/>
                            </a:lnTo>
                            <a:lnTo>
                              <a:pt x="13561" y="169"/>
                            </a:lnTo>
                            <a:lnTo>
                              <a:pt x="13566" y="196"/>
                            </a:lnTo>
                            <a:lnTo>
                              <a:pt x="13569" y="224"/>
                            </a:lnTo>
                            <a:lnTo>
                              <a:pt x="13571" y="285"/>
                            </a:lnTo>
                            <a:lnTo>
                              <a:pt x="13571" y="316"/>
                            </a:lnTo>
                            <a:lnTo>
                              <a:pt x="13274" y="316"/>
                            </a:lnTo>
                            <a:lnTo>
                              <a:pt x="13273" y="292"/>
                            </a:lnTo>
                            <a:lnTo>
                              <a:pt x="13272" y="281"/>
                            </a:lnTo>
                            <a:lnTo>
                              <a:pt x="13269" y="271"/>
                            </a:lnTo>
                            <a:lnTo>
                              <a:pt x="13267" y="261"/>
                            </a:lnTo>
                            <a:lnTo>
                              <a:pt x="13263" y="254"/>
                            </a:lnTo>
                            <a:lnTo>
                              <a:pt x="13259" y="247"/>
                            </a:lnTo>
                            <a:lnTo>
                              <a:pt x="13253" y="239"/>
                            </a:lnTo>
                            <a:lnTo>
                              <a:pt x="13235" y="229"/>
                            </a:lnTo>
                            <a:lnTo>
                              <a:pt x="13208" y="221"/>
                            </a:lnTo>
                            <a:lnTo>
                              <a:pt x="13174" y="217"/>
                            </a:lnTo>
                            <a:lnTo>
                              <a:pt x="13128" y="216"/>
                            </a:lnTo>
                            <a:lnTo>
                              <a:pt x="12799" y="216"/>
                            </a:lnTo>
                            <a:lnTo>
                              <a:pt x="12775" y="217"/>
                            </a:lnTo>
                            <a:lnTo>
                              <a:pt x="12753" y="220"/>
                            </a:lnTo>
                            <a:lnTo>
                              <a:pt x="12734" y="226"/>
                            </a:lnTo>
                            <a:lnTo>
                              <a:pt x="12717" y="234"/>
                            </a:lnTo>
                            <a:lnTo>
                              <a:pt x="12704" y="244"/>
                            </a:lnTo>
                            <a:lnTo>
                              <a:pt x="12694" y="257"/>
                            </a:lnTo>
                            <a:lnTo>
                              <a:pt x="12691" y="264"/>
                            </a:lnTo>
                            <a:lnTo>
                              <a:pt x="12688" y="273"/>
                            </a:lnTo>
                            <a:lnTo>
                              <a:pt x="12686" y="291"/>
                            </a:lnTo>
                            <a:lnTo>
                              <a:pt x="12688" y="318"/>
                            </a:lnTo>
                            <a:lnTo>
                              <a:pt x="12692" y="330"/>
                            </a:lnTo>
                            <a:lnTo>
                              <a:pt x="12697" y="340"/>
                            </a:lnTo>
                            <a:lnTo>
                              <a:pt x="12704" y="347"/>
                            </a:lnTo>
                            <a:lnTo>
                              <a:pt x="12715" y="355"/>
                            </a:lnTo>
                            <a:lnTo>
                              <a:pt x="12727" y="361"/>
                            </a:lnTo>
                            <a:lnTo>
                              <a:pt x="12744" y="365"/>
                            </a:lnTo>
                            <a:lnTo>
                              <a:pt x="12764" y="369"/>
                            </a:lnTo>
                            <a:lnTo>
                              <a:pt x="12789" y="372"/>
                            </a:lnTo>
                            <a:lnTo>
                              <a:pt x="12818" y="374"/>
                            </a:lnTo>
                            <a:lnTo>
                              <a:pt x="12851" y="376"/>
                            </a:lnTo>
                            <a:lnTo>
                              <a:pt x="13042" y="376"/>
                            </a:lnTo>
                            <a:lnTo>
                              <a:pt x="13199" y="378"/>
                            </a:lnTo>
                            <a:lnTo>
                              <a:pt x="13265" y="380"/>
                            </a:lnTo>
                            <a:lnTo>
                              <a:pt x="13325" y="384"/>
                            </a:lnTo>
                            <a:lnTo>
                              <a:pt x="13378" y="390"/>
                            </a:lnTo>
                            <a:lnTo>
                              <a:pt x="13425" y="399"/>
                            </a:lnTo>
                            <a:lnTo>
                              <a:pt x="13465" y="409"/>
                            </a:lnTo>
                            <a:lnTo>
                              <a:pt x="13499" y="424"/>
                            </a:lnTo>
                            <a:lnTo>
                              <a:pt x="13529" y="442"/>
                            </a:lnTo>
                            <a:lnTo>
                              <a:pt x="13553" y="463"/>
                            </a:lnTo>
                            <a:lnTo>
                              <a:pt x="13563" y="475"/>
                            </a:lnTo>
                            <a:lnTo>
                              <a:pt x="13572" y="488"/>
                            </a:lnTo>
                            <a:lnTo>
                              <a:pt x="13587" y="518"/>
                            </a:lnTo>
                            <a:lnTo>
                              <a:pt x="13593" y="533"/>
                            </a:lnTo>
                            <a:lnTo>
                              <a:pt x="13597" y="551"/>
                            </a:lnTo>
                            <a:lnTo>
                              <a:pt x="13606" y="590"/>
                            </a:lnTo>
                            <a:lnTo>
                              <a:pt x="13609" y="634"/>
                            </a:lnTo>
                            <a:lnTo>
                              <a:pt x="13611" y="685"/>
                            </a:lnTo>
                            <a:lnTo>
                              <a:pt x="13610" y="731"/>
                            </a:lnTo>
                            <a:lnTo>
                              <a:pt x="13606" y="772"/>
                            </a:lnTo>
                            <a:lnTo>
                              <a:pt x="13604" y="791"/>
                            </a:lnTo>
                            <a:lnTo>
                              <a:pt x="13601" y="809"/>
                            </a:lnTo>
                            <a:lnTo>
                              <a:pt x="13596" y="825"/>
                            </a:lnTo>
                            <a:lnTo>
                              <a:pt x="13591" y="841"/>
                            </a:lnTo>
                            <a:lnTo>
                              <a:pt x="13585" y="856"/>
                            </a:lnTo>
                            <a:lnTo>
                              <a:pt x="13578" y="870"/>
                            </a:lnTo>
                            <a:lnTo>
                              <a:pt x="13562" y="895"/>
                            </a:lnTo>
                            <a:lnTo>
                              <a:pt x="13542" y="916"/>
                            </a:lnTo>
                            <a:lnTo>
                              <a:pt x="13517" y="934"/>
                            </a:lnTo>
                            <a:lnTo>
                              <a:pt x="13488" y="948"/>
                            </a:lnTo>
                            <a:lnTo>
                              <a:pt x="13454" y="960"/>
                            </a:lnTo>
                            <a:lnTo>
                              <a:pt x="13415" y="969"/>
                            </a:lnTo>
                            <a:lnTo>
                              <a:pt x="13370" y="977"/>
                            </a:lnTo>
                            <a:lnTo>
                              <a:pt x="13319" y="982"/>
                            </a:lnTo>
                            <a:lnTo>
                              <a:pt x="13261" y="985"/>
                            </a:lnTo>
                            <a:lnTo>
                              <a:pt x="13198" y="987"/>
                            </a:lnTo>
                            <a:lnTo>
                              <a:pt x="13127" y="987"/>
                            </a:lnTo>
                            <a:lnTo>
                              <a:pt x="12766" y="987"/>
                            </a:lnTo>
                            <a:lnTo>
                              <a:pt x="12673" y="985"/>
                            </a:lnTo>
                            <a:lnTo>
                              <a:pt x="12631" y="981"/>
                            </a:lnTo>
                            <a:lnTo>
                              <a:pt x="12594" y="977"/>
                            </a:lnTo>
                            <a:lnTo>
                              <a:pt x="12559" y="969"/>
                            </a:lnTo>
                            <a:lnTo>
                              <a:pt x="12543" y="965"/>
                            </a:lnTo>
                            <a:lnTo>
                              <a:pt x="12528" y="960"/>
                            </a:lnTo>
                            <a:lnTo>
                              <a:pt x="12500" y="949"/>
                            </a:lnTo>
                            <a:lnTo>
                              <a:pt x="12475" y="936"/>
                            </a:lnTo>
                            <a:lnTo>
                              <a:pt x="12454" y="920"/>
                            </a:lnTo>
                            <a:lnTo>
                              <a:pt x="12445" y="912"/>
                            </a:lnTo>
                            <a:lnTo>
                              <a:pt x="12436" y="901"/>
                            </a:lnTo>
                            <a:lnTo>
                              <a:pt x="12421" y="880"/>
                            </a:lnTo>
                            <a:lnTo>
                              <a:pt x="12409" y="856"/>
                            </a:lnTo>
                            <a:lnTo>
                              <a:pt x="12399" y="829"/>
                            </a:lnTo>
                            <a:lnTo>
                              <a:pt x="12395" y="814"/>
                            </a:lnTo>
                            <a:lnTo>
                              <a:pt x="12392" y="798"/>
                            </a:lnTo>
                            <a:lnTo>
                              <a:pt x="12389" y="764"/>
                            </a:lnTo>
                            <a:lnTo>
                              <a:pt x="12388" y="727"/>
                            </a:lnTo>
                            <a:close/>
                            <a:moveTo>
                              <a:pt x="4652" y="1607"/>
                            </a:moveTo>
                            <a:lnTo>
                              <a:pt x="4660" y="1609"/>
                            </a:lnTo>
                            <a:lnTo>
                              <a:pt x="4666" y="1614"/>
                            </a:lnTo>
                            <a:lnTo>
                              <a:pt x="4672" y="1622"/>
                            </a:lnTo>
                            <a:lnTo>
                              <a:pt x="4673" y="1633"/>
                            </a:lnTo>
                            <a:lnTo>
                              <a:pt x="4673" y="1939"/>
                            </a:lnTo>
                            <a:lnTo>
                              <a:pt x="4671" y="1949"/>
                            </a:lnTo>
                            <a:lnTo>
                              <a:pt x="4666" y="1956"/>
                            </a:lnTo>
                            <a:lnTo>
                              <a:pt x="4659" y="1960"/>
                            </a:lnTo>
                            <a:lnTo>
                              <a:pt x="4651" y="1961"/>
                            </a:lnTo>
                            <a:lnTo>
                              <a:pt x="4642" y="1960"/>
                            </a:lnTo>
                            <a:lnTo>
                              <a:pt x="4635" y="1956"/>
                            </a:lnTo>
                            <a:lnTo>
                              <a:pt x="4630" y="1949"/>
                            </a:lnTo>
                            <a:lnTo>
                              <a:pt x="4628" y="1939"/>
                            </a:lnTo>
                            <a:lnTo>
                              <a:pt x="4628" y="1745"/>
                            </a:lnTo>
                            <a:lnTo>
                              <a:pt x="4543" y="1947"/>
                            </a:lnTo>
                            <a:lnTo>
                              <a:pt x="4535" y="1960"/>
                            </a:lnTo>
                            <a:lnTo>
                              <a:pt x="4528" y="1963"/>
                            </a:lnTo>
                            <a:lnTo>
                              <a:pt x="4522" y="1964"/>
                            </a:lnTo>
                            <a:lnTo>
                              <a:pt x="4517" y="1963"/>
                            </a:lnTo>
                            <a:lnTo>
                              <a:pt x="4510" y="1960"/>
                            </a:lnTo>
                            <a:lnTo>
                              <a:pt x="4502" y="1947"/>
                            </a:lnTo>
                            <a:lnTo>
                              <a:pt x="4416" y="1745"/>
                            </a:lnTo>
                            <a:lnTo>
                              <a:pt x="4416" y="1939"/>
                            </a:lnTo>
                            <a:lnTo>
                              <a:pt x="4414" y="1949"/>
                            </a:lnTo>
                            <a:lnTo>
                              <a:pt x="4409" y="1956"/>
                            </a:lnTo>
                            <a:lnTo>
                              <a:pt x="4403" y="1960"/>
                            </a:lnTo>
                            <a:lnTo>
                              <a:pt x="4394" y="1961"/>
                            </a:lnTo>
                            <a:lnTo>
                              <a:pt x="4386" y="1960"/>
                            </a:lnTo>
                            <a:lnTo>
                              <a:pt x="4379" y="1956"/>
                            </a:lnTo>
                            <a:lnTo>
                              <a:pt x="4373" y="1949"/>
                            </a:lnTo>
                            <a:lnTo>
                              <a:pt x="4372" y="1939"/>
                            </a:lnTo>
                            <a:lnTo>
                              <a:pt x="4372" y="1633"/>
                            </a:lnTo>
                            <a:lnTo>
                              <a:pt x="4373" y="1622"/>
                            </a:lnTo>
                            <a:lnTo>
                              <a:pt x="4379" y="1614"/>
                            </a:lnTo>
                            <a:lnTo>
                              <a:pt x="4385" y="1609"/>
                            </a:lnTo>
                            <a:lnTo>
                              <a:pt x="4393" y="1607"/>
                            </a:lnTo>
                            <a:lnTo>
                              <a:pt x="4400" y="1609"/>
                            </a:lnTo>
                            <a:lnTo>
                              <a:pt x="4406" y="1612"/>
                            </a:lnTo>
                            <a:lnTo>
                              <a:pt x="4411" y="1618"/>
                            </a:lnTo>
                            <a:lnTo>
                              <a:pt x="4414" y="1625"/>
                            </a:lnTo>
                            <a:lnTo>
                              <a:pt x="4522" y="1881"/>
                            </a:lnTo>
                            <a:lnTo>
                              <a:pt x="4630" y="1625"/>
                            </a:lnTo>
                            <a:lnTo>
                              <a:pt x="4634" y="1618"/>
                            </a:lnTo>
                            <a:lnTo>
                              <a:pt x="4639" y="1612"/>
                            </a:lnTo>
                            <a:lnTo>
                              <a:pt x="4645" y="1609"/>
                            </a:lnTo>
                            <a:lnTo>
                              <a:pt x="4652" y="1607"/>
                            </a:lnTo>
                            <a:close/>
                            <a:moveTo>
                              <a:pt x="4880" y="1607"/>
                            </a:moveTo>
                            <a:lnTo>
                              <a:pt x="4905" y="1609"/>
                            </a:lnTo>
                            <a:lnTo>
                              <a:pt x="4927" y="1617"/>
                            </a:lnTo>
                            <a:lnTo>
                              <a:pt x="4947" y="1627"/>
                            </a:lnTo>
                            <a:lnTo>
                              <a:pt x="4965" y="1642"/>
                            </a:lnTo>
                            <a:lnTo>
                              <a:pt x="4980" y="1660"/>
                            </a:lnTo>
                            <a:lnTo>
                              <a:pt x="4991" y="1680"/>
                            </a:lnTo>
                            <a:lnTo>
                              <a:pt x="4998" y="1702"/>
                            </a:lnTo>
                            <a:lnTo>
                              <a:pt x="5000" y="1714"/>
                            </a:lnTo>
                            <a:lnTo>
                              <a:pt x="5001" y="1726"/>
                            </a:lnTo>
                            <a:lnTo>
                              <a:pt x="5001" y="1847"/>
                            </a:lnTo>
                            <a:lnTo>
                              <a:pt x="4998" y="1871"/>
                            </a:lnTo>
                            <a:lnTo>
                              <a:pt x="4991" y="1894"/>
                            </a:lnTo>
                            <a:lnTo>
                              <a:pt x="4980" y="1914"/>
                            </a:lnTo>
                            <a:lnTo>
                              <a:pt x="4965" y="1932"/>
                            </a:lnTo>
                            <a:lnTo>
                              <a:pt x="4947" y="1946"/>
                            </a:lnTo>
                            <a:lnTo>
                              <a:pt x="4927" y="1957"/>
                            </a:lnTo>
                            <a:lnTo>
                              <a:pt x="4905" y="1964"/>
                            </a:lnTo>
                            <a:lnTo>
                              <a:pt x="4892" y="1966"/>
                            </a:lnTo>
                            <a:lnTo>
                              <a:pt x="4880" y="1966"/>
                            </a:lnTo>
                            <a:lnTo>
                              <a:pt x="4856" y="1964"/>
                            </a:lnTo>
                            <a:lnTo>
                              <a:pt x="4834" y="1957"/>
                            </a:lnTo>
                            <a:lnTo>
                              <a:pt x="4813" y="1946"/>
                            </a:lnTo>
                            <a:lnTo>
                              <a:pt x="4795" y="1932"/>
                            </a:lnTo>
                            <a:lnTo>
                              <a:pt x="4781" y="1914"/>
                            </a:lnTo>
                            <a:lnTo>
                              <a:pt x="4770" y="1894"/>
                            </a:lnTo>
                            <a:lnTo>
                              <a:pt x="4762" y="1871"/>
                            </a:lnTo>
                            <a:lnTo>
                              <a:pt x="4761" y="1859"/>
                            </a:lnTo>
                            <a:lnTo>
                              <a:pt x="4760" y="1847"/>
                            </a:lnTo>
                            <a:lnTo>
                              <a:pt x="4760" y="1726"/>
                            </a:lnTo>
                            <a:lnTo>
                              <a:pt x="4762" y="1702"/>
                            </a:lnTo>
                            <a:lnTo>
                              <a:pt x="4770" y="1680"/>
                            </a:lnTo>
                            <a:lnTo>
                              <a:pt x="4781" y="1660"/>
                            </a:lnTo>
                            <a:lnTo>
                              <a:pt x="4795" y="1642"/>
                            </a:lnTo>
                            <a:lnTo>
                              <a:pt x="4813" y="1627"/>
                            </a:lnTo>
                            <a:lnTo>
                              <a:pt x="4834" y="1617"/>
                            </a:lnTo>
                            <a:lnTo>
                              <a:pt x="4856" y="1609"/>
                            </a:lnTo>
                            <a:lnTo>
                              <a:pt x="4868" y="1607"/>
                            </a:lnTo>
                            <a:lnTo>
                              <a:pt x="4880" y="1607"/>
                            </a:lnTo>
                            <a:close/>
                            <a:moveTo>
                              <a:pt x="4806" y="1726"/>
                            </a:moveTo>
                            <a:lnTo>
                              <a:pt x="4806" y="1847"/>
                            </a:lnTo>
                            <a:lnTo>
                              <a:pt x="4807" y="1862"/>
                            </a:lnTo>
                            <a:lnTo>
                              <a:pt x="4811" y="1876"/>
                            </a:lnTo>
                            <a:lnTo>
                              <a:pt x="4818" y="1889"/>
                            </a:lnTo>
                            <a:lnTo>
                              <a:pt x="4828" y="1900"/>
                            </a:lnTo>
                            <a:lnTo>
                              <a:pt x="4838" y="1909"/>
                            </a:lnTo>
                            <a:lnTo>
                              <a:pt x="4851" y="1916"/>
                            </a:lnTo>
                            <a:lnTo>
                              <a:pt x="4866" y="1920"/>
                            </a:lnTo>
                            <a:lnTo>
                              <a:pt x="4880" y="1921"/>
                            </a:lnTo>
                            <a:lnTo>
                              <a:pt x="4895" y="1920"/>
                            </a:lnTo>
                            <a:lnTo>
                              <a:pt x="4909" y="1916"/>
                            </a:lnTo>
                            <a:lnTo>
                              <a:pt x="4923" y="1909"/>
                            </a:lnTo>
                            <a:lnTo>
                              <a:pt x="4933" y="1900"/>
                            </a:lnTo>
                            <a:lnTo>
                              <a:pt x="4943" y="1889"/>
                            </a:lnTo>
                            <a:lnTo>
                              <a:pt x="4949" y="1876"/>
                            </a:lnTo>
                            <a:lnTo>
                              <a:pt x="4953" y="1862"/>
                            </a:lnTo>
                            <a:lnTo>
                              <a:pt x="4955" y="1847"/>
                            </a:lnTo>
                            <a:lnTo>
                              <a:pt x="4955" y="1726"/>
                            </a:lnTo>
                            <a:lnTo>
                              <a:pt x="4953" y="1711"/>
                            </a:lnTo>
                            <a:lnTo>
                              <a:pt x="4949" y="1697"/>
                            </a:lnTo>
                            <a:lnTo>
                              <a:pt x="4943" y="1685"/>
                            </a:lnTo>
                            <a:lnTo>
                              <a:pt x="4933" y="1673"/>
                            </a:lnTo>
                            <a:lnTo>
                              <a:pt x="4923" y="1664"/>
                            </a:lnTo>
                            <a:lnTo>
                              <a:pt x="4909" y="1658"/>
                            </a:lnTo>
                            <a:lnTo>
                              <a:pt x="4895" y="1653"/>
                            </a:lnTo>
                            <a:lnTo>
                              <a:pt x="4880" y="1651"/>
                            </a:lnTo>
                            <a:lnTo>
                              <a:pt x="4866" y="1653"/>
                            </a:lnTo>
                            <a:lnTo>
                              <a:pt x="4851" y="1658"/>
                            </a:lnTo>
                            <a:lnTo>
                              <a:pt x="4838" y="1664"/>
                            </a:lnTo>
                            <a:lnTo>
                              <a:pt x="4828" y="1673"/>
                            </a:lnTo>
                            <a:lnTo>
                              <a:pt x="4818" y="1685"/>
                            </a:lnTo>
                            <a:lnTo>
                              <a:pt x="4811" y="1697"/>
                            </a:lnTo>
                            <a:lnTo>
                              <a:pt x="4807" y="1711"/>
                            </a:lnTo>
                            <a:lnTo>
                              <a:pt x="4806" y="1726"/>
                            </a:lnTo>
                            <a:close/>
                            <a:moveTo>
                              <a:pt x="5237" y="1830"/>
                            </a:moveTo>
                            <a:lnTo>
                              <a:pt x="5299" y="1928"/>
                            </a:lnTo>
                            <a:lnTo>
                              <a:pt x="5302" y="1934"/>
                            </a:lnTo>
                            <a:lnTo>
                              <a:pt x="5303" y="1940"/>
                            </a:lnTo>
                            <a:lnTo>
                              <a:pt x="5301" y="1950"/>
                            </a:lnTo>
                            <a:lnTo>
                              <a:pt x="5296" y="1957"/>
                            </a:lnTo>
                            <a:lnTo>
                              <a:pt x="5288" y="1961"/>
                            </a:lnTo>
                            <a:lnTo>
                              <a:pt x="5280" y="1962"/>
                            </a:lnTo>
                            <a:lnTo>
                              <a:pt x="5270" y="1960"/>
                            </a:lnTo>
                            <a:lnTo>
                              <a:pt x="5264" y="1957"/>
                            </a:lnTo>
                            <a:lnTo>
                              <a:pt x="5261" y="1952"/>
                            </a:lnTo>
                            <a:lnTo>
                              <a:pt x="5192" y="1841"/>
                            </a:lnTo>
                            <a:lnTo>
                              <a:pt x="5133" y="1841"/>
                            </a:lnTo>
                            <a:lnTo>
                              <a:pt x="5133" y="1940"/>
                            </a:lnTo>
                            <a:lnTo>
                              <a:pt x="5130" y="1950"/>
                            </a:lnTo>
                            <a:lnTo>
                              <a:pt x="5125" y="1957"/>
                            </a:lnTo>
                            <a:lnTo>
                              <a:pt x="5119" y="1961"/>
                            </a:lnTo>
                            <a:lnTo>
                              <a:pt x="5110" y="1962"/>
                            </a:lnTo>
                            <a:lnTo>
                              <a:pt x="5102" y="1961"/>
                            </a:lnTo>
                            <a:lnTo>
                              <a:pt x="5095" y="1957"/>
                            </a:lnTo>
                            <a:lnTo>
                              <a:pt x="5089" y="1950"/>
                            </a:lnTo>
                            <a:lnTo>
                              <a:pt x="5087" y="1940"/>
                            </a:lnTo>
                            <a:lnTo>
                              <a:pt x="5087" y="1633"/>
                            </a:lnTo>
                            <a:lnTo>
                              <a:pt x="5089" y="1625"/>
                            </a:lnTo>
                            <a:lnTo>
                              <a:pt x="5095" y="1618"/>
                            </a:lnTo>
                            <a:lnTo>
                              <a:pt x="5102" y="1612"/>
                            </a:lnTo>
                            <a:lnTo>
                              <a:pt x="5110" y="1611"/>
                            </a:lnTo>
                            <a:lnTo>
                              <a:pt x="5186" y="1611"/>
                            </a:lnTo>
                            <a:lnTo>
                              <a:pt x="5210" y="1613"/>
                            </a:lnTo>
                            <a:lnTo>
                              <a:pt x="5232" y="1620"/>
                            </a:lnTo>
                            <a:lnTo>
                              <a:pt x="5251" y="1630"/>
                            </a:lnTo>
                            <a:lnTo>
                              <a:pt x="5269" y="1645"/>
                            </a:lnTo>
                            <a:lnTo>
                              <a:pt x="5282" y="1662"/>
                            </a:lnTo>
                            <a:lnTo>
                              <a:pt x="5293" y="1682"/>
                            </a:lnTo>
                            <a:lnTo>
                              <a:pt x="5297" y="1692"/>
                            </a:lnTo>
                            <a:lnTo>
                              <a:pt x="5300" y="1703"/>
                            </a:lnTo>
                            <a:lnTo>
                              <a:pt x="5302" y="1726"/>
                            </a:lnTo>
                            <a:lnTo>
                              <a:pt x="5301" y="1743"/>
                            </a:lnTo>
                            <a:lnTo>
                              <a:pt x="5298" y="1758"/>
                            </a:lnTo>
                            <a:lnTo>
                              <a:pt x="5292" y="1773"/>
                            </a:lnTo>
                            <a:lnTo>
                              <a:pt x="5284" y="1788"/>
                            </a:lnTo>
                            <a:lnTo>
                              <a:pt x="5275" y="1800"/>
                            </a:lnTo>
                            <a:lnTo>
                              <a:pt x="5264" y="1812"/>
                            </a:lnTo>
                            <a:lnTo>
                              <a:pt x="5252" y="1821"/>
                            </a:lnTo>
                            <a:lnTo>
                              <a:pt x="5237" y="1830"/>
                            </a:lnTo>
                            <a:close/>
                            <a:moveTo>
                              <a:pt x="5257" y="1727"/>
                            </a:moveTo>
                            <a:lnTo>
                              <a:pt x="5256" y="1712"/>
                            </a:lnTo>
                            <a:lnTo>
                              <a:pt x="5252" y="1700"/>
                            </a:lnTo>
                            <a:lnTo>
                              <a:pt x="5245" y="1687"/>
                            </a:lnTo>
                            <a:lnTo>
                              <a:pt x="5236" y="1676"/>
                            </a:lnTo>
                            <a:lnTo>
                              <a:pt x="5226" y="1668"/>
                            </a:lnTo>
                            <a:lnTo>
                              <a:pt x="5214" y="1662"/>
                            </a:lnTo>
                            <a:lnTo>
                              <a:pt x="5200" y="1658"/>
                            </a:lnTo>
                            <a:lnTo>
                              <a:pt x="5186" y="1655"/>
                            </a:lnTo>
                            <a:lnTo>
                              <a:pt x="5133" y="1655"/>
                            </a:lnTo>
                            <a:lnTo>
                              <a:pt x="5133" y="1797"/>
                            </a:lnTo>
                            <a:lnTo>
                              <a:pt x="5186" y="1797"/>
                            </a:lnTo>
                            <a:lnTo>
                              <a:pt x="5200" y="1795"/>
                            </a:lnTo>
                            <a:lnTo>
                              <a:pt x="5214" y="1792"/>
                            </a:lnTo>
                            <a:lnTo>
                              <a:pt x="5226" y="1785"/>
                            </a:lnTo>
                            <a:lnTo>
                              <a:pt x="5236" y="1776"/>
                            </a:lnTo>
                            <a:lnTo>
                              <a:pt x="5245" y="1766"/>
                            </a:lnTo>
                            <a:lnTo>
                              <a:pt x="5252" y="1754"/>
                            </a:lnTo>
                            <a:lnTo>
                              <a:pt x="5256" y="1741"/>
                            </a:lnTo>
                            <a:lnTo>
                              <a:pt x="5257" y="1727"/>
                            </a:lnTo>
                            <a:close/>
                            <a:moveTo>
                              <a:pt x="5569" y="1655"/>
                            </a:moveTo>
                            <a:lnTo>
                              <a:pt x="5431" y="1655"/>
                            </a:lnTo>
                            <a:lnTo>
                              <a:pt x="5431" y="1756"/>
                            </a:lnTo>
                            <a:lnTo>
                              <a:pt x="5556" y="1756"/>
                            </a:lnTo>
                            <a:lnTo>
                              <a:pt x="5566" y="1758"/>
                            </a:lnTo>
                            <a:lnTo>
                              <a:pt x="5573" y="1764"/>
                            </a:lnTo>
                            <a:lnTo>
                              <a:pt x="5578" y="1771"/>
                            </a:lnTo>
                            <a:lnTo>
                              <a:pt x="5579" y="1779"/>
                            </a:lnTo>
                            <a:lnTo>
                              <a:pt x="5578" y="1787"/>
                            </a:lnTo>
                            <a:lnTo>
                              <a:pt x="5573" y="1794"/>
                            </a:lnTo>
                            <a:lnTo>
                              <a:pt x="5566" y="1799"/>
                            </a:lnTo>
                            <a:lnTo>
                              <a:pt x="5556" y="1801"/>
                            </a:lnTo>
                            <a:lnTo>
                              <a:pt x="5431" y="1801"/>
                            </a:lnTo>
                            <a:lnTo>
                              <a:pt x="5431" y="1917"/>
                            </a:lnTo>
                            <a:lnTo>
                              <a:pt x="5569" y="1917"/>
                            </a:lnTo>
                            <a:lnTo>
                              <a:pt x="5579" y="1919"/>
                            </a:lnTo>
                            <a:lnTo>
                              <a:pt x="5586" y="1924"/>
                            </a:lnTo>
                            <a:lnTo>
                              <a:pt x="5590" y="1932"/>
                            </a:lnTo>
                            <a:lnTo>
                              <a:pt x="5591" y="1940"/>
                            </a:lnTo>
                            <a:lnTo>
                              <a:pt x="5590" y="1949"/>
                            </a:lnTo>
                            <a:lnTo>
                              <a:pt x="5586" y="1955"/>
                            </a:lnTo>
                            <a:lnTo>
                              <a:pt x="5579" y="1960"/>
                            </a:lnTo>
                            <a:lnTo>
                              <a:pt x="5569" y="1962"/>
                            </a:lnTo>
                            <a:lnTo>
                              <a:pt x="5409" y="1962"/>
                            </a:lnTo>
                            <a:lnTo>
                              <a:pt x="5400" y="1960"/>
                            </a:lnTo>
                            <a:lnTo>
                              <a:pt x="5393" y="1956"/>
                            </a:lnTo>
                            <a:lnTo>
                              <a:pt x="5388" y="1949"/>
                            </a:lnTo>
                            <a:lnTo>
                              <a:pt x="5387" y="1940"/>
                            </a:lnTo>
                            <a:lnTo>
                              <a:pt x="5387" y="1633"/>
                            </a:lnTo>
                            <a:lnTo>
                              <a:pt x="5388" y="1625"/>
                            </a:lnTo>
                            <a:lnTo>
                              <a:pt x="5393" y="1618"/>
                            </a:lnTo>
                            <a:lnTo>
                              <a:pt x="5400" y="1612"/>
                            </a:lnTo>
                            <a:lnTo>
                              <a:pt x="5409" y="1611"/>
                            </a:lnTo>
                            <a:lnTo>
                              <a:pt x="5569" y="1611"/>
                            </a:lnTo>
                            <a:lnTo>
                              <a:pt x="5579" y="1613"/>
                            </a:lnTo>
                            <a:lnTo>
                              <a:pt x="5586" y="1618"/>
                            </a:lnTo>
                            <a:lnTo>
                              <a:pt x="5590" y="1625"/>
                            </a:lnTo>
                            <a:lnTo>
                              <a:pt x="5591" y="1633"/>
                            </a:lnTo>
                            <a:lnTo>
                              <a:pt x="5590" y="1642"/>
                            </a:lnTo>
                            <a:lnTo>
                              <a:pt x="5586" y="1649"/>
                            </a:lnTo>
                            <a:lnTo>
                              <a:pt x="5579" y="1653"/>
                            </a:lnTo>
                            <a:lnTo>
                              <a:pt x="5569" y="1655"/>
                            </a:lnTo>
                            <a:close/>
                            <a:moveTo>
                              <a:pt x="6009" y="1611"/>
                            </a:moveTo>
                            <a:lnTo>
                              <a:pt x="6018" y="1613"/>
                            </a:lnTo>
                            <a:lnTo>
                              <a:pt x="6026" y="1618"/>
                            </a:lnTo>
                            <a:lnTo>
                              <a:pt x="6030" y="1625"/>
                            </a:lnTo>
                            <a:lnTo>
                              <a:pt x="6031" y="1633"/>
                            </a:lnTo>
                            <a:lnTo>
                              <a:pt x="6030" y="1642"/>
                            </a:lnTo>
                            <a:lnTo>
                              <a:pt x="6026" y="1649"/>
                            </a:lnTo>
                            <a:lnTo>
                              <a:pt x="6018" y="1653"/>
                            </a:lnTo>
                            <a:lnTo>
                              <a:pt x="6009" y="1655"/>
                            </a:lnTo>
                            <a:lnTo>
                              <a:pt x="5929" y="1655"/>
                            </a:lnTo>
                            <a:lnTo>
                              <a:pt x="5929" y="1940"/>
                            </a:lnTo>
                            <a:lnTo>
                              <a:pt x="5927" y="1950"/>
                            </a:lnTo>
                            <a:lnTo>
                              <a:pt x="5921" y="1957"/>
                            </a:lnTo>
                            <a:lnTo>
                              <a:pt x="5915" y="1961"/>
                            </a:lnTo>
                            <a:lnTo>
                              <a:pt x="5907" y="1962"/>
                            </a:lnTo>
                            <a:lnTo>
                              <a:pt x="5898" y="1961"/>
                            </a:lnTo>
                            <a:lnTo>
                              <a:pt x="5891" y="1957"/>
                            </a:lnTo>
                            <a:lnTo>
                              <a:pt x="5885" y="1950"/>
                            </a:lnTo>
                            <a:lnTo>
                              <a:pt x="5883" y="1940"/>
                            </a:lnTo>
                            <a:lnTo>
                              <a:pt x="5883" y="1655"/>
                            </a:lnTo>
                            <a:lnTo>
                              <a:pt x="5804" y="1655"/>
                            </a:lnTo>
                            <a:lnTo>
                              <a:pt x="5794" y="1653"/>
                            </a:lnTo>
                            <a:lnTo>
                              <a:pt x="5787" y="1649"/>
                            </a:lnTo>
                            <a:lnTo>
                              <a:pt x="5783" y="1642"/>
                            </a:lnTo>
                            <a:lnTo>
                              <a:pt x="5781" y="1633"/>
                            </a:lnTo>
                            <a:lnTo>
                              <a:pt x="5783" y="1625"/>
                            </a:lnTo>
                            <a:lnTo>
                              <a:pt x="5787" y="1618"/>
                            </a:lnTo>
                            <a:lnTo>
                              <a:pt x="5794" y="1613"/>
                            </a:lnTo>
                            <a:lnTo>
                              <a:pt x="5804" y="1611"/>
                            </a:lnTo>
                            <a:lnTo>
                              <a:pt x="6009" y="1611"/>
                            </a:lnTo>
                            <a:close/>
                            <a:moveTo>
                              <a:pt x="6306" y="1611"/>
                            </a:moveTo>
                            <a:lnTo>
                              <a:pt x="6315" y="1612"/>
                            </a:lnTo>
                            <a:lnTo>
                              <a:pt x="6322" y="1617"/>
                            </a:lnTo>
                            <a:lnTo>
                              <a:pt x="6326" y="1624"/>
                            </a:lnTo>
                            <a:lnTo>
                              <a:pt x="6328" y="1633"/>
                            </a:lnTo>
                            <a:lnTo>
                              <a:pt x="6328" y="1940"/>
                            </a:lnTo>
                            <a:lnTo>
                              <a:pt x="6326" y="1950"/>
                            </a:lnTo>
                            <a:lnTo>
                              <a:pt x="6322" y="1957"/>
                            </a:lnTo>
                            <a:lnTo>
                              <a:pt x="6315" y="1961"/>
                            </a:lnTo>
                            <a:lnTo>
                              <a:pt x="6306" y="1962"/>
                            </a:lnTo>
                            <a:lnTo>
                              <a:pt x="6298" y="1961"/>
                            </a:lnTo>
                            <a:lnTo>
                              <a:pt x="6290" y="1957"/>
                            </a:lnTo>
                            <a:lnTo>
                              <a:pt x="6285" y="1950"/>
                            </a:lnTo>
                            <a:lnTo>
                              <a:pt x="6284" y="1940"/>
                            </a:lnTo>
                            <a:lnTo>
                              <a:pt x="6284" y="1796"/>
                            </a:lnTo>
                            <a:lnTo>
                              <a:pt x="6143" y="1796"/>
                            </a:lnTo>
                            <a:lnTo>
                              <a:pt x="6143" y="1940"/>
                            </a:lnTo>
                            <a:lnTo>
                              <a:pt x="6141" y="1950"/>
                            </a:lnTo>
                            <a:lnTo>
                              <a:pt x="6135" y="1957"/>
                            </a:lnTo>
                            <a:lnTo>
                              <a:pt x="6128" y="1961"/>
                            </a:lnTo>
                            <a:lnTo>
                              <a:pt x="6120" y="1962"/>
                            </a:lnTo>
                            <a:lnTo>
                              <a:pt x="6111" y="1961"/>
                            </a:lnTo>
                            <a:lnTo>
                              <a:pt x="6105" y="1957"/>
                            </a:lnTo>
                            <a:lnTo>
                              <a:pt x="6100" y="1950"/>
                            </a:lnTo>
                            <a:lnTo>
                              <a:pt x="6097" y="1940"/>
                            </a:lnTo>
                            <a:lnTo>
                              <a:pt x="6097" y="1633"/>
                            </a:lnTo>
                            <a:lnTo>
                              <a:pt x="6100" y="1624"/>
                            </a:lnTo>
                            <a:lnTo>
                              <a:pt x="6105" y="1617"/>
                            </a:lnTo>
                            <a:lnTo>
                              <a:pt x="6111" y="1612"/>
                            </a:lnTo>
                            <a:lnTo>
                              <a:pt x="6120" y="1611"/>
                            </a:lnTo>
                            <a:lnTo>
                              <a:pt x="6128" y="1612"/>
                            </a:lnTo>
                            <a:lnTo>
                              <a:pt x="6135" y="1617"/>
                            </a:lnTo>
                            <a:lnTo>
                              <a:pt x="6141" y="1624"/>
                            </a:lnTo>
                            <a:lnTo>
                              <a:pt x="6143" y="1633"/>
                            </a:lnTo>
                            <a:lnTo>
                              <a:pt x="6143" y="1751"/>
                            </a:lnTo>
                            <a:lnTo>
                              <a:pt x="6284" y="1751"/>
                            </a:lnTo>
                            <a:lnTo>
                              <a:pt x="6284" y="1633"/>
                            </a:lnTo>
                            <a:lnTo>
                              <a:pt x="6285" y="1624"/>
                            </a:lnTo>
                            <a:lnTo>
                              <a:pt x="6290" y="1617"/>
                            </a:lnTo>
                            <a:lnTo>
                              <a:pt x="6298" y="1612"/>
                            </a:lnTo>
                            <a:lnTo>
                              <a:pt x="6306" y="1611"/>
                            </a:lnTo>
                            <a:close/>
                            <a:moveTo>
                              <a:pt x="6550" y="1626"/>
                            </a:moveTo>
                            <a:lnTo>
                              <a:pt x="6652" y="1933"/>
                            </a:lnTo>
                            <a:lnTo>
                              <a:pt x="6653" y="1941"/>
                            </a:lnTo>
                            <a:lnTo>
                              <a:pt x="6651" y="1950"/>
                            </a:lnTo>
                            <a:lnTo>
                              <a:pt x="6649" y="1954"/>
                            </a:lnTo>
                            <a:lnTo>
                              <a:pt x="6646" y="1957"/>
                            </a:lnTo>
                            <a:lnTo>
                              <a:pt x="6638" y="1961"/>
                            </a:lnTo>
                            <a:lnTo>
                              <a:pt x="6630" y="1962"/>
                            </a:lnTo>
                            <a:lnTo>
                              <a:pt x="6624" y="1961"/>
                            </a:lnTo>
                            <a:lnTo>
                              <a:pt x="6617" y="1958"/>
                            </a:lnTo>
                            <a:lnTo>
                              <a:pt x="6613" y="1954"/>
                            </a:lnTo>
                            <a:lnTo>
                              <a:pt x="6610" y="1947"/>
                            </a:lnTo>
                            <a:lnTo>
                              <a:pt x="6579" y="1857"/>
                            </a:lnTo>
                            <a:lnTo>
                              <a:pt x="6477" y="1857"/>
                            </a:lnTo>
                            <a:lnTo>
                              <a:pt x="6448" y="1947"/>
                            </a:lnTo>
                            <a:lnTo>
                              <a:pt x="6439" y="1958"/>
                            </a:lnTo>
                            <a:lnTo>
                              <a:pt x="6434" y="1961"/>
                            </a:lnTo>
                            <a:lnTo>
                              <a:pt x="6426" y="1962"/>
                            </a:lnTo>
                            <a:lnTo>
                              <a:pt x="6418" y="1961"/>
                            </a:lnTo>
                            <a:lnTo>
                              <a:pt x="6411" y="1957"/>
                            </a:lnTo>
                            <a:lnTo>
                              <a:pt x="6405" y="1950"/>
                            </a:lnTo>
                            <a:lnTo>
                              <a:pt x="6403" y="1941"/>
                            </a:lnTo>
                            <a:lnTo>
                              <a:pt x="6404" y="1933"/>
                            </a:lnTo>
                            <a:lnTo>
                              <a:pt x="6507" y="1626"/>
                            </a:lnTo>
                            <a:lnTo>
                              <a:pt x="6511" y="1619"/>
                            </a:lnTo>
                            <a:lnTo>
                              <a:pt x="6516" y="1612"/>
                            </a:lnTo>
                            <a:lnTo>
                              <a:pt x="6521" y="1609"/>
                            </a:lnTo>
                            <a:lnTo>
                              <a:pt x="6528" y="1607"/>
                            </a:lnTo>
                            <a:lnTo>
                              <a:pt x="6535" y="1609"/>
                            </a:lnTo>
                            <a:lnTo>
                              <a:pt x="6541" y="1612"/>
                            </a:lnTo>
                            <a:lnTo>
                              <a:pt x="6546" y="1619"/>
                            </a:lnTo>
                            <a:lnTo>
                              <a:pt x="6550" y="1626"/>
                            </a:lnTo>
                            <a:close/>
                            <a:moveTo>
                              <a:pt x="6565" y="1813"/>
                            </a:moveTo>
                            <a:lnTo>
                              <a:pt x="6528" y="1704"/>
                            </a:lnTo>
                            <a:lnTo>
                              <a:pt x="6492" y="1813"/>
                            </a:lnTo>
                            <a:lnTo>
                              <a:pt x="6565" y="1813"/>
                            </a:lnTo>
                            <a:close/>
                            <a:moveTo>
                              <a:pt x="6937" y="1611"/>
                            </a:moveTo>
                            <a:lnTo>
                              <a:pt x="6945" y="1612"/>
                            </a:lnTo>
                            <a:lnTo>
                              <a:pt x="6953" y="1617"/>
                            </a:lnTo>
                            <a:lnTo>
                              <a:pt x="6958" y="1624"/>
                            </a:lnTo>
                            <a:lnTo>
                              <a:pt x="6959" y="1633"/>
                            </a:lnTo>
                            <a:lnTo>
                              <a:pt x="6959" y="1940"/>
                            </a:lnTo>
                            <a:lnTo>
                              <a:pt x="6958" y="1952"/>
                            </a:lnTo>
                            <a:lnTo>
                              <a:pt x="6953" y="1959"/>
                            </a:lnTo>
                            <a:lnTo>
                              <a:pt x="6946" y="1964"/>
                            </a:lnTo>
                            <a:lnTo>
                              <a:pt x="6939" y="1965"/>
                            </a:lnTo>
                            <a:lnTo>
                              <a:pt x="6927" y="1962"/>
                            </a:lnTo>
                            <a:lnTo>
                              <a:pt x="6922" y="1958"/>
                            </a:lnTo>
                            <a:lnTo>
                              <a:pt x="6918" y="1952"/>
                            </a:lnTo>
                            <a:lnTo>
                              <a:pt x="6773" y="1713"/>
                            </a:lnTo>
                            <a:lnTo>
                              <a:pt x="6773" y="1940"/>
                            </a:lnTo>
                            <a:lnTo>
                              <a:pt x="6771" y="1950"/>
                            </a:lnTo>
                            <a:lnTo>
                              <a:pt x="6766" y="1957"/>
                            </a:lnTo>
                            <a:lnTo>
                              <a:pt x="6759" y="1961"/>
                            </a:lnTo>
                            <a:lnTo>
                              <a:pt x="6750" y="1962"/>
                            </a:lnTo>
                            <a:lnTo>
                              <a:pt x="6743" y="1961"/>
                            </a:lnTo>
                            <a:lnTo>
                              <a:pt x="6735" y="1957"/>
                            </a:lnTo>
                            <a:lnTo>
                              <a:pt x="6730" y="1950"/>
                            </a:lnTo>
                            <a:lnTo>
                              <a:pt x="6728" y="1940"/>
                            </a:lnTo>
                            <a:lnTo>
                              <a:pt x="6728" y="1633"/>
                            </a:lnTo>
                            <a:lnTo>
                              <a:pt x="6730" y="1622"/>
                            </a:lnTo>
                            <a:lnTo>
                              <a:pt x="6734" y="1613"/>
                            </a:lnTo>
                            <a:lnTo>
                              <a:pt x="6742" y="1609"/>
                            </a:lnTo>
                            <a:lnTo>
                              <a:pt x="6748" y="1607"/>
                            </a:lnTo>
                            <a:lnTo>
                              <a:pt x="6760" y="1611"/>
                            </a:lnTo>
                            <a:lnTo>
                              <a:pt x="6765" y="1615"/>
                            </a:lnTo>
                            <a:lnTo>
                              <a:pt x="6770" y="1622"/>
                            </a:lnTo>
                            <a:lnTo>
                              <a:pt x="6915" y="1859"/>
                            </a:lnTo>
                            <a:lnTo>
                              <a:pt x="6915" y="1633"/>
                            </a:lnTo>
                            <a:lnTo>
                              <a:pt x="6917" y="1624"/>
                            </a:lnTo>
                            <a:lnTo>
                              <a:pt x="6922" y="1617"/>
                            </a:lnTo>
                            <a:lnTo>
                              <a:pt x="6928" y="1612"/>
                            </a:lnTo>
                            <a:lnTo>
                              <a:pt x="6937" y="1611"/>
                            </a:lnTo>
                            <a:close/>
                            <a:moveTo>
                              <a:pt x="7301" y="1758"/>
                            </a:moveTo>
                            <a:lnTo>
                              <a:pt x="7338" y="1774"/>
                            </a:lnTo>
                            <a:lnTo>
                              <a:pt x="7354" y="1783"/>
                            </a:lnTo>
                            <a:lnTo>
                              <a:pt x="7370" y="1794"/>
                            </a:lnTo>
                            <a:lnTo>
                              <a:pt x="7384" y="1808"/>
                            </a:lnTo>
                            <a:lnTo>
                              <a:pt x="7395" y="1824"/>
                            </a:lnTo>
                            <a:lnTo>
                              <a:pt x="7401" y="1843"/>
                            </a:lnTo>
                            <a:lnTo>
                              <a:pt x="7403" y="1855"/>
                            </a:lnTo>
                            <a:lnTo>
                              <a:pt x="7404" y="1867"/>
                            </a:lnTo>
                            <a:lnTo>
                              <a:pt x="7403" y="1879"/>
                            </a:lnTo>
                            <a:lnTo>
                              <a:pt x="7401" y="1890"/>
                            </a:lnTo>
                            <a:lnTo>
                              <a:pt x="7393" y="1910"/>
                            </a:lnTo>
                            <a:lnTo>
                              <a:pt x="7382" y="1928"/>
                            </a:lnTo>
                            <a:lnTo>
                              <a:pt x="7366" y="1941"/>
                            </a:lnTo>
                            <a:lnTo>
                              <a:pt x="7348" y="1953"/>
                            </a:lnTo>
                            <a:lnTo>
                              <a:pt x="7328" y="1960"/>
                            </a:lnTo>
                            <a:lnTo>
                              <a:pt x="7307" y="1965"/>
                            </a:lnTo>
                            <a:lnTo>
                              <a:pt x="7285" y="1966"/>
                            </a:lnTo>
                            <a:lnTo>
                              <a:pt x="7259" y="1963"/>
                            </a:lnTo>
                            <a:lnTo>
                              <a:pt x="7245" y="1960"/>
                            </a:lnTo>
                            <a:lnTo>
                              <a:pt x="7231" y="1955"/>
                            </a:lnTo>
                            <a:lnTo>
                              <a:pt x="7207" y="1941"/>
                            </a:lnTo>
                            <a:lnTo>
                              <a:pt x="7196" y="1933"/>
                            </a:lnTo>
                            <a:lnTo>
                              <a:pt x="7188" y="1922"/>
                            </a:lnTo>
                            <a:lnTo>
                              <a:pt x="7185" y="1916"/>
                            </a:lnTo>
                            <a:lnTo>
                              <a:pt x="7184" y="1910"/>
                            </a:lnTo>
                            <a:lnTo>
                              <a:pt x="7186" y="1901"/>
                            </a:lnTo>
                            <a:lnTo>
                              <a:pt x="7191" y="1894"/>
                            </a:lnTo>
                            <a:lnTo>
                              <a:pt x="7198" y="1889"/>
                            </a:lnTo>
                            <a:lnTo>
                              <a:pt x="7207" y="1887"/>
                            </a:lnTo>
                            <a:lnTo>
                              <a:pt x="7217" y="1890"/>
                            </a:lnTo>
                            <a:lnTo>
                              <a:pt x="7224" y="1896"/>
                            </a:lnTo>
                            <a:lnTo>
                              <a:pt x="7237" y="1908"/>
                            </a:lnTo>
                            <a:lnTo>
                              <a:pt x="7252" y="1916"/>
                            </a:lnTo>
                            <a:lnTo>
                              <a:pt x="7268" y="1920"/>
                            </a:lnTo>
                            <a:lnTo>
                              <a:pt x="7285" y="1921"/>
                            </a:lnTo>
                            <a:lnTo>
                              <a:pt x="7311" y="1918"/>
                            </a:lnTo>
                            <a:lnTo>
                              <a:pt x="7324" y="1914"/>
                            </a:lnTo>
                            <a:lnTo>
                              <a:pt x="7335" y="1909"/>
                            </a:lnTo>
                            <a:lnTo>
                              <a:pt x="7345" y="1901"/>
                            </a:lnTo>
                            <a:lnTo>
                              <a:pt x="7352" y="1892"/>
                            </a:lnTo>
                            <a:lnTo>
                              <a:pt x="7357" y="1880"/>
                            </a:lnTo>
                            <a:lnTo>
                              <a:pt x="7359" y="1867"/>
                            </a:lnTo>
                            <a:lnTo>
                              <a:pt x="7357" y="1854"/>
                            </a:lnTo>
                            <a:lnTo>
                              <a:pt x="7352" y="1842"/>
                            </a:lnTo>
                            <a:lnTo>
                              <a:pt x="7345" y="1832"/>
                            </a:lnTo>
                            <a:lnTo>
                              <a:pt x="7335" y="1825"/>
                            </a:lnTo>
                            <a:lnTo>
                              <a:pt x="7311" y="1811"/>
                            </a:lnTo>
                            <a:lnTo>
                              <a:pt x="7283" y="1799"/>
                            </a:lnTo>
                            <a:lnTo>
                              <a:pt x="7248" y="1785"/>
                            </a:lnTo>
                            <a:lnTo>
                              <a:pt x="7232" y="1776"/>
                            </a:lnTo>
                            <a:lnTo>
                              <a:pt x="7217" y="1767"/>
                            </a:lnTo>
                            <a:lnTo>
                              <a:pt x="7205" y="1754"/>
                            </a:lnTo>
                            <a:lnTo>
                              <a:pt x="7199" y="1747"/>
                            </a:lnTo>
                            <a:lnTo>
                              <a:pt x="7194" y="1739"/>
                            </a:lnTo>
                            <a:lnTo>
                              <a:pt x="7191" y="1731"/>
                            </a:lnTo>
                            <a:lnTo>
                              <a:pt x="7188" y="1722"/>
                            </a:lnTo>
                            <a:lnTo>
                              <a:pt x="7186" y="1701"/>
                            </a:lnTo>
                            <a:lnTo>
                              <a:pt x="7188" y="1680"/>
                            </a:lnTo>
                            <a:lnTo>
                              <a:pt x="7194" y="1662"/>
                            </a:lnTo>
                            <a:lnTo>
                              <a:pt x="7205" y="1645"/>
                            </a:lnTo>
                            <a:lnTo>
                              <a:pt x="7218" y="1631"/>
                            </a:lnTo>
                            <a:lnTo>
                              <a:pt x="7233" y="1621"/>
                            </a:lnTo>
                            <a:lnTo>
                              <a:pt x="7251" y="1613"/>
                            </a:lnTo>
                            <a:lnTo>
                              <a:pt x="7270" y="1608"/>
                            </a:lnTo>
                            <a:lnTo>
                              <a:pt x="7289" y="1607"/>
                            </a:lnTo>
                            <a:lnTo>
                              <a:pt x="7318" y="1610"/>
                            </a:lnTo>
                            <a:lnTo>
                              <a:pt x="7332" y="1614"/>
                            </a:lnTo>
                            <a:lnTo>
                              <a:pt x="7346" y="1621"/>
                            </a:lnTo>
                            <a:lnTo>
                              <a:pt x="7370" y="1635"/>
                            </a:lnTo>
                            <a:lnTo>
                              <a:pt x="7390" y="1655"/>
                            </a:lnTo>
                            <a:lnTo>
                              <a:pt x="7393" y="1662"/>
                            </a:lnTo>
                            <a:lnTo>
                              <a:pt x="7396" y="1669"/>
                            </a:lnTo>
                            <a:lnTo>
                              <a:pt x="7393" y="1677"/>
                            </a:lnTo>
                            <a:lnTo>
                              <a:pt x="7388" y="1685"/>
                            </a:lnTo>
                            <a:lnTo>
                              <a:pt x="7381" y="1689"/>
                            </a:lnTo>
                            <a:lnTo>
                              <a:pt x="7372" y="1691"/>
                            </a:lnTo>
                            <a:lnTo>
                              <a:pt x="7361" y="1688"/>
                            </a:lnTo>
                            <a:lnTo>
                              <a:pt x="7353" y="1681"/>
                            </a:lnTo>
                            <a:lnTo>
                              <a:pt x="7338" y="1668"/>
                            </a:lnTo>
                            <a:lnTo>
                              <a:pt x="7322" y="1659"/>
                            </a:lnTo>
                            <a:lnTo>
                              <a:pt x="7306" y="1653"/>
                            </a:lnTo>
                            <a:lnTo>
                              <a:pt x="7289" y="1651"/>
                            </a:lnTo>
                            <a:lnTo>
                              <a:pt x="7266" y="1655"/>
                            </a:lnTo>
                            <a:lnTo>
                              <a:pt x="7255" y="1660"/>
                            </a:lnTo>
                            <a:lnTo>
                              <a:pt x="7247" y="1665"/>
                            </a:lnTo>
                            <a:lnTo>
                              <a:pt x="7241" y="1672"/>
                            </a:lnTo>
                            <a:lnTo>
                              <a:pt x="7235" y="1681"/>
                            </a:lnTo>
                            <a:lnTo>
                              <a:pt x="7232" y="1690"/>
                            </a:lnTo>
                            <a:lnTo>
                              <a:pt x="7231" y="1701"/>
                            </a:lnTo>
                            <a:lnTo>
                              <a:pt x="7232" y="1711"/>
                            </a:lnTo>
                            <a:lnTo>
                              <a:pt x="7236" y="1721"/>
                            </a:lnTo>
                            <a:lnTo>
                              <a:pt x="7243" y="1729"/>
                            </a:lnTo>
                            <a:lnTo>
                              <a:pt x="7251" y="1736"/>
                            </a:lnTo>
                            <a:lnTo>
                              <a:pt x="7274" y="1748"/>
                            </a:lnTo>
                            <a:lnTo>
                              <a:pt x="7301" y="1758"/>
                            </a:lnTo>
                            <a:close/>
                            <a:moveTo>
                              <a:pt x="7602" y="1607"/>
                            </a:moveTo>
                            <a:lnTo>
                              <a:pt x="7627" y="1609"/>
                            </a:lnTo>
                            <a:lnTo>
                              <a:pt x="7649" y="1617"/>
                            </a:lnTo>
                            <a:lnTo>
                              <a:pt x="7670" y="1627"/>
                            </a:lnTo>
                            <a:lnTo>
                              <a:pt x="7688" y="1642"/>
                            </a:lnTo>
                            <a:lnTo>
                              <a:pt x="7701" y="1660"/>
                            </a:lnTo>
                            <a:lnTo>
                              <a:pt x="7713" y="1680"/>
                            </a:lnTo>
                            <a:lnTo>
                              <a:pt x="7720" y="1702"/>
                            </a:lnTo>
                            <a:lnTo>
                              <a:pt x="7721" y="1714"/>
                            </a:lnTo>
                            <a:lnTo>
                              <a:pt x="7723" y="1726"/>
                            </a:lnTo>
                            <a:lnTo>
                              <a:pt x="7723" y="1847"/>
                            </a:lnTo>
                            <a:lnTo>
                              <a:pt x="7720" y="1868"/>
                            </a:lnTo>
                            <a:lnTo>
                              <a:pt x="7715" y="1889"/>
                            </a:lnTo>
                            <a:lnTo>
                              <a:pt x="7707" y="1907"/>
                            </a:lnTo>
                            <a:lnTo>
                              <a:pt x="7695" y="1923"/>
                            </a:lnTo>
                            <a:lnTo>
                              <a:pt x="7680" y="1938"/>
                            </a:lnTo>
                            <a:lnTo>
                              <a:pt x="7665" y="1950"/>
                            </a:lnTo>
                            <a:lnTo>
                              <a:pt x="7646" y="1959"/>
                            </a:lnTo>
                            <a:lnTo>
                              <a:pt x="7624" y="1964"/>
                            </a:lnTo>
                            <a:lnTo>
                              <a:pt x="7628" y="1977"/>
                            </a:lnTo>
                            <a:lnTo>
                              <a:pt x="7630" y="1982"/>
                            </a:lnTo>
                            <a:lnTo>
                              <a:pt x="7634" y="1987"/>
                            </a:lnTo>
                            <a:lnTo>
                              <a:pt x="7643" y="1994"/>
                            </a:lnTo>
                            <a:lnTo>
                              <a:pt x="7656" y="1996"/>
                            </a:lnTo>
                            <a:lnTo>
                              <a:pt x="7666" y="1998"/>
                            </a:lnTo>
                            <a:lnTo>
                              <a:pt x="7673" y="2003"/>
                            </a:lnTo>
                            <a:lnTo>
                              <a:pt x="7677" y="2011"/>
                            </a:lnTo>
                            <a:lnTo>
                              <a:pt x="7678" y="2019"/>
                            </a:lnTo>
                            <a:lnTo>
                              <a:pt x="7677" y="2026"/>
                            </a:lnTo>
                            <a:lnTo>
                              <a:pt x="7673" y="2034"/>
                            </a:lnTo>
                            <a:lnTo>
                              <a:pt x="7666" y="2039"/>
                            </a:lnTo>
                            <a:lnTo>
                              <a:pt x="7656" y="2041"/>
                            </a:lnTo>
                            <a:lnTo>
                              <a:pt x="7640" y="2040"/>
                            </a:lnTo>
                            <a:lnTo>
                              <a:pt x="7627" y="2035"/>
                            </a:lnTo>
                            <a:lnTo>
                              <a:pt x="7614" y="2028"/>
                            </a:lnTo>
                            <a:lnTo>
                              <a:pt x="7602" y="2019"/>
                            </a:lnTo>
                            <a:lnTo>
                              <a:pt x="7593" y="2007"/>
                            </a:lnTo>
                            <a:lnTo>
                              <a:pt x="7586" y="1995"/>
                            </a:lnTo>
                            <a:lnTo>
                              <a:pt x="7581" y="1981"/>
                            </a:lnTo>
                            <a:lnTo>
                              <a:pt x="7580" y="1965"/>
                            </a:lnTo>
                            <a:lnTo>
                              <a:pt x="7570" y="1963"/>
                            </a:lnTo>
                            <a:lnTo>
                              <a:pt x="7560" y="1959"/>
                            </a:lnTo>
                            <a:lnTo>
                              <a:pt x="7541" y="1950"/>
                            </a:lnTo>
                            <a:lnTo>
                              <a:pt x="7533" y="1944"/>
                            </a:lnTo>
                            <a:lnTo>
                              <a:pt x="7524" y="1938"/>
                            </a:lnTo>
                            <a:lnTo>
                              <a:pt x="7511" y="1923"/>
                            </a:lnTo>
                            <a:lnTo>
                              <a:pt x="7499" y="1907"/>
                            </a:lnTo>
                            <a:lnTo>
                              <a:pt x="7489" y="1889"/>
                            </a:lnTo>
                            <a:lnTo>
                              <a:pt x="7484" y="1868"/>
                            </a:lnTo>
                            <a:lnTo>
                              <a:pt x="7482" y="1847"/>
                            </a:lnTo>
                            <a:lnTo>
                              <a:pt x="7482" y="1726"/>
                            </a:lnTo>
                            <a:lnTo>
                              <a:pt x="7485" y="1702"/>
                            </a:lnTo>
                            <a:lnTo>
                              <a:pt x="7492" y="1680"/>
                            </a:lnTo>
                            <a:lnTo>
                              <a:pt x="7503" y="1660"/>
                            </a:lnTo>
                            <a:lnTo>
                              <a:pt x="7518" y="1642"/>
                            </a:lnTo>
                            <a:lnTo>
                              <a:pt x="7536" y="1627"/>
                            </a:lnTo>
                            <a:lnTo>
                              <a:pt x="7556" y="1617"/>
                            </a:lnTo>
                            <a:lnTo>
                              <a:pt x="7578" y="1609"/>
                            </a:lnTo>
                            <a:lnTo>
                              <a:pt x="7591" y="1607"/>
                            </a:lnTo>
                            <a:lnTo>
                              <a:pt x="7602" y="1607"/>
                            </a:lnTo>
                            <a:close/>
                            <a:moveTo>
                              <a:pt x="7527" y="1726"/>
                            </a:moveTo>
                            <a:lnTo>
                              <a:pt x="7527" y="1847"/>
                            </a:lnTo>
                            <a:lnTo>
                              <a:pt x="7530" y="1862"/>
                            </a:lnTo>
                            <a:lnTo>
                              <a:pt x="7534" y="1876"/>
                            </a:lnTo>
                            <a:lnTo>
                              <a:pt x="7540" y="1889"/>
                            </a:lnTo>
                            <a:lnTo>
                              <a:pt x="7550" y="1900"/>
                            </a:lnTo>
                            <a:lnTo>
                              <a:pt x="7560" y="1909"/>
                            </a:lnTo>
                            <a:lnTo>
                              <a:pt x="7574" y="1916"/>
                            </a:lnTo>
                            <a:lnTo>
                              <a:pt x="7588" y="1920"/>
                            </a:lnTo>
                            <a:lnTo>
                              <a:pt x="7602" y="1921"/>
                            </a:lnTo>
                            <a:lnTo>
                              <a:pt x="7617" y="1920"/>
                            </a:lnTo>
                            <a:lnTo>
                              <a:pt x="7632" y="1916"/>
                            </a:lnTo>
                            <a:lnTo>
                              <a:pt x="7644" y="1909"/>
                            </a:lnTo>
                            <a:lnTo>
                              <a:pt x="7655" y="1900"/>
                            </a:lnTo>
                            <a:lnTo>
                              <a:pt x="7665" y="1889"/>
                            </a:lnTo>
                            <a:lnTo>
                              <a:pt x="7672" y="1876"/>
                            </a:lnTo>
                            <a:lnTo>
                              <a:pt x="7676" y="1862"/>
                            </a:lnTo>
                            <a:lnTo>
                              <a:pt x="7677" y="1847"/>
                            </a:lnTo>
                            <a:lnTo>
                              <a:pt x="7677" y="1726"/>
                            </a:lnTo>
                            <a:lnTo>
                              <a:pt x="7676" y="1711"/>
                            </a:lnTo>
                            <a:lnTo>
                              <a:pt x="7672" y="1697"/>
                            </a:lnTo>
                            <a:lnTo>
                              <a:pt x="7665" y="1685"/>
                            </a:lnTo>
                            <a:lnTo>
                              <a:pt x="7655" y="1673"/>
                            </a:lnTo>
                            <a:lnTo>
                              <a:pt x="7644" y="1664"/>
                            </a:lnTo>
                            <a:lnTo>
                              <a:pt x="7632" y="1658"/>
                            </a:lnTo>
                            <a:lnTo>
                              <a:pt x="7617" y="1653"/>
                            </a:lnTo>
                            <a:lnTo>
                              <a:pt x="7602" y="1651"/>
                            </a:lnTo>
                            <a:lnTo>
                              <a:pt x="7588" y="1653"/>
                            </a:lnTo>
                            <a:lnTo>
                              <a:pt x="7574" y="1658"/>
                            </a:lnTo>
                            <a:lnTo>
                              <a:pt x="7560" y="1664"/>
                            </a:lnTo>
                            <a:lnTo>
                              <a:pt x="7550" y="1673"/>
                            </a:lnTo>
                            <a:lnTo>
                              <a:pt x="7540" y="1685"/>
                            </a:lnTo>
                            <a:lnTo>
                              <a:pt x="7534" y="1697"/>
                            </a:lnTo>
                            <a:lnTo>
                              <a:pt x="7530" y="1711"/>
                            </a:lnTo>
                            <a:lnTo>
                              <a:pt x="7527" y="1726"/>
                            </a:lnTo>
                            <a:close/>
                            <a:moveTo>
                              <a:pt x="8023" y="1611"/>
                            </a:moveTo>
                            <a:lnTo>
                              <a:pt x="8032" y="1612"/>
                            </a:lnTo>
                            <a:lnTo>
                              <a:pt x="8038" y="1617"/>
                            </a:lnTo>
                            <a:lnTo>
                              <a:pt x="8043" y="1624"/>
                            </a:lnTo>
                            <a:lnTo>
                              <a:pt x="8045" y="1633"/>
                            </a:lnTo>
                            <a:lnTo>
                              <a:pt x="8045" y="1847"/>
                            </a:lnTo>
                            <a:lnTo>
                              <a:pt x="8043" y="1871"/>
                            </a:lnTo>
                            <a:lnTo>
                              <a:pt x="8036" y="1894"/>
                            </a:lnTo>
                            <a:lnTo>
                              <a:pt x="8025" y="1914"/>
                            </a:lnTo>
                            <a:lnTo>
                              <a:pt x="8010" y="1932"/>
                            </a:lnTo>
                            <a:lnTo>
                              <a:pt x="7992" y="1946"/>
                            </a:lnTo>
                            <a:lnTo>
                              <a:pt x="7972" y="1957"/>
                            </a:lnTo>
                            <a:lnTo>
                              <a:pt x="7949" y="1964"/>
                            </a:lnTo>
                            <a:lnTo>
                              <a:pt x="7938" y="1966"/>
                            </a:lnTo>
                            <a:lnTo>
                              <a:pt x="7925" y="1966"/>
                            </a:lnTo>
                            <a:lnTo>
                              <a:pt x="7901" y="1964"/>
                            </a:lnTo>
                            <a:lnTo>
                              <a:pt x="7879" y="1957"/>
                            </a:lnTo>
                            <a:lnTo>
                              <a:pt x="7859" y="1946"/>
                            </a:lnTo>
                            <a:lnTo>
                              <a:pt x="7841" y="1932"/>
                            </a:lnTo>
                            <a:lnTo>
                              <a:pt x="7826" y="1914"/>
                            </a:lnTo>
                            <a:lnTo>
                              <a:pt x="7815" y="1894"/>
                            </a:lnTo>
                            <a:lnTo>
                              <a:pt x="7808" y="1871"/>
                            </a:lnTo>
                            <a:lnTo>
                              <a:pt x="7806" y="1859"/>
                            </a:lnTo>
                            <a:lnTo>
                              <a:pt x="7806" y="1847"/>
                            </a:lnTo>
                            <a:lnTo>
                              <a:pt x="7806" y="1633"/>
                            </a:lnTo>
                            <a:lnTo>
                              <a:pt x="7808" y="1624"/>
                            </a:lnTo>
                            <a:lnTo>
                              <a:pt x="7812" y="1617"/>
                            </a:lnTo>
                            <a:lnTo>
                              <a:pt x="7820" y="1612"/>
                            </a:lnTo>
                            <a:lnTo>
                              <a:pt x="7828" y="1611"/>
                            </a:lnTo>
                            <a:lnTo>
                              <a:pt x="7836" y="1612"/>
                            </a:lnTo>
                            <a:lnTo>
                              <a:pt x="7844" y="1617"/>
                            </a:lnTo>
                            <a:lnTo>
                              <a:pt x="7848" y="1624"/>
                            </a:lnTo>
                            <a:lnTo>
                              <a:pt x="7850" y="1633"/>
                            </a:lnTo>
                            <a:lnTo>
                              <a:pt x="7850" y="1847"/>
                            </a:lnTo>
                            <a:lnTo>
                              <a:pt x="7852" y="1862"/>
                            </a:lnTo>
                            <a:lnTo>
                              <a:pt x="7856" y="1876"/>
                            </a:lnTo>
                            <a:lnTo>
                              <a:pt x="7863" y="1889"/>
                            </a:lnTo>
                            <a:lnTo>
                              <a:pt x="7872" y="1900"/>
                            </a:lnTo>
                            <a:lnTo>
                              <a:pt x="7884" y="1909"/>
                            </a:lnTo>
                            <a:lnTo>
                              <a:pt x="7897" y="1916"/>
                            </a:lnTo>
                            <a:lnTo>
                              <a:pt x="7910" y="1920"/>
                            </a:lnTo>
                            <a:lnTo>
                              <a:pt x="7925" y="1921"/>
                            </a:lnTo>
                            <a:lnTo>
                              <a:pt x="7941" y="1920"/>
                            </a:lnTo>
                            <a:lnTo>
                              <a:pt x="7955" y="1916"/>
                            </a:lnTo>
                            <a:lnTo>
                              <a:pt x="7967" y="1909"/>
                            </a:lnTo>
                            <a:lnTo>
                              <a:pt x="7979" y="1900"/>
                            </a:lnTo>
                            <a:lnTo>
                              <a:pt x="7987" y="1889"/>
                            </a:lnTo>
                            <a:lnTo>
                              <a:pt x="7995" y="1876"/>
                            </a:lnTo>
                            <a:lnTo>
                              <a:pt x="7999" y="1862"/>
                            </a:lnTo>
                            <a:lnTo>
                              <a:pt x="8000" y="1847"/>
                            </a:lnTo>
                            <a:lnTo>
                              <a:pt x="8000" y="1633"/>
                            </a:lnTo>
                            <a:lnTo>
                              <a:pt x="8002" y="1624"/>
                            </a:lnTo>
                            <a:lnTo>
                              <a:pt x="8007" y="1617"/>
                            </a:lnTo>
                            <a:lnTo>
                              <a:pt x="8015" y="1612"/>
                            </a:lnTo>
                            <a:lnTo>
                              <a:pt x="8023" y="1611"/>
                            </a:lnTo>
                            <a:close/>
                            <a:moveTo>
                              <a:pt x="8262" y="1626"/>
                            </a:moveTo>
                            <a:lnTo>
                              <a:pt x="8365" y="1933"/>
                            </a:lnTo>
                            <a:lnTo>
                              <a:pt x="8366" y="1941"/>
                            </a:lnTo>
                            <a:lnTo>
                              <a:pt x="8364" y="1950"/>
                            </a:lnTo>
                            <a:lnTo>
                              <a:pt x="8362" y="1954"/>
                            </a:lnTo>
                            <a:lnTo>
                              <a:pt x="8358" y="1957"/>
                            </a:lnTo>
                            <a:lnTo>
                              <a:pt x="8351" y="1961"/>
                            </a:lnTo>
                            <a:lnTo>
                              <a:pt x="8343" y="1962"/>
                            </a:lnTo>
                            <a:lnTo>
                              <a:pt x="8336" y="1961"/>
                            </a:lnTo>
                            <a:lnTo>
                              <a:pt x="8330" y="1958"/>
                            </a:lnTo>
                            <a:lnTo>
                              <a:pt x="8326" y="1954"/>
                            </a:lnTo>
                            <a:lnTo>
                              <a:pt x="8323" y="1947"/>
                            </a:lnTo>
                            <a:lnTo>
                              <a:pt x="8292" y="1857"/>
                            </a:lnTo>
                            <a:lnTo>
                              <a:pt x="8190" y="1857"/>
                            </a:lnTo>
                            <a:lnTo>
                              <a:pt x="8160" y="1947"/>
                            </a:lnTo>
                            <a:lnTo>
                              <a:pt x="8152" y="1958"/>
                            </a:lnTo>
                            <a:lnTo>
                              <a:pt x="8145" y="1961"/>
                            </a:lnTo>
                            <a:lnTo>
                              <a:pt x="8139" y="1962"/>
                            </a:lnTo>
                            <a:lnTo>
                              <a:pt x="8131" y="1961"/>
                            </a:lnTo>
                            <a:lnTo>
                              <a:pt x="8123" y="1957"/>
                            </a:lnTo>
                            <a:lnTo>
                              <a:pt x="8118" y="1950"/>
                            </a:lnTo>
                            <a:lnTo>
                              <a:pt x="8116" y="1941"/>
                            </a:lnTo>
                            <a:lnTo>
                              <a:pt x="8117" y="1933"/>
                            </a:lnTo>
                            <a:lnTo>
                              <a:pt x="8219" y="1626"/>
                            </a:lnTo>
                            <a:lnTo>
                              <a:pt x="8223" y="1619"/>
                            </a:lnTo>
                            <a:lnTo>
                              <a:pt x="8229" y="1612"/>
                            </a:lnTo>
                            <a:lnTo>
                              <a:pt x="8234" y="1609"/>
                            </a:lnTo>
                            <a:lnTo>
                              <a:pt x="8240" y="1607"/>
                            </a:lnTo>
                            <a:lnTo>
                              <a:pt x="8248" y="1609"/>
                            </a:lnTo>
                            <a:lnTo>
                              <a:pt x="8253" y="1612"/>
                            </a:lnTo>
                            <a:lnTo>
                              <a:pt x="8258" y="1619"/>
                            </a:lnTo>
                            <a:lnTo>
                              <a:pt x="8262" y="1626"/>
                            </a:lnTo>
                            <a:close/>
                            <a:moveTo>
                              <a:pt x="8277" y="1813"/>
                            </a:moveTo>
                            <a:lnTo>
                              <a:pt x="8240" y="1704"/>
                            </a:lnTo>
                            <a:lnTo>
                              <a:pt x="8204" y="1813"/>
                            </a:lnTo>
                            <a:lnTo>
                              <a:pt x="8277" y="1813"/>
                            </a:lnTo>
                            <a:close/>
                            <a:moveTo>
                              <a:pt x="8590" y="1830"/>
                            </a:moveTo>
                            <a:lnTo>
                              <a:pt x="8652" y="1928"/>
                            </a:lnTo>
                            <a:lnTo>
                              <a:pt x="8655" y="1934"/>
                            </a:lnTo>
                            <a:lnTo>
                              <a:pt x="8656" y="1940"/>
                            </a:lnTo>
                            <a:lnTo>
                              <a:pt x="8654" y="1950"/>
                            </a:lnTo>
                            <a:lnTo>
                              <a:pt x="8648" y="1957"/>
                            </a:lnTo>
                            <a:lnTo>
                              <a:pt x="8641" y="1961"/>
                            </a:lnTo>
                            <a:lnTo>
                              <a:pt x="8633" y="1962"/>
                            </a:lnTo>
                            <a:lnTo>
                              <a:pt x="8622" y="1960"/>
                            </a:lnTo>
                            <a:lnTo>
                              <a:pt x="8618" y="1957"/>
                            </a:lnTo>
                            <a:lnTo>
                              <a:pt x="8615" y="1952"/>
                            </a:lnTo>
                            <a:lnTo>
                              <a:pt x="8544" y="1841"/>
                            </a:lnTo>
                            <a:lnTo>
                              <a:pt x="8486" y="1841"/>
                            </a:lnTo>
                            <a:lnTo>
                              <a:pt x="8486" y="1940"/>
                            </a:lnTo>
                            <a:lnTo>
                              <a:pt x="8484" y="1950"/>
                            </a:lnTo>
                            <a:lnTo>
                              <a:pt x="8479" y="1957"/>
                            </a:lnTo>
                            <a:lnTo>
                              <a:pt x="8471" y="1961"/>
                            </a:lnTo>
                            <a:lnTo>
                              <a:pt x="8463" y="1962"/>
                            </a:lnTo>
                            <a:lnTo>
                              <a:pt x="8455" y="1961"/>
                            </a:lnTo>
                            <a:lnTo>
                              <a:pt x="8448" y="1957"/>
                            </a:lnTo>
                            <a:lnTo>
                              <a:pt x="8443" y="1950"/>
                            </a:lnTo>
                            <a:lnTo>
                              <a:pt x="8441" y="1940"/>
                            </a:lnTo>
                            <a:lnTo>
                              <a:pt x="8441" y="1633"/>
                            </a:lnTo>
                            <a:lnTo>
                              <a:pt x="8443" y="1625"/>
                            </a:lnTo>
                            <a:lnTo>
                              <a:pt x="8447" y="1618"/>
                            </a:lnTo>
                            <a:lnTo>
                              <a:pt x="8454" y="1612"/>
                            </a:lnTo>
                            <a:lnTo>
                              <a:pt x="8463" y="1611"/>
                            </a:lnTo>
                            <a:lnTo>
                              <a:pt x="8539" y="1611"/>
                            </a:lnTo>
                            <a:lnTo>
                              <a:pt x="8563" y="1613"/>
                            </a:lnTo>
                            <a:lnTo>
                              <a:pt x="8584" y="1620"/>
                            </a:lnTo>
                            <a:lnTo>
                              <a:pt x="8604" y="1630"/>
                            </a:lnTo>
                            <a:lnTo>
                              <a:pt x="8621" y="1645"/>
                            </a:lnTo>
                            <a:lnTo>
                              <a:pt x="8636" y="1662"/>
                            </a:lnTo>
                            <a:lnTo>
                              <a:pt x="8646" y="1682"/>
                            </a:lnTo>
                            <a:lnTo>
                              <a:pt x="8651" y="1692"/>
                            </a:lnTo>
                            <a:lnTo>
                              <a:pt x="8653" y="1703"/>
                            </a:lnTo>
                            <a:lnTo>
                              <a:pt x="8655" y="1726"/>
                            </a:lnTo>
                            <a:lnTo>
                              <a:pt x="8654" y="1743"/>
                            </a:lnTo>
                            <a:lnTo>
                              <a:pt x="8651" y="1758"/>
                            </a:lnTo>
                            <a:lnTo>
                              <a:pt x="8645" y="1773"/>
                            </a:lnTo>
                            <a:lnTo>
                              <a:pt x="8638" y="1788"/>
                            </a:lnTo>
                            <a:lnTo>
                              <a:pt x="8628" y="1800"/>
                            </a:lnTo>
                            <a:lnTo>
                              <a:pt x="8617" y="1812"/>
                            </a:lnTo>
                            <a:lnTo>
                              <a:pt x="8604" y="1821"/>
                            </a:lnTo>
                            <a:lnTo>
                              <a:pt x="8590" y="1830"/>
                            </a:lnTo>
                            <a:close/>
                            <a:moveTo>
                              <a:pt x="8610" y="1727"/>
                            </a:moveTo>
                            <a:lnTo>
                              <a:pt x="8608" y="1712"/>
                            </a:lnTo>
                            <a:lnTo>
                              <a:pt x="8605" y="1700"/>
                            </a:lnTo>
                            <a:lnTo>
                              <a:pt x="8598" y="1687"/>
                            </a:lnTo>
                            <a:lnTo>
                              <a:pt x="8589" y="1676"/>
                            </a:lnTo>
                            <a:lnTo>
                              <a:pt x="8579" y="1668"/>
                            </a:lnTo>
                            <a:lnTo>
                              <a:pt x="8567" y="1662"/>
                            </a:lnTo>
                            <a:lnTo>
                              <a:pt x="8554" y="1658"/>
                            </a:lnTo>
                            <a:lnTo>
                              <a:pt x="8539" y="1655"/>
                            </a:lnTo>
                            <a:lnTo>
                              <a:pt x="8486" y="1655"/>
                            </a:lnTo>
                            <a:lnTo>
                              <a:pt x="8486" y="1797"/>
                            </a:lnTo>
                            <a:lnTo>
                              <a:pt x="8539" y="1797"/>
                            </a:lnTo>
                            <a:lnTo>
                              <a:pt x="8554" y="1795"/>
                            </a:lnTo>
                            <a:lnTo>
                              <a:pt x="8567" y="1792"/>
                            </a:lnTo>
                            <a:lnTo>
                              <a:pt x="8579" y="1785"/>
                            </a:lnTo>
                            <a:lnTo>
                              <a:pt x="8589" y="1776"/>
                            </a:lnTo>
                            <a:lnTo>
                              <a:pt x="8598" y="1766"/>
                            </a:lnTo>
                            <a:lnTo>
                              <a:pt x="8605" y="1754"/>
                            </a:lnTo>
                            <a:lnTo>
                              <a:pt x="8608" y="1741"/>
                            </a:lnTo>
                            <a:lnTo>
                              <a:pt x="8610" y="1727"/>
                            </a:lnTo>
                            <a:close/>
                            <a:moveTo>
                              <a:pt x="8922" y="1655"/>
                            </a:moveTo>
                            <a:lnTo>
                              <a:pt x="8784" y="1655"/>
                            </a:lnTo>
                            <a:lnTo>
                              <a:pt x="8784" y="1756"/>
                            </a:lnTo>
                            <a:lnTo>
                              <a:pt x="8909" y="1756"/>
                            </a:lnTo>
                            <a:lnTo>
                              <a:pt x="8918" y="1758"/>
                            </a:lnTo>
                            <a:lnTo>
                              <a:pt x="8926" y="1764"/>
                            </a:lnTo>
                            <a:lnTo>
                              <a:pt x="8930" y="1771"/>
                            </a:lnTo>
                            <a:lnTo>
                              <a:pt x="8932" y="1779"/>
                            </a:lnTo>
                            <a:lnTo>
                              <a:pt x="8930" y="1787"/>
                            </a:lnTo>
                            <a:lnTo>
                              <a:pt x="8926" y="1794"/>
                            </a:lnTo>
                            <a:lnTo>
                              <a:pt x="8918" y="1799"/>
                            </a:lnTo>
                            <a:lnTo>
                              <a:pt x="8909" y="1801"/>
                            </a:lnTo>
                            <a:lnTo>
                              <a:pt x="8784" y="1801"/>
                            </a:lnTo>
                            <a:lnTo>
                              <a:pt x="8784" y="1917"/>
                            </a:lnTo>
                            <a:lnTo>
                              <a:pt x="8922" y="1917"/>
                            </a:lnTo>
                            <a:lnTo>
                              <a:pt x="8932" y="1919"/>
                            </a:lnTo>
                            <a:lnTo>
                              <a:pt x="8938" y="1924"/>
                            </a:lnTo>
                            <a:lnTo>
                              <a:pt x="8943" y="1932"/>
                            </a:lnTo>
                            <a:lnTo>
                              <a:pt x="8945" y="1940"/>
                            </a:lnTo>
                            <a:lnTo>
                              <a:pt x="8943" y="1949"/>
                            </a:lnTo>
                            <a:lnTo>
                              <a:pt x="8938" y="1955"/>
                            </a:lnTo>
                            <a:lnTo>
                              <a:pt x="8932" y="1960"/>
                            </a:lnTo>
                            <a:lnTo>
                              <a:pt x="8922" y="1962"/>
                            </a:lnTo>
                            <a:lnTo>
                              <a:pt x="8761" y="1962"/>
                            </a:lnTo>
                            <a:lnTo>
                              <a:pt x="8753" y="1960"/>
                            </a:lnTo>
                            <a:lnTo>
                              <a:pt x="8745" y="1956"/>
                            </a:lnTo>
                            <a:lnTo>
                              <a:pt x="8741" y="1949"/>
                            </a:lnTo>
                            <a:lnTo>
                              <a:pt x="8739" y="1940"/>
                            </a:lnTo>
                            <a:lnTo>
                              <a:pt x="8739" y="1633"/>
                            </a:lnTo>
                            <a:lnTo>
                              <a:pt x="8741" y="1625"/>
                            </a:lnTo>
                            <a:lnTo>
                              <a:pt x="8745" y="1618"/>
                            </a:lnTo>
                            <a:lnTo>
                              <a:pt x="8753" y="1612"/>
                            </a:lnTo>
                            <a:lnTo>
                              <a:pt x="8761" y="1611"/>
                            </a:lnTo>
                            <a:lnTo>
                              <a:pt x="8922" y="1611"/>
                            </a:lnTo>
                            <a:lnTo>
                              <a:pt x="8932" y="1613"/>
                            </a:lnTo>
                            <a:lnTo>
                              <a:pt x="8938" y="1618"/>
                            </a:lnTo>
                            <a:lnTo>
                              <a:pt x="8943" y="1625"/>
                            </a:lnTo>
                            <a:lnTo>
                              <a:pt x="8945" y="1633"/>
                            </a:lnTo>
                            <a:lnTo>
                              <a:pt x="8943" y="1642"/>
                            </a:lnTo>
                            <a:lnTo>
                              <a:pt x="8938" y="1649"/>
                            </a:lnTo>
                            <a:lnTo>
                              <a:pt x="8932" y="1653"/>
                            </a:lnTo>
                            <a:lnTo>
                              <a:pt x="8922" y="1655"/>
                            </a:lnTo>
                            <a:close/>
                          </a:path>
                        </a:pathLst>
                      </a:custGeom>
                      <a:solidFill>
                        <a:srgbClr val="0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v:shape id="Freeform 6" style="position:absolute;margin-left:0;margin-top:771.1pt;width:189.05pt;height:28.35pt;z-index:25167974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coordsize="13611,2041" o:spid="_x0000_s1026" fillcolor="black" stroked="f" path="m9136,1758r37,16l9189,1783r16,11l9219,1808r10,16l9237,1843r2,12l9239,1867r-1,12l9237,1890r-9,20l9217,1928r-15,13l9184,1953r-20,7l9143,1965r-22,1l9094,1963r-13,-3l9067,1955r-25,-14l9032,1933r-8,-11l9021,1916r-2,-6l9021,1901r5,-7l9033,1889r10,-2l9052,1890r8,6l9072,1908r15,8l9104,1920r17,1l9147,1918r13,-4l9170,1909r10,-8l9187,1892r6,-12l9195,1867r-2,-13l9187,1842r-7,-10l9170,1825r-24,-14l9118,1799r-34,-14l9067,1776r-15,-9l9040,1754r-6,-7l9030,1739r-4,-8l9024,1722r-3,-21l9023,1680r6,-18l9040,1645r13,-14l9069,1621r17,-8l9105,1608r20,-1l9154,1610r13,4l9181,1621r25,14l9225,1655r4,7l9231,1669r-3,8l9224,1685r-7,4l9207,1691r-10,-3l9188,1681r-14,-13l9158,1659r-17,-6l9125,1651r-24,4l9091,1660r-8,5l9076,1672r-6,9l9067,1690r-1,11l9067,1711r4,10l9079,1729r8,7l9109,1748r27,10xm,251l,10r566,l1134,10r,241l715,251r,726l418,977r,-726l,251xm1250,977r,-484l1250,10r530,l2311,10r,225l1547,235r,154l2270,389r,201l1547,590r,155l2328,745r,232l1789,977r-539,xm2437,637r,-287l2439,299r5,-46l2449,232r5,-20l2459,193r7,-18l2482,143r19,-29l2525,90r25,-22l2579,50r32,-15l2647,24r38,-10l2725,8r44,-5l2816,1,2864,r350,l3289,1r68,3l3416,10r51,9l3513,29r39,14l3569,51r15,9l3612,79r11,11l3634,103r18,26l3666,158r10,34l3684,229r4,41l3690,315r,49l3393,364r,-26l3390,314r-3,-11l3383,294r-5,-8l3371,279r-15,-12l3336,258r-24,-6l3284,249r-31,-1l2929,248r-28,1l2876,252r-22,4l2834,261r-18,8l2801,278r-6,4l2788,288r-11,12l2768,313r-8,14l2749,360r-5,39l2743,442r,104l2744,594r5,41l2753,653r7,16l2766,683r9,12l2785,706r12,9l2810,722r16,7l2865,737r22,1l2913,739r317,l3275,738r38,-3l3330,733r14,-4l3357,724r10,-7l3377,710r7,-10l3396,677r4,-14l3402,646r2,-40l3701,606r,90l3700,727r-2,29l3694,783r-6,28l3679,836r-11,24l3653,882r-18,21l3614,922r-25,16l3559,953r-33,12l3507,970r-19,5l3445,982r-47,4l3344,987r-480,l2816,987r-47,-3l2725,980r-40,-7l2665,968r-18,-5l2611,952r-32,-15l2550,919r-25,-21l2512,885r-11,-12l2492,859r-10,-15l2474,829r-8,-17l2459,794r-5,-19l2444,734r-5,-45l2437,637xm3835,977r,-484l3835,10r297,l4132,355r627,l4759,10r298,l5057,493r,484l4759,977r,-366l4132,611r,366l3835,977xm5227,977r,-484l5227,10r461,l6247,712r2,-702l6547,10r,483l6547,977r-461,l5528,275r-3,702l5227,977xm7003,442r,104l7005,594r6,41l7015,653r5,16l7028,683r8,12l7047,706r11,9l7072,722r16,7l7126,737r23,1l7173,739r381,l7602,737r20,-4l7640,729r16,-7l7670,715r11,-9l7692,695r8,-12l7708,669r5,-16l7717,635r6,-41l7725,546r,-104l7723,399r-6,-39l7713,343r-6,-16l7699,313r-9,-13l7679,288r-13,-10l7651,269r-18,-8l7614,256r-23,-4l7565,249r-27,-1l7190,248r-29,1l7136,252r-22,4l7094,261r-17,8l7062,278r-7,4l7049,288r-11,12l7029,313r-8,14l7011,360r-6,39l7003,442xm6697,637r,-287l6700,299r5,-46l6709,232r5,-20l6721,193r6,-18l6743,143r20,-29l6785,90r26,-22l6840,50r33,-15l6907,24r38,-10l6986,8r45,-5l7076,1,7126,r476,l7652,1r45,2l7742,8r41,6l7821,24r34,11l7887,50r30,18l7943,90r12,12l7965,114r11,14l7984,143r8,15l8001,175r6,18l8014,212r8,41l8028,299r1,51l8029,637r-1,52l8022,734r-4,21l8014,775r-7,19l8001,812r-17,32l7965,873r-22,25l7917,919r-30,18l7855,952r-34,11l7783,973r-41,7l7697,984r-45,3l7602,987r-476,l7076,987r-45,-3l6986,980r-41,-7l6926,968r-19,-5l6873,952r-33,-15l6811,919r-26,-21l6773,885r-10,-12l6752,859r-9,-15l6734,829r-7,-17l6721,794r-7,-19l6705,734r-5,-45l6697,637xm8477,251r,242l8939,493r24,-2l8974,489r10,-3l8992,481r9,-4l9007,470r6,-6l9024,448r6,-17l9034,411r1,-19l9035,354r-1,-23l9029,310r-8,-18l9015,284r-7,-6l8992,267r-22,-9l8945,253r-32,-2l8477,251xm8179,977r,-484l8179,10r811,l9041,12r45,4l9127,25r37,10l9197,49r28,16l9251,84r21,21l9290,128r14,25l9317,180r8,30l9333,240r4,33l9340,306r1,35l9341,424r-3,55l9328,533r-8,27l9310,586r-6,12l9298,610r-15,23l9266,654r-9,11l9246,674r-22,17l9199,706r-29,11l9140,727r-35,5l9067,734r-590,l8477,977r-298,xm9737,442r,104l9739,594r5,41l9748,653r6,16l9761,683r8,12l9779,706r13,9l9805,722r16,7l9859,737r23,1l9908,739r379,l10335,737r21,-4l10374,729r15,-7l10403,715r12,-9l10425,695r9,-12l10441,669r5,-16l10451,635r5,-41l10458,546r,-104l10456,399r-5,-39l10446,343r-6,-16l10433,313r-10,-13l10413,288r-14,-10l10384,269r-17,-8l10347,256r-22,-4l10300,249r-29,-1l9923,248r-28,1l9871,252r-24,4l9828,261r-17,8l9796,278r-8,4l9782,288r-10,12l9762,313r-7,14l9748,343r-4,17l9739,399r-2,43xm9432,637r,-287l9433,299r6,-46l9444,232r4,-20l9454,193r6,-18l9476,143r20,-29l9518,90r27,-22l9573,50r33,-15l9641,24r38,-10l9720,8r43,-5l9809,1,9859,r478,l10385,1r47,2l10475,8r41,6l10554,24r35,11l10621,50r29,18l10676,90r12,12l10698,114r11,14l10719,143r8,15l10734,175r7,18l10747,212r9,41l10762,299r2,51l10764,637r-2,52l10756,734r-4,21l10747,775r-6,19l10734,812r-15,32l10698,873r-22,25l10650,919r-29,18l10589,952r-35,11l10516,973r-41,7l10432,984r-47,3l10337,987r-478,l9809,987r-46,-3l9720,980r-41,-7l9660,968r-19,-5l9606,952r-33,-15l9545,919r-27,-21l9507,885r-11,-12l9486,859r-10,-15l9468,829r-8,-17l9454,794r-6,-19l9439,734r-6,-45l9432,637xm10886,977r,-484l10886,10r297,l11183,729r669,l11852,977r-483,l10886,977xm11965,977r,-484l11965,10r297,l12262,493r,484l11965,977xm12388,727r,-67l12685,660r2,35l12689,709r5,12l12703,740r8,8l12718,754r8,5l12736,763r21,6l12783,771r31,l13178,771r24,l13224,769r22,-3l13265,758r16,-9l13288,741r6,-7l13302,715r2,-11l13305,690r-3,-28l13299,650r-5,-9l13285,632r-11,-7l13259,618r-19,-5l13217,610r-29,-3l13114,603r-99,-2l12888,601r-80,-1l12737,597r-62,-3l12621,589r-48,-8l12532,571r-17,-6l12499,559r-29,-15l12447,527r-10,-10l12429,506r-8,-12l12414,482r-10,-26l12396,424r-4,-34l12390,352r-1,-42l12390,245r3,-29l12397,187r7,-27l12413,134r14,-23l12444,89r21,-20l12491,51r32,-15l12541,29r20,-5l12604,13r52,-7l12714,2r66,-2l13196,r60,1l13310,5r47,6l13379,15r20,6l13434,32r31,14l13491,62r21,17l13529,98r14,22l13553,144r8,25l13566,196r3,28l13571,285r,31l13274,316r-1,-24l13272,281r-3,-10l13267,261r-4,-7l13259,247r-6,-8l13235,229r-27,-8l13174,217r-46,-1l12799,216r-24,1l12753,220r-19,6l12717,234r-13,10l12694,257r-3,7l12688,273r-2,18l12688,318r4,12l12697,340r7,7l12715,355r12,6l12744,365r20,4l12789,372r29,2l12851,376r191,l13199,378r66,2l13325,384r53,6l13425,399r40,10l13499,424r30,18l13553,463r10,12l13572,488r15,30l13593,533r4,18l13606,590r3,44l13611,685r-1,46l13606,772r-2,19l13601,809r-5,16l13591,841r-6,15l13578,870r-16,25l13542,916r-25,18l13488,948r-34,12l13415,969r-45,8l13319,982r-58,3l13198,987r-71,l12766,987r-93,-2l12631,981r-37,-4l12559,969r-16,-4l12528,960r-28,-11l12475,936r-21,-16l12445,912r-9,-11l12421,880r-12,-24l12399,829r-4,-15l12392,798r-3,-34l12388,727xm4652,1607r8,2l4666,1614r6,8l4673,1633r,306l4671,1949r-5,7l4659,1960r-8,1l4642,1960r-7,-4l4630,1949r-2,-10l4628,1745r-85,202l4535,1960r-7,3l4522,1964r-5,-1l4510,1960r-8,-13l4416,1745r,194l4414,1949r-5,7l4403,1960r-9,1l4386,1960r-7,-4l4373,1949r-1,-10l4372,1633r1,-11l4379,1614r6,-5l4393,1607r7,2l4406,1612r5,6l4414,1625r108,256l4630,1625r4,-7l4639,1612r6,-3l4652,1607xm4880,1607r25,2l4927,1617r20,10l4965,1642r15,18l4991,1680r7,22l5000,1714r1,12l5001,1847r-3,24l4991,1894r-11,20l4965,1932r-18,14l4927,1957r-22,7l4892,1966r-12,l4856,1964r-22,-7l4813,1946r-18,-14l4781,1914r-11,-20l4762,1871r-1,-12l4760,1847r,-121l4762,1702r8,-22l4781,1660r14,-18l4813,1627r21,-10l4856,1609r12,-2l4880,1607xm4806,1726r,121l4807,1862r4,14l4818,1889r10,11l4838,1909r13,7l4866,1920r14,1l4895,1920r14,-4l4923,1909r10,-9l4943,1889r6,-13l4953,1862r2,-15l4955,1726r-2,-15l4949,1697r-6,-12l4933,1673r-10,-9l4909,1658r-14,-5l4880,1651r-14,2l4851,1658r-13,6l4828,1673r-10,12l4811,1697r-4,14l4806,1726xm5237,1830r62,98l5302,1934r1,6l5301,1950r-5,7l5288,1961r-8,1l5270,1960r-6,-3l5261,1952r-69,-111l5133,1841r,99l5130,1950r-5,7l5119,1961r-9,1l5102,1961r-7,-4l5089,1950r-2,-10l5087,1633r2,-8l5095,1618r7,-6l5110,1611r76,l5210,1613r22,7l5251,1630r18,15l5282,1662r11,20l5297,1692r3,11l5302,1726r-1,17l5298,1758r-6,15l5284,1788r-9,12l5264,1812r-12,9l5237,1830xm5257,1727r-1,-15l5252,1700r-7,-13l5236,1676r-10,-8l5214,1662r-14,-4l5186,1655r-53,l5133,1797r53,l5200,1795r14,-3l5226,1785r10,-9l5245,1766r7,-12l5256,1741r1,-14xm5569,1655r-138,l5431,1756r125,l5566,1758r7,6l5578,1771r1,8l5578,1787r-5,7l5566,1799r-10,2l5431,1801r,116l5569,1917r10,2l5586,1924r4,8l5591,1940r-1,9l5586,1955r-7,5l5569,1962r-160,l5400,1960r-7,-4l5388,1949r-1,-9l5387,1633r1,-8l5393,1618r7,-6l5409,1611r160,l5579,1613r7,5l5590,1625r1,8l5590,1642r-4,7l5579,1653r-10,2xm6009,1611r9,2l6026,1618r4,7l6031,1633r-1,9l6026,1649r-8,4l6009,1655r-80,l5929,1940r-2,10l5921,1957r-6,4l5907,1962r-9,-1l5891,1957r-6,-7l5883,1940r,-285l5804,1655r-10,-2l5787,1649r-4,-7l5781,1633r2,-8l5787,1618r7,-5l5804,1611r205,xm6306,1611r9,1l6322,1617r4,7l6328,1633r,307l6326,1950r-4,7l6315,1961r-9,1l6298,1961r-8,-4l6285,1950r-1,-10l6284,1796r-141,l6143,1940r-2,10l6135,1957r-7,4l6120,1962r-9,-1l6105,1957r-5,-7l6097,1940r,-307l6100,1624r5,-7l6111,1612r9,-1l6128,1612r7,5l6141,1624r2,9l6143,1751r141,l6284,1633r1,-9l6290,1617r8,-5l6306,1611xm6550,1626r102,307l6653,1941r-2,9l6649,1954r-3,3l6638,1961r-8,1l6624,1961r-7,-3l6613,1954r-3,-7l6579,1857r-102,l6448,1947r-9,11l6434,1961r-8,1l6418,1961r-7,-4l6405,1950r-2,-9l6404,1933r103,-307l6511,1619r5,-7l6521,1609r7,-2l6535,1609r6,3l6546,1619r4,7xm6565,1813r-37,-109l6492,1813r73,xm6937,1611r8,1l6953,1617r5,7l6959,1633r,307l6958,1952r-5,7l6946,1964r-7,1l6927,1962r-5,-4l6918,1952,6773,1713r,227l6771,1950r-5,7l6759,1961r-9,1l6743,1961r-8,-4l6730,1950r-2,-10l6728,1633r2,-11l6734,1613r8,-4l6748,1607r12,4l6765,1615r5,7l6915,1859r,-226l6917,1624r5,-7l6928,1612r9,-1xm7301,1758r37,16l7354,1783r16,11l7384,1808r11,16l7401,1843r2,12l7404,1867r-1,12l7401,1890r-8,20l7382,1928r-16,13l7348,1953r-20,7l7307,1965r-22,1l7259,1963r-14,-3l7231,1955r-24,-14l7196,1933r-8,-11l7185,1916r-1,-6l7186,1901r5,-7l7198,1889r9,-2l7217,1890r7,6l7237,1908r15,8l7268,1920r17,1l7311,1918r13,-4l7335,1909r10,-8l7352,1892r5,-12l7359,1867r-2,-13l7352,1842r-7,-10l7335,1825r-24,-14l7283,1799r-35,-14l7232,1776r-15,-9l7205,1754r-6,-7l7194,1739r-3,-8l7188,1722r-2,-21l7188,1680r6,-18l7205,1645r13,-14l7233,1621r18,-8l7270,1608r19,-1l7318,1610r14,4l7346,1621r24,14l7390,1655r3,7l7396,1669r-3,8l7388,1685r-7,4l7372,1691r-11,-3l7353,1681r-15,-13l7322,1659r-16,-6l7289,1651r-23,4l7255,1660r-8,5l7241,1672r-6,9l7232,1690r-1,11l7232,1711r4,10l7243,1729r8,7l7274,1748r27,10xm7602,1607r25,2l7649,1617r21,10l7688,1642r13,18l7713,1680r7,22l7721,1714r2,12l7723,1847r-3,21l7715,1889r-8,18l7695,1923r-15,15l7665,1950r-19,9l7624,1964r4,13l7630,1982r4,5l7643,1994r13,2l7666,1998r7,5l7677,2011r1,8l7677,2026r-4,8l7666,2039r-10,2l7640,2040r-13,-5l7614,2028r-12,-9l7593,2007r-7,-12l7581,1981r-1,-16l7570,1963r-10,-4l7541,1950r-8,-6l7524,1938r-13,-15l7499,1907r-10,-18l7484,1868r-2,-21l7482,1726r3,-24l7492,1680r11,-20l7518,1642r18,-15l7556,1617r22,-8l7591,1607r11,xm7527,1726r,121l7530,1862r4,14l7540,1889r10,11l7560,1909r14,7l7588,1920r14,1l7617,1920r15,-4l7644,1909r11,-9l7665,1889r7,-13l7676,1862r1,-15l7677,1726r-1,-15l7672,1697r-7,-12l7655,1673r-11,-9l7632,1658r-15,-5l7602,1651r-14,2l7574,1658r-14,6l7550,1673r-10,12l7534,1697r-4,14l7527,1726xm8023,1611r9,1l8038,1617r5,7l8045,1633r,214l8043,1871r-7,23l8025,1914r-15,18l7992,1946r-20,11l7949,1964r-11,2l7925,1966r-24,-2l7879,1957r-20,-11l7841,1932r-15,-18l7815,1894r-7,-23l7806,1859r,-12l7806,1633r2,-9l7812,1617r8,-5l7828,1611r8,1l7844,1617r4,7l7850,1633r,214l7852,1862r4,14l7863,1889r9,11l7884,1909r13,7l7910,1920r15,1l7941,1920r14,-4l7967,1909r12,-9l7987,1889r8,-13l7999,1862r1,-15l8000,1633r2,-9l8007,1617r8,-5l8023,1611xm8262,1626r103,307l8366,1941r-2,9l8362,1954r-4,3l8351,1961r-8,1l8336,1961r-6,-3l8326,1954r-3,-7l8292,1857r-102,l8160,1947r-8,11l8145,1961r-6,1l8131,1961r-8,-4l8118,1950r-2,-9l8117,1933r102,-307l8223,1619r6,-7l8234,1609r6,-2l8248,1609r5,3l8258,1619r4,7xm8277,1813r-37,-109l8204,1813r73,xm8590,1830r62,98l8655,1934r1,6l8654,1950r-6,7l8641,1961r-8,1l8622,1960r-4,-3l8615,1952r-71,-111l8486,1841r,99l8484,1950r-5,7l8471,1961r-8,1l8455,1961r-7,-4l8443,1950r-2,-10l8441,1633r2,-8l8447,1618r7,-6l8463,1611r76,l8563,1613r21,7l8604,1630r17,15l8636,1662r10,20l8651,1692r2,11l8655,1726r-1,17l8651,1758r-6,15l8638,1788r-10,12l8617,1812r-13,9l8590,1830xm8610,1727r-2,-15l8605,1700r-7,-13l8589,1676r-10,-8l8567,1662r-13,-4l8539,1655r-53,l8486,1797r53,l8554,1795r13,-3l8579,1785r10,-9l8598,1766r7,-12l8608,1741r2,-14xm8922,1655r-138,l8784,1756r125,l8918,1758r8,6l8930,1771r2,8l8930,1787r-4,7l8918,1799r-9,2l8784,1801r,116l8922,1917r10,2l8938,1924r5,8l8945,1940r-2,9l8938,1955r-6,5l8922,1962r-161,l8753,1960r-8,-4l8741,1949r-2,-9l8739,1633r2,-8l8745,1618r8,-6l8761,1611r161,l8932,1613r6,5l8943,1625r2,8l8943,1642r-5,7l8932,1653r-10,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" w14:anchorId="3AFFE1CD">
              <v:path arrowok="t" o:connecttype="custom" o:connectlocs="1591450,337952;1602564,314846;1627262,297207;200056,1764;430279,52739;629629,8996;511783,43920;505432,129995;641273,159275;436454,146222;1003455,1764;1332647,130348;1343232,45154;1185693,34042;1405155,20108;1365814,172856;1181459,112357;1495480,44272;1642434,103361;1727467,126115;1840550,55208;1717764,77962;1855192,2469;1887300,153983;1671719,148868;2185443,116414;2346158,114650;2188266,80431;2360271,2646;2315991,38099;2350745,67732;2384617,164743;2186149,140755;779054,307790;860911,283449;841505,334072;866027,337952;934829,340069;901486,284155;919834,293150;980168,317668;986166,286624;1037856,291916;1108599,316786;1111069,284331;1147940,286801;1220447,344302;1288014,310083;1267374,336894;1275841,313258;1302127,297913;1356287,289623;1353641,358765;1326296,289623;1354170,301793;1413093,340774;1385219,328427;1475192,344655;1455962,284331;1491598,345889;1517884,321195;1571691,309731;1541701,288035" o:connectangles="0,0,0,0,0,0,0,0,0,0,0,0,0,0,0,0,0,0,0,0,0,0,0,0,0,0,0,0,0,0,0,0,0,0,0,0,0,0,0,0,0,0,0,0,0,0,0,0,0,0,0,0,0,0,0,0,0,0,0,0,0,0,0"/>
              <o:lock v:ext="edit" verticies="t" aspectratio="t"/>
              <w10:wrap anchorx="page" anchory="page"/>
              <w10:anchorlock/>
            </v:shape>
          </w:pict>
        </mc:Fallback>
      </mc:AlternateContent>
    </w:r>
    <w:r w:rsidR="5DAFAE81" w:rsidRPr="001822F1">
      <w:rPr>
        <w:lang w:val="fi-FI"/>
      </w:rPr>
      <w:t xml:space="preserve"> </w:t>
    </w:r>
    <w:r w:rsidR="00715EAA">
      <w:rPr>
        <w:noProof/>
        <w:lang w:val="fi-FI" w:eastAsia="fi-FI"/>
      </w:rPr>
      <w:drawing>
        <wp:anchor distT="0" distB="0" distL="114300" distR="114300" simplePos="0" relativeHeight="251675648" behindDoc="0" locked="1" layoutInCell="1" allowOverlap="1" wp14:anchorId="21689D48" wp14:editId="4566A9B3">
          <wp:simplePos x="561975" y="9963150"/>
          <wp:positionH relativeFrom="page">
            <wp:align>center</wp:align>
          </wp:positionH>
          <wp:positionV relativeFrom="paragraph">
            <wp:posOffset>10153015</wp:posOffset>
          </wp:positionV>
          <wp:extent cx="1133475" cy="95250"/>
          <wp:effectExtent l="19050" t="0" r="9525" b="0"/>
          <wp:wrapNone/>
          <wp:docPr id="6" name="Picture 6" descr="footer_www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www_white.png"/>
                  <pic:cNvPicPr/>
                </pic:nvPicPr>
                <pic:blipFill>
                  <a:blip r:embed="rId1"/>
                  <a:stretch>
                    <a:fillRect/>
                  </a:stretch>
                </pic:blipFill>
                <pic:spPr>
                  <a:xfrm>
                    <a:off x="0" y="0"/>
                    <a:ext cx="1133475" cy="95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A2F3B" w14:textId="77777777" w:rsidR="005A42BF" w:rsidRDefault="005A42BF">
      <w:r>
        <w:separator/>
      </w:r>
    </w:p>
  </w:footnote>
  <w:footnote w:type="continuationSeparator" w:id="0">
    <w:p w14:paraId="28491229" w14:textId="77777777" w:rsidR="005A42BF" w:rsidRDefault="005A4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8D9E" w14:textId="77777777" w:rsidR="00273DEB" w:rsidRDefault="00273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F58E" w14:textId="42EF045C" w:rsidR="008919B2" w:rsidRPr="00CE370D" w:rsidRDefault="008919B2" w:rsidP="00540D7F">
    <w:pPr>
      <w:pStyle w:val="Header"/>
      <w:ind w:left="0" w:right="-1"/>
      <w:jc w:val="right"/>
    </w:pPr>
    <w:r w:rsidRPr="00CE370D">
      <w:fldChar w:fldCharType="begin"/>
    </w:r>
    <w:r w:rsidRPr="00CE370D">
      <w:instrText xml:space="preserve"> PAGE   \* MERGEFORMAT </w:instrText>
    </w:r>
    <w:r w:rsidRPr="00CE370D">
      <w:fldChar w:fldCharType="separate"/>
    </w:r>
    <w:r>
      <w:t>1</w:t>
    </w:r>
    <w:r w:rsidRPr="00CE370D">
      <w:fldChar w:fldCharType="end"/>
    </w:r>
    <w:r w:rsidRPr="00CE370D">
      <w:t xml:space="preserve"> (</w:t>
    </w:r>
    <w:fldSimple w:instr=" NUMPAGES   \* MERGEFORMAT ">
      <w:r>
        <w:t>1</w:t>
      </w:r>
    </w:fldSimple>
    <w:r w:rsidRPr="00CE370D">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4286A" w14:textId="77777777" w:rsidR="001822F1" w:rsidRDefault="001822F1" w:rsidP="001822F1">
    <w:pPr>
      <w:pStyle w:val="Header"/>
      <w:ind w:left="0"/>
    </w:pPr>
  </w:p>
  <w:p w14:paraId="119F28C7" w14:textId="77777777" w:rsidR="001822F1" w:rsidRDefault="001822F1" w:rsidP="001822F1">
    <w:pPr>
      <w:pStyle w:val="Header"/>
      <w:ind w:left="0"/>
    </w:pPr>
  </w:p>
  <w:p w14:paraId="21EC0B99" w14:textId="77777777" w:rsidR="001822F1" w:rsidRDefault="001822F1" w:rsidP="001822F1">
    <w:pPr>
      <w:pStyle w:val="Header"/>
      <w:ind w:left="0"/>
    </w:pPr>
  </w:p>
  <w:p w14:paraId="7785B3FC" w14:textId="77777777" w:rsidR="001822F1" w:rsidRDefault="001822F1" w:rsidP="001822F1">
    <w:pPr>
      <w:pStyle w:val="Header"/>
      <w:ind w:left="0"/>
    </w:pPr>
  </w:p>
  <w:p w14:paraId="5F56CEB8" w14:textId="77777777" w:rsidR="001822F1" w:rsidRDefault="001822F1" w:rsidP="001822F1">
    <w:pPr>
      <w:pStyle w:val="Header"/>
      <w:ind w:left="0"/>
    </w:pPr>
  </w:p>
  <w:p w14:paraId="20455292" w14:textId="77777777" w:rsidR="001822F1" w:rsidRDefault="001822F1" w:rsidP="001822F1">
    <w:pPr>
      <w:pStyle w:val="Header"/>
      <w:ind w:left="0"/>
    </w:pPr>
  </w:p>
  <w:p w14:paraId="1E7D69D5" w14:textId="77777777" w:rsidR="001822F1" w:rsidRDefault="001822F1" w:rsidP="001822F1">
    <w:pPr>
      <w:pStyle w:val="Header"/>
      <w:ind w:left="0"/>
    </w:pPr>
  </w:p>
  <w:p w14:paraId="4C51CC19" w14:textId="77777777" w:rsidR="001822F1" w:rsidRDefault="001822F1" w:rsidP="001822F1">
    <w:pPr>
      <w:pStyle w:val="Header"/>
      <w:ind w:left="0"/>
    </w:pPr>
  </w:p>
  <w:p w14:paraId="790FAC00" w14:textId="77777777" w:rsidR="001822F1" w:rsidRDefault="001822F1" w:rsidP="001822F1">
    <w:pPr>
      <w:pStyle w:val="Header"/>
      <w:ind w:left="0"/>
    </w:pPr>
  </w:p>
  <w:p w14:paraId="694682CB" w14:textId="77777777" w:rsidR="001822F1" w:rsidRDefault="001822F1" w:rsidP="001822F1">
    <w:pPr>
      <w:pStyle w:val="Header"/>
      <w:ind w:left="0"/>
    </w:pPr>
  </w:p>
  <w:p w14:paraId="51149D42" w14:textId="77777777" w:rsidR="001822F1" w:rsidRDefault="001822F1" w:rsidP="001822F1">
    <w:pPr>
      <w:pStyle w:val="Header"/>
      <w:ind w:left="0"/>
    </w:pPr>
  </w:p>
  <w:p w14:paraId="1EE1BBF4" w14:textId="77777777" w:rsidR="001822F1" w:rsidRDefault="001822F1" w:rsidP="001822F1">
    <w:pPr>
      <w:pStyle w:val="Header"/>
      <w:ind w:left="0"/>
    </w:pPr>
  </w:p>
  <w:p w14:paraId="54F44459" w14:textId="77777777" w:rsidR="001822F1" w:rsidRDefault="001822F1" w:rsidP="001822F1">
    <w:pPr>
      <w:pStyle w:val="Header"/>
      <w:ind w:left="0"/>
    </w:pPr>
  </w:p>
  <w:p w14:paraId="39EEF9D3" w14:textId="77777777" w:rsidR="001822F1" w:rsidRDefault="001822F1" w:rsidP="001822F1">
    <w:pPr>
      <w:pStyle w:val="Header"/>
      <w:ind w:left="0"/>
    </w:pPr>
  </w:p>
  <w:p w14:paraId="1FF2F849" w14:textId="77777777" w:rsidR="001822F1" w:rsidRDefault="001822F1" w:rsidP="001822F1">
    <w:pPr>
      <w:pStyle w:val="Header"/>
      <w:ind w:left="0"/>
    </w:pPr>
  </w:p>
  <w:p w14:paraId="472BB9D2" w14:textId="77777777" w:rsidR="001822F1" w:rsidRDefault="001822F1" w:rsidP="001822F1">
    <w:pPr>
      <w:pStyle w:val="Header"/>
      <w:ind w:left="0"/>
    </w:pPr>
  </w:p>
  <w:p w14:paraId="73849B0E" w14:textId="77777777" w:rsidR="001822F1" w:rsidRDefault="001822F1" w:rsidP="001822F1">
    <w:pPr>
      <w:pStyle w:val="Header"/>
      <w:ind w:left="0"/>
    </w:pPr>
  </w:p>
  <w:p w14:paraId="413D6C42" w14:textId="77777777" w:rsidR="001822F1" w:rsidRDefault="001822F1" w:rsidP="001822F1">
    <w:pPr>
      <w:pStyle w:val="Header"/>
      <w:ind w:left="0"/>
    </w:pPr>
  </w:p>
  <w:p w14:paraId="6C6F09B3" w14:textId="77777777" w:rsidR="001822F1" w:rsidRDefault="001822F1" w:rsidP="001822F1">
    <w:pPr>
      <w:pStyle w:val="Header"/>
      <w:ind w:left="0"/>
    </w:pPr>
  </w:p>
  <w:p w14:paraId="7AD3FD2D" w14:textId="77777777" w:rsidR="001822F1" w:rsidRDefault="001822F1" w:rsidP="001822F1">
    <w:pPr>
      <w:pStyle w:val="Header"/>
      <w:ind w:left="0"/>
    </w:pPr>
  </w:p>
  <w:p w14:paraId="31A4AFF1" w14:textId="77777777" w:rsidR="00174BB9" w:rsidRDefault="00174BB9" w:rsidP="001822F1">
    <w:pPr>
      <w:pStyle w:val="Header"/>
      <w:ind w:left="0"/>
    </w:pPr>
    <w:r w:rsidRPr="00174BB9">
      <w:rPr>
        <w:noProof/>
        <w:lang w:val="fi-FI" w:eastAsia="fi-FI"/>
      </w:rPr>
      <mc:AlternateContent>
        <mc:Choice Requires="wps">
          <w:drawing>
            <wp:anchor distT="0" distB="0" distL="114300" distR="114300" simplePos="0" relativeHeight="251674623" behindDoc="0" locked="1" layoutInCell="1" allowOverlap="1" wp14:anchorId="65469960" wp14:editId="6076EFAF">
              <wp:simplePos x="0" y="0"/>
              <wp:positionH relativeFrom="page">
                <wp:posOffset>0</wp:posOffset>
              </wp:positionH>
              <wp:positionV relativeFrom="page">
                <wp:posOffset>0</wp:posOffset>
              </wp:positionV>
              <wp:extent cx="2736000" cy="2736000"/>
              <wp:effectExtent l="0" t="0" r="7620" b="7620"/>
              <wp:wrapNone/>
              <wp:docPr id="12" name="Right Tri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2736000" cy="2736000"/>
                      </a:xfrm>
                      <a:prstGeom prst="rtTriangl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6" coordsize="21600,21600" o:spt="6" path="m,l,21600r21600,xe" w14:anchorId="0F3F304F">
              <v:stroke joinstyle="miter"/>
              <v:path textboxrect="1800,12600,12600,19800" gradientshapeok="t" o:connecttype="custom" o:connectlocs="0,0;0,10800;0,21600;10800,21600;21600,21600;10800,10800"/>
            </v:shapetype>
            <v:shape id="Right Triangle 11" style="position:absolute;margin-left:0;margin-top:0;width:215.45pt;height:215.45pt;flip:y;z-index:2516746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fd9e9a [3207]" stroked="f" strokeweight="2pt"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">
              <o:lock v:ext="edit" aspectratio="t"/>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C22E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FD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48C7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8ADF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BA00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8045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A29E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9C51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7E41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9E11E4"/>
    <w:lvl w:ilvl="0">
      <w:start w:val="1"/>
      <w:numFmt w:val="bullet"/>
      <w:pStyle w:val="ListBullet"/>
      <w:lvlText w:val=""/>
      <w:lvlJc w:val="left"/>
      <w:pPr>
        <w:ind w:left="360" w:hanging="360"/>
      </w:pPr>
      <w:rPr>
        <w:rFonts w:ascii="Wingdings 3" w:hAnsi="Wingdings 3" w:hint="default"/>
        <w:b/>
        <w:i w:val="0"/>
        <w:color w:val="00A9E0" w:themeColor="accent1"/>
      </w:rPr>
    </w:lvl>
  </w:abstractNum>
  <w:abstractNum w:abstractNumId="10" w15:restartNumberingAfterBreak="0">
    <w:nsid w:val="09CF7379"/>
    <w:multiLevelType w:val="hybridMultilevel"/>
    <w:tmpl w:val="C1EABC8C"/>
    <w:lvl w:ilvl="0" w:tplc="63DC6B74">
      <w:start w:val="1"/>
      <w:numFmt w:val="bullet"/>
      <w:lvlText w:val="-"/>
      <w:lvlJc w:val="left"/>
      <w:pPr>
        <w:tabs>
          <w:tab w:val="num" w:pos="1950"/>
        </w:tabs>
        <w:ind w:left="1950" w:hanging="652"/>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244942"/>
    <w:multiLevelType w:val="multilevel"/>
    <w:tmpl w:val="B9883636"/>
    <w:numStyleLink w:val="Numbering"/>
  </w:abstractNum>
  <w:abstractNum w:abstractNumId="12" w15:restartNumberingAfterBreak="0">
    <w:nsid w:val="0EF032B8"/>
    <w:multiLevelType w:val="hybridMultilevel"/>
    <w:tmpl w:val="D0B2FB18"/>
    <w:lvl w:ilvl="0" w:tplc="73B8FEAE">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024E97"/>
    <w:multiLevelType w:val="multilevel"/>
    <w:tmpl w:val="B9883636"/>
    <w:numStyleLink w:val="Numbering"/>
  </w:abstractNum>
  <w:abstractNum w:abstractNumId="14" w15:restartNumberingAfterBreak="0">
    <w:nsid w:val="18215E65"/>
    <w:multiLevelType w:val="multilevel"/>
    <w:tmpl w:val="B9883636"/>
    <w:numStyleLink w:val="Numbering"/>
  </w:abstractNum>
  <w:abstractNum w:abstractNumId="15" w15:restartNumberingAfterBreak="0">
    <w:nsid w:val="1B3B6BB6"/>
    <w:multiLevelType w:val="multilevel"/>
    <w:tmpl w:val="11DA2576"/>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1E8F054E"/>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315981"/>
    <w:multiLevelType w:val="hybridMultilevel"/>
    <w:tmpl w:val="C0367866"/>
    <w:lvl w:ilvl="0" w:tplc="9864B516">
      <w:start w:val="1"/>
      <w:numFmt w:val="bullet"/>
      <w:lvlText w:val="•"/>
      <w:lvlJc w:val="left"/>
      <w:pPr>
        <w:tabs>
          <w:tab w:val="num" w:pos="3255"/>
        </w:tabs>
        <w:ind w:left="3255" w:hanging="284"/>
      </w:pPr>
      <w:rPr>
        <w:rFonts w:ascii="Arial" w:hAnsi="Arial" w:hint="default"/>
      </w:rPr>
    </w:lvl>
    <w:lvl w:ilvl="1" w:tplc="08090003" w:tentative="1">
      <w:start w:val="1"/>
      <w:numFmt w:val="bullet"/>
      <w:lvlText w:val="o"/>
      <w:lvlJc w:val="left"/>
      <w:pPr>
        <w:tabs>
          <w:tab w:val="num" w:pos="3844"/>
        </w:tabs>
        <w:ind w:left="3844" w:hanging="360"/>
      </w:pPr>
      <w:rPr>
        <w:rFonts w:ascii="Courier New" w:hAnsi="Courier New" w:cs="Courier New" w:hint="default"/>
      </w:rPr>
    </w:lvl>
    <w:lvl w:ilvl="2" w:tplc="08090005" w:tentative="1">
      <w:start w:val="1"/>
      <w:numFmt w:val="bullet"/>
      <w:lvlText w:val=""/>
      <w:lvlJc w:val="left"/>
      <w:pPr>
        <w:tabs>
          <w:tab w:val="num" w:pos="4564"/>
        </w:tabs>
        <w:ind w:left="4564" w:hanging="360"/>
      </w:pPr>
      <w:rPr>
        <w:rFonts w:ascii="Wingdings" w:hAnsi="Wingdings" w:hint="default"/>
      </w:rPr>
    </w:lvl>
    <w:lvl w:ilvl="3" w:tplc="08090001" w:tentative="1">
      <w:start w:val="1"/>
      <w:numFmt w:val="bullet"/>
      <w:lvlText w:val=""/>
      <w:lvlJc w:val="left"/>
      <w:pPr>
        <w:tabs>
          <w:tab w:val="num" w:pos="5284"/>
        </w:tabs>
        <w:ind w:left="5284" w:hanging="360"/>
      </w:pPr>
      <w:rPr>
        <w:rFonts w:ascii="Symbol" w:hAnsi="Symbol" w:hint="default"/>
      </w:rPr>
    </w:lvl>
    <w:lvl w:ilvl="4" w:tplc="08090003" w:tentative="1">
      <w:start w:val="1"/>
      <w:numFmt w:val="bullet"/>
      <w:lvlText w:val="o"/>
      <w:lvlJc w:val="left"/>
      <w:pPr>
        <w:tabs>
          <w:tab w:val="num" w:pos="6004"/>
        </w:tabs>
        <w:ind w:left="6004" w:hanging="360"/>
      </w:pPr>
      <w:rPr>
        <w:rFonts w:ascii="Courier New" w:hAnsi="Courier New" w:cs="Courier New" w:hint="default"/>
      </w:rPr>
    </w:lvl>
    <w:lvl w:ilvl="5" w:tplc="08090005" w:tentative="1">
      <w:start w:val="1"/>
      <w:numFmt w:val="bullet"/>
      <w:lvlText w:val=""/>
      <w:lvlJc w:val="left"/>
      <w:pPr>
        <w:tabs>
          <w:tab w:val="num" w:pos="6724"/>
        </w:tabs>
        <w:ind w:left="6724" w:hanging="360"/>
      </w:pPr>
      <w:rPr>
        <w:rFonts w:ascii="Wingdings" w:hAnsi="Wingdings" w:hint="default"/>
      </w:rPr>
    </w:lvl>
    <w:lvl w:ilvl="6" w:tplc="08090001" w:tentative="1">
      <w:start w:val="1"/>
      <w:numFmt w:val="bullet"/>
      <w:lvlText w:val=""/>
      <w:lvlJc w:val="left"/>
      <w:pPr>
        <w:tabs>
          <w:tab w:val="num" w:pos="7444"/>
        </w:tabs>
        <w:ind w:left="7444" w:hanging="360"/>
      </w:pPr>
      <w:rPr>
        <w:rFonts w:ascii="Symbol" w:hAnsi="Symbol" w:hint="default"/>
      </w:rPr>
    </w:lvl>
    <w:lvl w:ilvl="7" w:tplc="08090003" w:tentative="1">
      <w:start w:val="1"/>
      <w:numFmt w:val="bullet"/>
      <w:lvlText w:val="o"/>
      <w:lvlJc w:val="left"/>
      <w:pPr>
        <w:tabs>
          <w:tab w:val="num" w:pos="8164"/>
        </w:tabs>
        <w:ind w:left="8164" w:hanging="360"/>
      </w:pPr>
      <w:rPr>
        <w:rFonts w:ascii="Courier New" w:hAnsi="Courier New" w:cs="Courier New" w:hint="default"/>
      </w:rPr>
    </w:lvl>
    <w:lvl w:ilvl="8" w:tplc="08090005" w:tentative="1">
      <w:start w:val="1"/>
      <w:numFmt w:val="bullet"/>
      <w:lvlText w:val=""/>
      <w:lvlJc w:val="left"/>
      <w:pPr>
        <w:tabs>
          <w:tab w:val="num" w:pos="8884"/>
        </w:tabs>
        <w:ind w:left="8884" w:hanging="360"/>
      </w:pPr>
      <w:rPr>
        <w:rFonts w:ascii="Wingdings" w:hAnsi="Wingdings" w:hint="default"/>
      </w:rPr>
    </w:lvl>
  </w:abstractNum>
  <w:abstractNum w:abstractNumId="18" w15:restartNumberingAfterBreak="0">
    <w:nsid w:val="279B1733"/>
    <w:multiLevelType w:val="multilevel"/>
    <w:tmpl w:val="FF8C4EE8"/>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1135" w:hanging="567"/>
      </w:pPr>
      <w:rPr>
        <w:rFonts w:hint="default"/>
        <w:b/>
        <w:bCs/>
      </w:rPr>
    </w:lvl>
    <w:lvl w:ilvl="2">
      <w:start w:val="1"/>
      <w:numFmt w:val="decimal"/>
      <w:pStyle w:val="Heading3"/>
      <w:lvlText w:val="%1.%2.%3"/>
      <w:lvlJc w:val="left"/>
      <w:pPr>
        <w:ind w:left="1304" w:hanging="1304"/>
      </w:pPr>
      <w:rPr>
        <w:rFonts w:hint="default"/>
      </w:rPr>
    </w:lvl>
    <w:lvl w:ilvl="3">
      <w:start w:val="1"/>
      <w:numFmt w:val="decimal"/>
      <w:pStyle w:val="Heading4"/>
      <w:lvlText w:val="%1.%2.%3.%4"/>
      <w:lvlJc w:val="left"/>
      <w:pPr>
        <w:ind w:left="1304" w:hanging="1304"/>
      </w:pPr>
      <w:rPr>
        <w:rFonts w:hint="default"/>
      </w:rPr>
    </w:lvl>
    <w:lvl w:ilvl="4">
      <w:start w:val="1"/>
      <w:numFmt w:val="decimal"/>
      <w:pStyle w:val="Heading5"/>
      <w:lvlText w:val="%1.%2.%3.%4.%5"/>
      <w:lvlJc w:val="left"/>
      <w:pPr>
        <w:ind w:left="1304" w:hanging="1304"/>
      </w:pPr>
      <w:rPr>
        <w:rFonts w:hint="default"/>
      </w:rPr>
    </w:lvl>
    <w:lvl w:ilvl="5">
      <w:start w:val="1"/>
      <w:numFmt w:val="decimal"/>
      <w:pStyle w:val="Heading6"/>
      <w:lvlText w:val="%1.%2.%3.%4.%5.%6"/>
      <w:lvlJc w:val="left"/>
      <w:pPr>
        <w:ind w:left="1304" w:hanging="1304"/>
      </w:pPr>
      <w:rPr>
        <w:rFonts w:hint="default"/>
      </w:rPr>
    </w:lvl>
    <w:lvl w:ilvl="6">
      <w:start w:val="1"/>
      <w:numFmt w:val="decimal"/>
      <w:pStyle w:val="Heading7"/>
      <w:lvlText w:val="%1.%2.%3.%4.%5.%6.%7"/>
      <w:lvlJc w:val="left"/>
      <w:pPr>
        <w:ind w:left="1304" w:hanging="1304"/>
      </w:pPr>
      <w:rPr>
        <w:rFonts w:hint="default"/>
      </w:rPr>
    </w:lvl>
    <w:lvl w:ilvl="7">
      <w:start w:val="1"/>
      <w:numFmt w:val="decimal"/>
      <w:pStyle w:val="Heading8"/>
      <w:lvlText w:val="%1.%2.%3.%4.%5.%6.%7.%8"/>
      <w:lvlJc w:val="left"/>
      <w:pPr>
        <w:ind w:left="1304" w:hanging="1304"/>
      </w:pPr>
      <w:rPr>
        <w:rFonts w:hint="default"/>
      </w:rPr>
    </w:lvl>
    <w:lvl w:ilvl="8">
      <w:start w:val="1"/>
      <w:numFmt w:val="decimal"/>
      <w:pStyle w:val="Heading9"/>
      <w:lvlText w:val="%1.%2.%3.%4.%5.%6.%7.%8.%9"/>
      <w:lvlJc w:val="left"/>
      <w:pPr>
        <w:ind w:left="1304" w:hanging="1304"/>
      </w:pPr>
      <w:rPr>
        <w:rFonts w:hint="default"/>
      </w:rPr>
    </w:lvl>
  </w:abstractNum>
  <w:abstractNum w:abstractNumId="19" w15:restartNumberingAfterBreak="0">
    <w:nsid w:val="28046A05"/>
    <w:multiLevelType w:val="hybridMultilevel"/>
    <w:tmpl w:val="A48C185E"/>
    <w:lvl w:ilvl="0" w:tplc="38FEC974">
      <w:start w:val="1"/>
      <w:numFmt w:val="bullet"/>
      <w:lvlText w:val=""/>
      <w:lvlJc w:val="left"/>
      <w:pPr>
        <w:tabs>
          <w:tab w:val="num" w:pos="1865"/>
        </w:tabs>
        <w:ind w:left="1865"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56B3A"/>
    <w:multiLevelType w:val="multilevel"/>
    <w:tmpl w:val="8F4CD5A0"/>
    <w:lvl w:ilvl="0">
      <w:start w:val="1"/>
      <w:numFmt w:val="decimal"/>
      <w:lvlText w:val="%1."/>
      <w:lvlJc w:val="left"/>
      <w:pPr>
        <w:ind w:left="720" w:hanging="360"/>
      </w:pPr>
      <w:rPr>
        <w:rFonts w:hint="default"/>
      </w:rPr>
    </w:lvl>
    <w:lvl w:ilvl="1">
      <w:start w:val="1"/>
      <w:numFmt w:val="decimal"/>
      <w:isLgl/>
      <w:lvlText w:val="%1.%2."/>
      <w:lvlJc w:val="left"/>
      <w:pPr>
        <w:ind w:left="111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94500A6"/>
    <w:multiLevelType w:val="multilevel"/>
    <w:tmpl w:val="B9883636"/>
    <w:numStyleLink w:val="Numbering"/>
  </w:abstractNum>
  <w:abstractNum w:abstractNumId="22" w15:restartNumberingAfterBreak="0">
    <w:nsid w:val="364B175C"/>
    <w:multiLevelType w:val="hybridMultilevel"/>
    <w:tmpl w:val="9A38EE6C"/>
    <w:lvl w:ilvl="0" w:tplc="D6921DFC">
      <w:start w:val="1"/>
      <w:numFmt w:val="bullet"/>
      <w:pStyle w:val="Bulletedparagraph"/>
      <w:lvlText w:val=""/>
      <w:lvlJc w:val="left"/>
      <w:pPr>
        <w:ind w:left="1664" w:hanging="360"/>
      </w:pPr>
      <w:rPr>
        <w:rFonts w:ascii="Wingdings 3" w:hAnsi="Wingdings 3" w:hint="default"/>
        <w:b/>
        <w:i w:val="0"/>
        <w:color w:val="00A9E0" w:themeColor="accent1"/>
      </w:rPr>
    </w:lvl>
    <w:lvl w:ilvl="1" w:tplc="08090003" w:tentative="1">
      <w:start w:val="1"/>
      <w:numFmt w:val="bullet"/>
      <w:lvlText w:val="o"/>
      <w:lvlJc w:val="left"/>
      <w:pPr>
        <w:tabs>
          <w:tab w:val="num" w:pos="10562"/>
        </w:tabs>
        <w:ind w:left="10562" w:hanging="360"/>
      </w:pPr>
      <w:rPr>
        <w:rFonts w:ascii="Courier New" w:hAnsi="Courier New" w:cs="Courier New" w:hint="default"/>
      </w:rPr>
    </w:lvl>
    <w:lvl w:ilvl="2" w:tplc="08090005" w:tentative="1">
      <w:start w:val="1"/>
      <w:numFmt w:val="bullet"/>
      <w:lvlText w:val=""/>
      <w:lvlJc w:val="left"/>
      <w:pPr>
        <w:tabs>
          <w:tab w:val="num" w:pos="11282"/>
        </w:tabs>
        <w:ind w:left="11282" w:hanging="360"/>
      </w:pPr>
      <w:rPr>
        <w:rFonts w:ascii="Wingdings" w:hAnsi="Wingdings" w:hint="default"/>
      </w:rPr>
    </w:lvl>
    <w:lvl w:ilvl="3" w:tplc="08090001" w:tentative="1">
      <w:start w:val="1"/>
      <w:numFmt w:val="bullet"/>
      <w:lvlText w:val=""/>
      <w:lvlJc w:val="left"/>
      <w:pPr>
        <w:tabs>
          <w:tab w:val="num" w:pos="12002"/>
        </w:tabs>
        <w:ind w:left="12002" w:hanging="360"/>
      </w:pPr>
      <w:rPr>
        <w:rFonts w:ascii="Symbol" w:hAnsi="Symbol" w:hint="default"/>
      </w:rPr>
    </w:lvl>
    <w:lvl w:ilvl="4" w:tplc="08090003" w:tentative="1">
      <w:start w:val="1"/>
      <w:numFmt w:val="bullet"/>
      <w:lvlText w:val="o"/>
      <w:lvlJc w:val="left"/>
      <w:pPr>
        <w:tabs>
          <w:tab w:val="num" w:pos="12722"/>
        </w:tabs>
        <w:ind w:left="12722" w:hanging="360"/>
      </w:pPr>
      <w:rPr>
        <w:rFonts w:ascii="Courier New" w:hAnsi="Courier New" w:cs="Courier New" w:hint="default"/>
      </w:rPr>
    </w:lvl>
    <w:lvl w:ilvl="5" w:tplc="08090005" w:tentative="1">
      <w:start w:val="1"/>
      <w:numFmt w:val="bullet"/>
      <w:lvlText w:val=""/>
      <w:lvlJc w:val="left"/>
      <w:pPr>
        <w:tabs>
          <w:tab w:val="num" w:pos="13442"/>
        </w:tabs>
        <w:ind w:left="13442" w:hanging="360"/>
      </w:pPr>
      <w:rPr>
        <w:rFonts w:ascii="Wingdings" w:hAnsi="Wingdings" w:hint="default"/>
      </w:rPr>
    </w:lvl>
    <w:lvl w:ilvl="6" w:tplc="08090001" w:tentative="1">
      <w:start w:val="1"/>
      <w:numFmt w:val="bullet"/>
      <w:lvlText w:val=""/>
      <w:lvlJc w:val="left"/>
      <w:pPr>
        <w:tabs>
          <w:tab w:val="num" w:pos="14162"/>
        </w:tabs>
        <w:ind w:left="14162" w:hanging="360"/>
      </w:pPr>
      <w:rPr>
        <w:rFonts w:ascii="Symbol" w:hAnsi="Symbol" w:hint="default"/>
      </w:rPr>
    </w:lvl>
    <w:lvl w:ilvl="7" w:tplc="08090003" w:tentative="1">
      <w:start w:val="1"/>
      <w:numFmt w:val="bullet"/>
      <w:lvlText w:val="o"/>
      <w:lvlJc w:val="left"/>
      <w:pPr>
        <w:tabs>
          <w:tab w:val="num" w:pos="14882"/>
        </w:tabs>
        <w:ind w:left="14882" w:hanging="360"/>
      </w:pPr>
      <w:rPr>
        <w:rFonts w:ascii="Courier New" w:hAnsi="Courier New" w:cs="Courier New" w:hint="default"/>
      </w:rPr>
    </w:lvl>
    <w:lvl w:ilvl="8" w:tplc="08090005" w:tentative="1">
      <w:start w:val="1"/>
      <w:numFmt w:val="bullet"/>
      <w:lvlText w:val=""/>
      <w:lvlJc w:val="left"/>
      <w:pPr>
        <w:tabs>
          <w:tab w:val="num" w:pos="15602"/>
        </w:tabs>
        <w:ind w:left="15602" w:hanging="360"/>
      </w:pPr>
      <w:rPr>
        <w:rFonts w:ascii="Wingdings" w:hAnsi="Wingdings" w:hint="default"/>
      </w:rPr>
    </w:lvl>
  </w:abstractNum>
  <w:abstractNum w:abstractNumId="23" w15:restartNumberingAfterBreak="0">
    <w:nsid w:val="3A075DED"/>
    <w:multiLevelType w:val="hybridMultilevel"/>
    <w:tmpl w:val="24A2E038"/>
    <w:lvl w:ilvl="0" w:tplc="E4A2B976">
      <w:start w:val="1"/>
      <w:numFmt w:val="bullet"/>
      <w:lvlText w:val=""/>
      <w:lvlJc w:val="left"/>
      <w:pPr>
        <w:tabs>
          <w:tab w:val="num" w:pos="2432"/>
        </w:tabs>
        <w:ind w:left="2432"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B1EC3"/>
    <w:multiLevelType w:val="multilevel"/>
    <w:tmpl w:val="040B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C471740"/>
    <w:multiLevelType w:val="hybridMultilevel"/>
    <w:tmpl w:val="F000C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4E55E7"/>
    <w:multiLevelType w:val="hybridMultilevel"/>
    <w:tmpl w:val="D5280C86"/>
    <w:lvl w:ilvl="0" w:tplc="880CD6EE">
      <w:start w:val="1"/>
      <w:numFmt w:val="lowerLetter"/>
      <w:lvlText w:val="%1."/>
      <w:lvlJc w:val="left"/>
      <w:pPr>
        <w:tabs>
          <w:tab w:val="num" w:pos="1950"/>
        </w:tabs>
        <w:ind w:left="1950" w:hanging="652"/>
      </w:pPr>
      <w:rPr>
        <w:rFonts w:hint="default"/>
      </w:rPr>
    </w:lvl>
    <w:lvl w:ilvl="1" w:tplc="04090019" w:tentative="1">
      <w:start w:val="1"/>
      <w:numFmt w:val="lowerLetter"/>
      <w:lvlText w:val="%2."/>
      <w:lvlJc w:val="left"/>
      <w:pPr>
        <w:tabs>
          <w:tab w:val="num" w:pos="2738"/>
        </w:tabs>
        <w:ind w:left="2738" w:hanging="360"/>
      </w:pPr>
    </w:lvl>
    <w:lvl w:ilvl="2" w:tplc="0409001B" w:tentative="1">
      <w:start w:val="1"/>
      <w:numFmt w:val="lowerRoman"/>
      <w:lvlText w:val="%3."/>
      <w:lvlJc w:val="right"/>
      <w:pPr>
        <w:tabs>
          <w:tab w:val="num" w:pos="3458"/>
        </w:tabs>
        <w:ind w:left="3458" w:hanging="180"/>
      </w:pPr>
    </w:lvl>
    <w:lvl w:ilvl="3" w:tplc="0409000F" w:tentative="1">
      <w:start w:val="1"/>
      <w:numFmt w:val="decimal"/>
      <w:lvlText w:val="%4."/>
      <w:lvlJc w:val="left"/>
      <w:pPr>
        <w:tabs>
          <w:tab w:val="num" w:pos="4178"/>
        </w:tabs>
        <w:ind w:left="4178" w:hanging="360"/>
      </w:pPr>
    </w:lvl>
    <w:lvl w:ilvl="4" w:tplc="04090019" w:tentative="1">
      <w:start w:val="1"/>
      <w:numFmt w:val="lowerLetter"/>
      <w:lvlText w:val="%5."/>
      <w:lvlJc w:val="left"/>
      <w:pPr>
        <w:tabs>
          <w:tab w:val="num" w:pos="4898"/>
        </w:tabs>
        <w:ind w:left="4898" w:hanging="360"/>
      </w:pPr>
    </w:lvl>
    <w:lvl w:ilvl="5" w:tplc="0409001B" w:tentative="1">
      <w:start w:val="1"/>
      <w:numFmt w:val="lowerRoman"/>
      <w:lvlText w:val="%6."/>
      <w:lvlJc w:val="right"/>
      <w:pPr>
        <w:tabs>
          <w:tab w:val="num" w:pos="5618"/>
        </w:tabs>
        <w:ind w:left="5618" w:hanging="180"/>
      </w:pPr>
    </w:lvl>
    <w:lvl w:ilvl="6" w:tplc="0409000F" w:tentative="1">
      <w:start w:val="1"/>
      <w:numFmt w:val="decimal"/>
      <w:lvlText w:val="%7."/>
      <w:lvlJc w:val="left"/>
      <w:pPr>
        <w:tabs>
          <w:tab w:val="num" w:pos="6338"/>
        </w:tabs>
        <w:ind w:left="6338" w:hanging="360"/>
      </w:pPr>
    </w:lvl>
    <w:lvl w:ilvl="7" w:tplc="04090019" w:tentative="1">
      <w:start w:val="1"/>
      <w:numFmt w:val="lowerLetter"/>
      <w:lvlText w:val="%8."/>
      <w:lvlJc w:val="left"/>
      <w:pPr>
        <w:tabs>
          <w:tab w:val="num" w:pos="7058"/>
        </w:tabs>
        <w:ind w:left="7058" w:hanging="360"/>
      </w:pPr>
    </w:lvl>
    <w:lvl w:ilvl="8" w:tplc="0409001B" w:tentative="1">
      <w:start w:val="1"/>
      <w:numFmt w:val="lowerRoman"/>
      <w:lvlText w:val="%9."/>
      <w:lvlJc w:val="right"/>
      <w:pPr>
        <w:tabs>
          <w:tab w:val="num" w:pos="7778"/>
        </w:tabs>
        <w:ind w:left="7778" w:hanging="180"/>
      </w:pPr>
    </w:lvl>
  </w:abstractNum>
  <w:abstractNum w:abstractNumId="27" w15:restartNumberingAfterBreak="0">
    <w:nsid w:val="56E43F8C"/>
    <w:multiLevelType w:val="multilevel"/>
    <w:tmpl w:val="B9883636"/>
    <w:styleLink w:val="Numbering"/>
    <w:lvl w:ilvl="0">
      <w:start w:val="1"/>
      <w:numFmt w:val="decimal"/>
      <w:lvlText w:val="%1."/>
      <w:lvlJc w:val="left"/>
      <w:pPr>
        <w:tabs>
          <w:tab w:val="num" w:pos="1298"/>
        </w:tabs>
        <w:ind w:left="1298" w:hanging="1298"/>
      </w:pPr>
      <w:rPr>
        <w:rFonts w:hint="default"/>
        <w:b/>
        <w:bCs/>
        <w:i w:val="0"/>
        <w:iCs/>
        <w:sz w:val="28"/>
        <w:szCs w:val="28"/>
      </w:rPr>
    </w:lvl>
    <w:lvl w:ilvl="1">
      <w:start w:val="1"/>
      <w:numFmt w:val="decimal"/>
      <w:lvlRestart w:val="0"/>
      <w:lvlText w:val="%1.%2."/>
      <w:lvlJc w:val="left"/>
      <w:pPr>
        <w:tabs>
          <w:tab w:val="num" w:pos="1298"/>
        </w:tabs>
        <w:ind w:left="1298" w:hanging="1298"/>
      </w:pPr>
      <w:rPr>
        <w:rFonts w:hint="default"/>
        <w:sz w:val="22"/>
      </w:rPr>
    </w:lvl>
    <w:lvl w:ilvl="2">
      <w:start w:val="1"/>
      <w:numFmt w:val="decimal"/>
      <w:lvlRestart w:val="0"/>
      <w:lvlText w:val="%1.%2.%3."/>
      <w:lvlJc w:val="left"/>
      <w:pPr>
        <w:tabs>
          <w:tab w:val="num" w:pos="1298"/>
        </w:tabs>
        <w:ind w:left="1298" w:hanging="1298"/>
      </w:pPr>
      <w:rPr>
        <w:rFonts w:hint="default"/>
        <w:sz w:val="22"/>
      </w:rPr>
    </w:lvl>
    <w:lvl w:ilvl="3">
      <w:start w:val="1"/>
      <w:numFmt w:val="decimal"/>
      <w:lvlText w:val="%1.%2.%3.%4."/>
      <w:lvlJc w:val="left"/>
      <w:pPr>
        <w:tabs>
          <w:tab w:val="num" w:pos="1298"/>
        </w:tabs>
        <w:ind w:left="1298" w:hanging="1298"/>
      </w:pPr>
      <w:rPr>
        <w:rFonts w:hint="default"/>
        <w:sz w:val="22"/>
      </w:rPr>
    </w:lvl>
    <w:lvl w:ilvl="4">
      <w:start w:val="1"/>
      <w:numFmt w:val="decimal"/>
      <w:lvlText w:val="%1.%2.%3.%4.%5."/>
      <w:lvlJc w:val="left"/>
      <w:pPr>
        <w:tabs>
          <w:tab w:val="num" w:pos="1298"/>
        </w:tabs>
        <w:ind w:left="1298" w:hanging="1298"/>
      </w:pPr>
      <w:rPr>
        <w:rFonts w:hint="default"/>
        <w:sz w:val="22"/>
      </w:rPr>
    </w:lvl>
    <w:lvl w:ilvl="5">
      <w:start w:val="1"/>
      <w:numFmt w:val="decimal"/>
      <w:lvlText w:val="%1.%2.%3.%4.%5.%6."/>
      <w:lvlJc w:val="left"/>
      <w:pPr>
        <w:tabs>
          <w:tab w:val="num" w:pos="1298"/>
        </w:tabs>
        <w:ind w:left="1298" w:hanging="1298"/>
      </w:pPr>
      <w:rPr>
        <w:rFonts w:hint="default"/>
        <w:sz w:val="22"/>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1298"/>
        </w:tabs>
        <w:ind w:left="1298" w:hanging="1298"/>
      </w:pPr>
      <w:rPr>
        <w:rFonts w:hint="default"/>
      </w:rPr>
    </w:lvl>
    <w:lvl w:ilvl="8">
      <w:start w:val="1"/>
      <w:numFmt w:val="decimal"/>
      <w:lvlText w:val="%1.%2.%3.%4.%5.%6.%7.%8.%9."/>
      <w:lvlJc w:val="left"/>
      <w:pPr>
        <w:tabs>
          <w:tab w:val="num" w:pos="1298"/>
        </w:tabs>
        <w:ind w:left="1298" w:hanging="1298"/>
      </w:pPr>
      <w:rPr>
        <w:rFonts w:hint="default"/>
      </w:rPr>
    </w:lvl>
  </w:abstractNum>
  <w:abstractNum w:abstractNumId="28" w15:restartNumberingAfterBreak="0">
    <w:nsid w:val="67602AFF"/>
    <w:multiLevelType w:val="multilevel"/>
    <w:tmpl w:val="B9883636"/>
    <w:numStyleLink w:val="Numbering"/>
  </w:abstractNum>
  <w:abstractNum w:abstractNumId="29" w15:restartNumberingAfterBreak="0">
    <w:nsid w:val="6D8E23F6"/>
    <w:multiLevelType w:val="hybridMultilevel"/>
    <w:tmpl w:val="0786223E"/>
    <w:lvl w:ilvl="0" w:tplc="9FB46E5A">
      <w:start w:val="1"/>
      <w:numFmt w:val="decimal"/>
      <w:lvlText w:val="%1."/>
      <w:lvlJc w:val="left"/>
      <w:pPr>
        <w:tabs>
          <w:tab w:val="num" w:pos="2432"/>
        </w:tabs>
        <w:ind w:left="2432"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C77C3D"/>
    <w:multiLevelType w:val="hybridMultilevel"/>
    <w:tmpl w:val="C784BDFC"/>
    <w:lvl w:ilvl="0" w:tplc="13EC90F0">
      <w:start w:val="1"/>
      <w:numFmt w:val="decimal"/>
      <w:lvlText w:val="%1."/>
      <w:lvlJc w:val="left"/>
      <w:pPr>
        <w:tabs>
          <w:tab w:val="num" w:pos="1865"/>
        </w:tabs>
        <w:ind w:left="1865"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0774B7E"/>
    <w:multiLevelType w:val="multilevel"/>
    <w:tmpl w:val="94421C24"/>
    <w:lvl w:ilvl="0">
      <w:start w:val="1"/>
      <w:numFmt w:val="bullet"/>
      <w:lvlText w:val=""/>
      <w:lvlJc w:val="left"/>
      <w:pPr>
        <w:tabs>
          <w:tab w:val="num" w:pos="1582"/>
        </w:tabs>
        <w:ind w:left="1582" w:hanging="284"/>
      </w:pPr>
      <w:rPr>
        <w:rFonts w:ascii="Symbol" w:hAnsi="Symbol" w:hint="default"/>
        <w:color w:val="0087DC"/>
      </w:rPr>
    </w:lvl>
    <w:lvl w:ilvl="1">
      <w:start w:val="1"/>
      <w:numFmt w:val="bullet"/>
      <w:lvlText w:val="o"/>
      <w:lvlJc w:val="left"/>
      <w:pPr>
        <w:tabs>
          <w:tab w:val="num" w:pos="2738"/>
        </w:tabs>
        <w:ind w:left="2738" w:hanging="360"/>
      </w:pPr>
      <w:rPr>
        <w:rFonts w:ascii="Courier New" w:hAnsi="Courier New" w:cs="Courier New" w:hint="default"/>
      </w:rPr>
    </w:lvl>
    <w:lvl w:ilvl="2">
      <w:start w:val="1"/>
      <w:numFmt w:val="bullet"/>
      <w:lvlText w:val=""/>
      <w:lvlJc w:val="left"/>
      <w:pPr>
        <w:tabs>
          <w:tab w:val="num" w:pos="3458"/>
        </w:tabs>
        <w:ind w:left="3458" w:hanging="360"/>
      </w:pPr>
      <w:rPr>
        <w:rFonts w:ascii="Wingdings" w:hAnsi="Wingdings" w:hint="default"/>
      </w:rPr>
    </w:lvl>
    <w:lvl w:ilvl="3">
      <w:start w:val="1"/>
      <w:numFmt w:val="bullet"/>
      <w:lvlText w:val=""/>
      <w:lvlJc w:val="left"/>
      <w:pPr>
        <w:tabs>
          <w:tab w:val="num" w:pos="4178"/>
        </w:tabs>
        <w:ind w:left="4178" w:hanging="360"/>
      </w:pPr>
      <w:rPr>
        <w:rFonts w:ascii="Symbol" w:hAnsi="Symbol" w:hint="default"/>
      </w:rPr>
    </w:lvl>
    <w:lvl w:ilvl="4">
      <w:start w:val="1"/>
      <w:numFmt w:val="bullet"/>
      <w:lvlText w:val="o"/>
      <w:lvlJc w:val="left"/>
      <w:pPr>
        <w:tabs>
          <w:tab w:val="num" w:pos="4898"/>
        </w:tabs>
        <w:ind w:left="4898" w:hanging="360"/>
      </w:pPr>
      <w:rPr>
        <w:rFonts w:ascii="Courier New" w:hAnsi="Courier New" w:cs="Courier New" w:hint="default"/>
      </w:rPr>
    </w:lvl>
    <w:lvl w:ilvl="5">
      <w:start w:val="1"/>
      <w:numFmt w:val="bullet"/>
      <w:lvlText w:val=""/>
      <w:lvlJc w:val="left"/>
      <w:pPr>
        <w:tabs>
          <w:tab w:val="num" w:pos="5618"/>
        </w:tabs>
        <w:ind w:left="5618" w:hanging="360"/>
      </w:pPr>
      <w:rPr>
        <w:rFonts w:ascii="Wingdings" w:hAnsi="Wingdings" w:hint="default"/>
      </w:rPr>
    </w:lvl>
    <w:lvl w:ilvl="6">
      <w:start w:val="1"/>
      <w:numFmt w:val="bullet"/>
      <w:lvlText w:val=""/>
      <w:lvlJc w:val="left"/>
      <w:pPr>
        <w:tabs>
          <w:tab w:val="num" w:pos="6338"/>
        </w:tabs>
        <w:ind w:left="6338" w:hanging="360"/>
      </w:pPr>
      <w:rPr>
        <w:rFonts w:ascii="Symbol" w:hAnsi="Symbol" w:hint="default"/>
      </w:rPr>
    </w:lvl>
    <w:lvl w:ilvl="7">
      <w:start w:val="1"/>
      <w:numFmt w:val="bullet"/>
      <w:lvlText w:val="o"/>
      <w:lvlJc w:val="left"/>
      <w:pPr>
        <w:tabs>
          <w:tab w:val="num" w:pos="7058"/>
        </w:tabs>
        <w:ind w:left="7058" w:hanging="360"/>
      </w:pPr>
      <w:rPr>
        <w:rFonts w:ascii="Courier New" w:hAnsi="Courier New" w:cs="Courier New" w:hint="default"/>
      </w:rPr>
    </w:lvl>
    <w:lvl w:ilvl="8">
      <w:start w:val="1"/>
      <w:numFmt w:val="bullet"/>
      <w:lvlText w:val=""/>
      <w:lvlJc w:val="left"/>
      <w:pPr>
        <w:tabs>
          <w:tab w:val="num" w:pos="7778"/>
        </w:tabs>
        <w:ind w:left="7778" w:hanging="360"/>
      </w:pPr>
      <w:rPr>
        <w:rFonts w:ascii="Wingdings" w:hAnsi="Wingdings" w:hint="default"/>
      </w:rPr>
    </w:lvl>
  </w:abstractNum>
  <w:abstractNum w:abstractNumId="32" w15:restartNumberingAfterBreak="0">
    <w:nsid w:val="70F5369E"/>
    <w:multiLevelType w:val="hybridMultilevel"/>
    <w:tmpl w:val="EECCD0BC"/>
    <w:lvl w:ilvl="0" w:tplc="9F26DAC8">
      <w:start w:val="1"/>
      <w:numFmt w:val="bullet"/>
      <w:lvlText w:val="-"/>
      <w:lvlJc w:val="left"/>
      <w:pPr>
        <w:tabs>
          <w:tab w:val="num" w:pos="2597"/>
        </w:tabs>
        <w:ind w:left="2597" w:hanging="64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C6755A"/>
    <w:multiLevelType w:val="multilevel"/>
    <w:tmpl w:val="1E28356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71317592">
    <w:abstractNumId w:val="26"/>
  </w:num>
  <w:num w:numId="2" w16cid:durableId="1845053499">
    <w:abstractNumId w:val="19"/>
  </w:num>
  <w:num w:numId="3" w16cid:durableId="2126465349">
    <w:abstractNumId w:val="23"/>
  </w:num>
  <w:num w:numId="4" w16cid:durableId="1111239964">
    <w:abstractNumId w:val="33"/>
  </w:num>
  <w:num w:numId="5" w16cid:durableId="1523932118">
    <w:abstractNumId w:val="33"/>
  </w:num>
  <w:num w:numId="6" w16cid:durableId="1860464896">
    <w:abstractNumId w:val="33"/>
  </w:num>
  <w:num w:numId="7" w16cid:durableId="1550414138">
    <w:abstractNumId w:val="30"/>
  </w:num>
  <w:num w:numId="8" w16cid:durableId="1517427829">
    <w:abstractNumId w:val="10"/>
  </w:num>
  <w:num w:numId="9" w16cid:durableId="513422183">
    <w:abstractNumId w:val="29"/>
  </w:num>
  <w:num w:numId="10" w16cid:durableId="1600914520">
    <w:abstractNumId w:val="32"/>
  </w:num>
  <w:num w:numId="11" w16cid:durableId="758984768">
    <w:abstractNumId w:val="26"/>
  </w:num>
  <w:num w:numId="12" w16cid:durableId="604535703">
    <w:abstractNumId w:val="19"/>
  </w:num>
  <w:num w:numId="13" w16cid:durableId="837312349">
    <w:abstractNumId w:val="23"/>
  </w:num>
  <w:num w:numId="14" w16cid:durableId="1547642528">
    <w:abstractNumId w:val="33"/>
  </w:num>
  <w:num w:numId="15" w16cid:durableId="16125861">
    <w:abstractNumId w:val="33"/>
  </w:num>
  <w:num w:numId="16" w16cid:durableId="1221478433">
    <w:abstractNumId w:val="33"/>
  </w:num>
  <w:num w:numId="17" w16cid:durableId="1980920764">
    <w:abstractNumId w:val="30"/>
  </w:num>
  <w:num w:numId="18" w16cid:durableId="961956978">
    <w:abstractNumId w:val="10"/>
  </w:num>
  <w:num w:numId="19" w16cid:durableId="1597909485">
    <w:abstractNumId w:val="29"/>
  </w:num>
  <w:num w:numId="20" w16cid:durableId="1118992519">
    <w:abstractNumId w:val="32"/>
  </w:num>
  <w:num w:numId="21" w16cid:durableId="898249488">
    <w:abstractNumId w:val="12"/>
  </w:num>
  <w:num w:numId="22" w16cid:durableId="242761017">
    <w:abstractNumId w:val="17"/>
  </w:num>
  <w:num w:numId="23" w16cid:durableId="1093818328">
    <w:abstractNumId w:val="9"/>
  </w:num>
  <w:num w:numId="24" w16cid:durableId="1998458240">
    <w:abstractNumId w:val="7"/>
  </w:num>
  <w:num w:numId="25" w16cid:durableId="892274648">
    <w:abstractNumId w:val="6"/>
  </w:num>
  <w:num w:numId="26" w16cid:durableId="2107994511">
    <w:abstractNumId w:val="5"/>
  </w:num>
  <w:num w:numId="27" w16cid:durableId="761992033">
    <w:abstractNumId w:val="4"/>
  </w:num>
  <w:num w:numId="28" w16cid:durableId="81072246">
    <w:abstractNumId w:val="8"/>
  </w:num>
  <w:num w:numId="29" w16cid:durableId="1432624246">
    <w:abstractNumId w:val="3"/>
  </w:num>
  <w:num w:numId="30" w16cid:durableId="1356469191">
    <w:abstractNumId w:val="2"/>
  </w:num>
  <w:num w:numId="31" w16cid:durableId="1938057558">
    <w:abstractNumId w:val="1"/>
  </w:num>
  <w:num w:numId="32" w16cid:durableId="1447193188">
    <w:abstractNumId w:val="0"/>
  </w:num>
  <w:num w:numId="33" w16cid:durableId="910770728">
    <w:abstractNumId w:val="22"/>
  </w:num>
  <w:num w:numId="34" w16cid:durableId="375741399">
    <w:abstractNumId w:val="31"/>
  </w:num>
  <w:num w:numId="35" w16cid:durableId="1132869206">
    <w:abstractNumId w:val="11"/>
  </w:num>
  <w:num w:numId="36" w16cid:durableId="977338678">
    <w:abstractNumId w:val="27"/>
  </w:num>
  <w:num w:numId="37" w16cid:durableId="1067806544">
    <w:abstractNumId w:val="21"/>
  </w:num>
  <w:num w:numId="38" w16cid:durableId="328216818">
    <w:abstractNumId w:val="14"/>
  </w:num>
  <w:num w:numId="39" w16cid:durableId="293802143">
    <w:abstractNumId w:val="28"/>
  </w:num>
  <w:num w:numId="40" w16cid:durableId="608197130">
    <w:abstractNumId w:val="13"/>
  </w:num>
  <w:num w:numId="41" w16cid:durableId="1944066564">
    <w:abstractNumId w:val="16"/>
  </w:num>
  <w:num w:numId="42" w16cid:durableId="229509491">
    <w:abstractNumId w:val="24"/>
  </w:num>
  <w:num w:numId="43" w16cid:durableId="1222904985">
    <w:abstractNumId w:val="18"/>
  </w:num>
  <w:num w:numId="44" w16cid:durableId="1833836025">
    <w:abstractNumId w:val="25"/>
  </w:num>
  <w:num w:numId="45" w16cid:durableId="1283342835">
    <w:abstractNumId w:val="20"/>
  </w:num>
  <w:num w:numId="46" w16cid:durableId="1937588837">
    <w:abstractNumId w:val="15"/>
  </w:num>
  <w:num w:numId="47" w16cid:durableId="15410939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0">
      <o:colormru v:ext="edit" colors="#7bc143"/>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90A"/>
    <w:rsid w:val="00003A04"/>
    <w:rsid w:val="00011C09"/>
    <w:rsid w:val="00024689"/>
    <w:rsid w:val="0003594E"/>
    <w:rsid w:val="00047418"/>
    <w:rsid w:val="00051DBC"/>
    <w:rsid w:val="0005267E"/>
    <w:rsid w:val="00061406"/>
    <w:rsid w:val="000616A0"/>
    <w:rsid w:val="0006342C"/>
    <w:rsid w:val="0006504B"/>
    <w:rsid w:val="00084306"/>
    <w:rsid w:val="00094036"/>
    <w:rsid w:val="000968AF"/>
    <w:rsid w:val="000A24B6"/>
    <w:rsid w:val="000A4544"/>
    <w:rsid w:val="000B692D"/>
    <w:rsid w:val="000C7A21"/>
    <w:rsid w:val="000F09EB"/>
    <w:rsid w:val="000F61E4"/>
    <w:rsid w:val="00101CE9"/>
    <w:rsid w:val="001151F9"/>
    <w:rsid w:val="00120407"/>
    <w:rsid w:val="00134BF4"/>
    <w:rsid w:val="00134EE5"/>
    <w:rsid w:val="0014279F"/>
    <w:rsid w:val="001506E9"/>
    <w:rsid w:val="00157EC7"/>
    <w:rsid w:val="001661A4"/>
    <w:rsid w:val="00174BB9"/>
    <w:rsid w:val="0017769E"/>
    <w:rsid w:val="001822F1"/>
    <w:rsid w:val="00185AA2"/>
    <w:rsid w:val="001A5739"/>
    <w:rsid w:val="001D02C4"/>
    <w:rsid w:val="001E263E"/>
    <w:rsid w:val="001E35EC"/>
    <w:rsid w:val="001F3298"/>
    <w:rsid w:val="001F4430"/>
    <w:rsid w:val="00221606"/>
    <w:rsid w:val="0022296D"/>
    <w:rsid w:val="00246930"/>
    <w:rsid w:val="00247355"/>
    <w:rsid w:val="0025358F"/>
    <w:rsid w:val="002734CE"/>
    <w:rsid w:val="00273DEB"/>
    <w:rsid w:val="00291BE1"/>
    <w:rsid w:val="002966B8"/>
    <w:rsid w:val="00297625"/>
    <w:rsid w:val="002A59FA"/>
    <w:rsid w:val="002A67D1"/>
    <w:rsid w:val="002B3443"/>
    <w:rsid w:val="002B5FD5"/>
    <w:rsid w:val="002B61E2"/>
    <w:rsid w:val="002E7E28"/>
    <w:rsid w:val="00304343"/>
    <w:rsid w:val="00304B52"/>
    <w:rsid w:val="00307470"/>
    <w:rsid w:val="00307BBE"/>
    <w:rsid w:val="00323A4B"/>
    <w:rsid w:val="00330B67"/>
    <w:rsid w:val="0034652B"/>
    <w:rsid w:val="003562FD"/>
    <w:rsid w:val="00361761"/>
    <w:rsid w:val="003752DB"/>
    <w:rsid w:val="003852B7"/>
    <w:rsid w:val="003B1B28"/>
    <w:rsid w:val="003C07F6"/>
    <w:rsid w:val="003D0228"/>
    <w:rsid w:val="003D3F71"/>
    <w:rsid w:val="003D4424"/>
    <w:rsid w:val="003E61B7"/>
    <w:rsid w:val="003F47DD"/>
    <w:rsid w:val="003F72A1"/>
    <w:rsid w:val="00410351"/>
    <w:rsid w:val="0043747E"/>
    <w:rsid w:val="00441DCA"/>
    <w:rsid w:val="0044246B"/>
    <w:rsid w:val="004850D6"/>
    <w:rsid w:val="00494EDA"/>
    <w:rsid w:val="004A252F"/>
    <w:rsid w:val="004A7A26"/>
    <w:rsid w:val="004B08AA"/>
    <w:rsid w:val="004C227B"/>
    <w:rsid w:val="004C6033"/>
    <w:rsid w:val="004D3A6A"/>
    <w:rsid w:val="004E685E"/>
    <w:rsid w:val="004F03AC"/>
    <w:rsid w:val="004F5093"/>
    <w:rsid w:val="0050641D"/>
    <w:rsid w:val="00511813"/>
    <w:rsid w:val="00513097"/>
    <w:rsid w:val="00515FE3"/>
    <w:rsid w:val="0053720D"/>
    <w:rsid w:val="005408F0"/>
    <w:rsid w:val="00540D7F"/>
    <w:rsid w:val="005446F1"/>
    <w:rsid w:val="005454F3"/>
    <w:rsid w:val="00550060"/>
    <w:rsid w:val="00551D49"/>
    <w:rsid w:val="00553276"/>
    <w:rsid w:val="005665FF"/>
    <w:rsid w:val="00566E72"/>
    <w:rsid w:val="00575C2A"/>
    <w:rsid w:val="00576AE3"/>
    <w:rsid w:val="00582C12"/>
    <w:rsid w:val="005864D8"/>
    <w:rsid w:val="005942D9"/>
    <w:rsid w:val="005975DD"/>
    <w:rsid w:val="005A42BF"/>
    <w:rsid w:val="005A5DF2"/>
    <w:rsid w:val="005A673E"/>
    <w:rsid w:val="005C196B"/>
    <w:rsid w:val="005C36FF"/>
    <w:rsid w:val="005E2C2B"/>
    <w:rsid w:val="005E3172"/>
    <w:rsid w:val="005F2085"/>
    <w:rsid w:val="00601D0F"/>
    <w:rsid w:val="00605082"/>
    <w:rsid w:val="00606D76"/>
    <w:rsid w:val="00617D2D"/>
    <w:rsid w:val="00625B26"/>
    <w:rsid w:val="00634DEB"/>
    <w:rsid w:val="0064009D"/>
    <w:rsid w:val="006437CD"/>
    <w:rsid w:val="006443E6"/>
    <w:rsid w:val="00644E48"/>
    <w:rsid w:val="00645FD9"/>
    <w:rsid w:val="00651174"/>
    <w:rsid w:val="00675E1D"/>
    <w:rsid w:val="006C3464"/>
    <w:rsid w:val="006D32C1"/>
    <w:rsid w:val="0070105C"/>
    <w:rsid w:val="00701C35"/>
    <w:rsid w:val="00704E8D"/>
    <w:rsid w:val="007106DE"/>
    <w:rsid w:val="00715EAA"/>
    <w:rsid w:val="00715F30"/>
    <w:rsid w:val="00716D41"/>
    <w:rsid w:val="00717036"/>
    <w:rsid w:val="00734935"/>
    <w:rsid w:val="0075009D"/>
    <w:rsid w:val="00750AF6"/>
    <w:rsid w:val="00751D13"/>
    <w:rsid w:val="00753B6A"/>
    <w:rsid w:val="00756C22"/>
    <w:rsid w:val="00761D7E"/>
    <w:rsid w:val="0076266F"/>
    <w:rsid w:val="00775F0B"/>
    <w:rsid w:val="00777072"/>
    <w:rsid w:val="0078127C"/>
    <w:rsid w:val="00781BD4"/>
    <w:rsid w:val="0078430B"/>
    <w:rsid w:val="00784854"/>
    <w:rsid w:val="007A2151"/>
    <w:rsid w:val="007A43C8"/>
    <w:rsid w:val="007A7DA7"/>
    <w:rsid w:val="007C3C75"/>
    <w:rsid w:val="007E678A"/>
    <w:rsid w:val="007F3FF1"/>
    <w:rsid w:val="007F58AC"/>
    <w:rsid w:val="00810FCD"/>
    <w:rsid w:val="008209F3"/>
    <w:rsid w:val="00837206"/>
    <w:rsid w:val="00842142"/>
    <w:rsid w:val="00842BC6"/>
    <w:rsid w:val="008450A2"/>
    <w:rsid w:val="00856CF4"/>
    <w:rsid w:val="0086122A"/>
    <w:rsid w:val="00866368"/>
    <w:rsid w:val="0088084A"/>
    <w:rsid w:val="008919B2"/>
    <w:rsid w:val="00895B55"/>
    <w:rsid w:val="008A133F"/>
    <w:rsid w:val="008B245B"/>
    <w:rsid w:val="008D1A19"/>
    <w:rsid w:val="008E1AD2"/>
    <w:rsid w:val="008E3177"/>
    <w:rsid w:val="008E3E4E"/>
    <w:rsid w:val="008F0F41"/>
    <w:rsid w:val="009033CB"/>
    <w:rsid w:val="00906C30"/>
    <w:rsid w:val="00924FF5"/>
    <w:rsid w:val="00956DF0"/>
    <w:rsid w:val="009622E3"/>
    <w:rsid w:val="00962370"/>
    <w:rsid w:val="009672B0"/>
    <w:rsid w:val="009A1FD3"/>
    <w:rsid w:val="009A5C95"/>
    <w:rsid w:val="009C135C"/>
    <w:rsid w:val="009D24C7"/>
    <w:rsid w:val="009E199A"/>
    <w:rsid w:val="009E579E"/>
    <w:rsid w:val="00A05E91"/>
    <w:rsid w:val="00A16489"/>
    <w:rsid w:val="00A21BA2"/>
    <w:rsid w:val="00A318A5"/>
    <w:rsid w:val="00A3408C"/>
    <w:rsid w:val="00A4610E"/>
    <w:rsid w:val="00A54422"/>
    <w:rsid w:val="00A5642F"/>
    <w:rsid w:val="00A777AF"/>
    <w:rsid w:val="00A8387C"/>
    <w:rsid w:val="00AA1995"/>
    <w:rsid w:val="00AA6B5F"/>
    <w:rsid w:val="00AC39AD"/>
    <w:rsid w:val="00AD01EE"/>
    <w:rsid w:val="00AE12A5"/>
    <w:rsid w:val="00AE7F8A"/>
    <w:rsid w:val="00AF4F35"/>
    <w:rsid w:val="00B001B6"/>
    <w:rsid w:val="00B0776F"/>
    <w:rsid w:val="00B12196"/>
    <w:rsid w:val="00B14113"/>
    <w:rsid w:val="00B30191"/>
    <w:rsid w:val="00B36F25"/>
    <w:rsid w:val="00B420CB"/>
    <w:rsid w:val="00B43F0D"/>
    <w:rsid w:val="00B53319"/>
    <w:rsid w:val="00B64591"/>
    <w:rsid w:val="00B709AF"/>
    <w:rsid w:val="00B766F0"/>
    <w:rsid w:val="00B8204A"/>
    <w:rsid w:val="00B82BC6"/>
    <w:rsid w:val="00B83C65"/>
    <w:rsid w:val="00B8420B"/>
    <w:rsid w:val="00BA1678"/>
    <w:rsid w:val="00BA2358"/>
    <w:rsid w:val="00BA2A27"/>
    <w:rsid w:val="00BD1658"/>
    <w:rsid w:val="00BD4203"/>
    <w:rsid w:val="00C03885"/>
    <w:rsid w:val="00C16A52"/>
    <w:rsid w:val="00C22914"/>
    <w:rsid w:val="00C375E0"/>
    <w:rsid w:val="00C41396"/>
    <w:rsid w:val="00C43BC9"/>
    <w:rsid w:val="00C45A56"/>
    <w:rsid w:val="00C50618"/>
    <w:rsid w:val="00C63BF7"/>
    <w:rsid w:val="00C73F6E"/>
    <w:rsid w:val="00C77A3A"/>
    <w:rsid w:val="00C91DC5"/>
    <w:rsid w:val="00C972A1"/>
    <w:rsid w:val="00CA01C8"/>
    <w:rsid w:val="00CB24F8"/>
    <w:rsid w:val="00CB5A11"/>
    <w:rsid w:val="00CC3CDE"/>
    <w:rsid w:val="00CE370D"/>
    <w:rsid w:val="00CE4F0F"/>
    <w:rsid w:val="00CF407E"/>
    <w:rsid w:val="00D22071"/>
    <w:rsid w:val="00D36558"/>
    <w:rsid w:val="00D36A17"/>
    <w:rsid w:val="00D4462C"/>
    <w:rsid w:val="00D447B7"/>
    <w:rsid w:val="00D511C8"/>
    <w:rsid w:val="00D538B8"/>
    <w:rsid w:val="00D609D6"/>
    <w:rsid w:val="00D61141"/>
    <w:rsid w:val="00D71E54"/>
    <w:rsid w:val="00D82513"/>
    <w:rsid w:val="00D916E6"/>
    <w:rsid w:val="00D91EFD"/>
    <w:rsid w:val="00D945F5"/>
    <w:rsid w:val="00DA464A"/>
    <w:rsid w:val="00DA6131"/>
    <w:rsid w:val="00DC35D4"/>
    <w:rsid w:val="00DE5812"/>
    <w:rsid w:val="00DF790A"/>
    <w:rsid w:val="00E03695"/>
    <w:rsid w:val="00E2463F"/>
    <w:rsid w:val="00E24B5E"/>
    <w:rsid w:val="00E32DF7"/>
    <w:rsid w:val="00E33658"/>
    <w:rsid w:val="00E40C85"/>
    <w:rsid w:val="00E47019"/>
    <w:rsid w:val="00E63C1E"/>
    <w:rsid w:val="00E6622F"/>
    <w:rsid w:val="00E95061"/>
    <w:rsid w:val="00EA3C65"/>
    <w:rsid w:val="00EC0398"/>
    <w:rsid w:val="00EC121F"/>
    <w:rsid w:val="00EC4254"/>
    <w:rsid w:val="00EC7361"/>
    <w:rsid w:val="00EC7CA8"/>
    <w:rsid w:val="00EE46CF"/>
    <w:rsid w:val="00F1060F"/>
    <w:rsid w:val="00F20741"/>
    <w:rsid w:val="00F24425"/>
    <w:rsid w:val="00F26DDA"/>
    <w:rsid w:val="00F3154D"/>
    <w:rsid w:val="00F56510"/>
    <w:rsid w:val="00F610D2"/>
    <w:rsid w:val="00F658E5"/>
    <w:rsid w:val="00F66F7E"/>
    <w:rsid w:val="00F73910"/>
    <w:rsid w:val="00F86A0D"/>
    <w:rsid w:val="00F94365"/>
    <w:rsid w:val="00FA171F"/>
    <w:rsid w:val="00FB26FD"/>
    <w:rsid w:val="00FB7712"/>
    <w:rsid w:val="00FC67E6"/>
    <w:rsid w:val="00FD0BEA"/>
    <w:rsid w:val="00FD3F63"/>
    <w:rsid w:val="00FD5730"/>
    <w:rsid w:val="00FE6AE3"/>
    <w:rsid w:val="00FF00CC"/>
    <w:rsid w:val="00FF220F"/>
    <w:rsid w:val="00FF6261"/>
    <w:rsid w:val="572B0E5B"/>
    <w:rsid w:val="5DAFAE81"/>
  </w:rsids>
  <m:mathPr>
    <m:mathFont m:val="Cambria Math"/>
    <m:brkBin m:val="before"/>
    <m:brkBinSub m:val="--"/>
    <m:smallFrac m:val="0"/>
    <m:dispDef/>
    <m:lMargin m:val="0"/>
    <m:rMargin m:val="0"/>
    <m:defJc m:val="centerGroup"/>
    <m:wrapIndent m:val="1440"/>
    <m:intLim m:val="subSup"/>
    <m:naryLim m:val="undOvr"/>
  </m:mathPr>
  <w:themeFontLang w:val="fi-FI"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bc143"/>
    </o:shapedefaults>
    <o:shapelayout v:ext="edit">
      <o:idmap v:ext="edit" data="2"/>
    </o:shapelayout>
  </w:shapeDefaults>
  <w:decimalSymbol w:val=","/>
  <w:listSeparator w:val=";"/>
  <w14:docId w14:val="3A5170E6"/>
  <w15:docId w15:val="{4CB5B2D8-738D-4A43-AC95-D1951501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AE3"/>
    <w:pPr>
      <w:spacing w:line="280" w:lineRule="atLeast"/>
    </w:pPr>
    <w:rPr>
      <w:rFonts w:asciiTheme="minorHAnsi" w:hAnsiTheme="minorHAnsi"/>
      <w:szCs w:val="24"/>
      <w:lang w:val="en-GB" w:eastAsia="zh-CN"/>
    </w:rPr>
  </w:style>
  <w:style w:type="paragraph" w:styleId="Heading1">
    <w:name w:val="heading 1"/>
    <w:basedOn w:val="Normal"/>
    <w:next w:val="Paragraph"/>
    <w:qFormat/>
    <w:rsid w:val="001822F1"/>
    <w:pPr>
      <w:keepNext/>
      <w:numPr>
        <w:numId w:val="43"/>
      </w:numPr>
      <w:spacing w:after="140"/>
      <w:outlineLvl w:val="0"/>
    </w:pPr>
    <w:rPr>
      <w:rFonts w:asciiTheme="majorHAnsi" w:hAnsiTheme="majorHAnsi" w:cs="Arial"/>
      <w:b/>
      <w:bCs/>
      <w:caps/>
      <w:kern w:val="32"/>
      <w:sz w:val="22"/>
      <w:szCs w:val="32"/>
    </w:rPr>
  </w:style>
  <w:style w:type="paragraph" w:styleId="Heading2">
    <w:name w:val="heading 2"/>
    <w:basedOn w:val="Normal"/>
    <w:next w:val="Paragraph"/>
    <w:link w:val="Heading2Char"/>
    <w:qFormat/>
    <w:rsid w:val="001822F1"/>
    <w:pPr>
      <w:keepNext/>
      <w:numPr>
        <w:ilvl w:val="1"/>
        <w:numId w:val="43"/>
      </w:numPr>
      <w:spacing w:after="140"/>
      <w:ind w:left="567"/>
      <w:outlineLvl w:val="1"/>
    </w:pPr>
    <w:rPr>
      <w:rFonts w:cs="Arial"/>
      <w:b/>
      <w:bCs/>
      <w:iCs/>
      <w:szCs w:val="28"/>
    </w:rPr>
  </w:style>
  <w:style w:type="paragraph" w:styleId="Heading3">
    <w:name w:val="heading 3"/>
    <w:basedOn w:val="Normal"/>
    <w:next w:val="Paragraph"/>
    <w:qFormat/>
    <w:rsid w:val="001822F1"/>
    <w:pPr>
      <w:keepNext/>
      <w:numPr>
        <w:ilvl w:val="2"/>
        <w:numId w:val="43"/>
      </w:numPr>
      <w:spacing w:after="140"/>
      <w:outlineLvl w:val="2"/>
    </w:pPr>
    <w:rPr>
      <w:rFonts w:cs="Arial"/>
      <w:b/>
      <w:bCs/>
      <w:szCs w:val="26"/>
    </w:rPr>
  </w:style>
  <w:style w:type="paragraph" w:styleId="Heading4">
    <w:name w:val="heading 4"/>
    <w:basedOn w:val="Normal"/>
    <w:next w:val="Normal"/>
    <w:link w:val="Heading4Char"/>
    <w:unhideWhenUsed/>
    <w:rsid w:val="001F3298"/>
    <w:pPr>
      <w:keepNext/>
      <w:keepLines/>
      <w:numPr>
        <w:ilvl w:val="3"/>
        <w:numId w:val="43"/>
      </w:numPr>
      <w:spacing w:after="140"/>
      <w:outlineLvl w:val="3"/>
    </w:pPr>
    <w:rPr>
      <w:rFonts w:asciiTheme="majorHAnsi" w:eastAsiaTheme="majorEastAsia" w:hAnsiTheme="majorHAnsi" w:cstheme="majorBidi"/>
      <w:bCs/>
      <w:iCs/>
    </w:rPr>
  </w:style>
  <w:style w:type="paragraph" w:styleId="Heading5">
    <w:name w:val="heading 5"/>
    <w:basedOn w:val="Normal"/>
    <w:next w:val="Normal"/>
    <w:link w:val="Heading5Char"/>
    <w:unhideWhenUsed/>
    <w:rsid w:val="001F3298"/>
    <w:pPr>
      <w:keepNext/>
      <w:keepLines/>
      <w:numPr>
        <w:ilvl w:val="4"/>
        <w:numId w:val="43"/>
      </w:numPr>
      <w:spacing w:after="140"/>
      <w:outlineLvl w:val="4"/>
    </w:pPr>
    <w:rPr>
      <w:rFonts w:asciiTheme="majorHAnsi" w:eastAsiaTheme="majorEastAsia" w:hAnsiTheme="majorHAnsi" w:cstheme="majorBidi"/>
    </w:rPr>
  </w:style>
  <w:style w:type="paragraph" w:styleId="Heading6">
    <w:name w:val="heading 6"/>
    <w:basedOn w:val="Normal"/>
    <w:next w:val="Normal"/>
    <w:link w:val="Heading6Char"/>
    <w:unhideWhenUsed/>
    <w:rsid w:val="001F3298"/>
    <w:pPr>
      <w:keepNext/>
      <w:keepLines/>
      <w:numPr>
        <w:ilvl w:val="5"/>
        <w:numId w:val="43"/>
      </w:numPr>
      <w:spacing w:after="140"/>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rsid w:val="001F3298"/>
    <w:pPr>
      <w:keepNext/>
      <w:keepLines/>
      <w:numPr>
        <w:ilvl w:val="6"/>
        <w:numId w:val="43"/>
      </w:numPr>
      <w:spacing w:after="140"/>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rsid w:val="001F3298"/>
    <w:pPr>
      <w:keepNext/>
      <w:keepLines/>
      <w:numPr>
        <w:ilvl w:val="7"/>
        <w:numId w:val="43"/>
      </w:numPr>
      <w:spacing w:after="140"/>
      <w:outlineLvl w:val="7"/>
    </w:pPr>
    <w:rPr>
      <w:rFonts w:asciiTheme="majorHAnsi" w:eastAsiaTheme="majorEastAsia" w:hAnsiTheme="majorHAnsi" w:cstheme="majorBidi"/>
      <w:szCs w:val="20"/>
    </w:rPr>
  </w:style>
  <w:style w:type="paragraph" w:styleId="Heading9">
    <w:name w:val="heading 9"/>
    <w:basedOn w:val="Normal"/>
    <w:next w:val="Normal"/>
    <w:link w:val="Heading9Char"/>
    <w:semiHidden/>
    <w:unhideWhenUsed/>
    <w:qFormat/>
    <w:rsid w:val="006C3464"/>
    <w:pPr>
      <w:keepNext/>
      <w:keepLines/>
      <w:numPr>
        <w:ilvl w:val="8"/>
        <w:numId w:val="43"/>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822F1"/>
    <w:rPr>
      <w:rFonts w:asciiTheme="minorHAnsi" w:hAnsiTheme="minorHAnsi" w:cs="Arial"/>
      <w:b/>
      <w:bCs/>
      <w:iCs/>
      <w:noProof/>
      <w:szCs w:val="28"/>
      <w:lang w:val="en-GB" w:eastAsia="zh-CN"/>
    </w:rPr>
  </w:style>
  <w:style w:type="paragraph" w:styleId="Footer">
    <w:name w:val="footer"/>
    <w:basedOn w:val="Normal"/>
    <w:link w:val="FooterChar"/>
    <w:qFormat/>
    <w:rsid w:val="005C36FF"/>
    <w:pPr>
      <w:spacing w:line="180" w:lineRule="atLeast"/>
      <w:jc w:val="both"/>
    </w:pPr>
    <w:rPr>
      <w:w w:val="101"/>
      <w:sz w:val="14"/>
    </w:rPr>
  </w:style>
  <w:style w:type="paragraph" w:customStyle="1" w:styleId="Paragraph">
    <w:name w:val="Paragraph"/>
    <w:basedOn w:val="Normal"/>
    <w:qFormat/>
    <w:rsid w:val="002A67D1"/>
    <w:pPr>
      <w:spacing w:after="280"/>
      <w:ind w:left="1304"/>
      <w:contextualSpacing/>
    </w:pPr>
    <w:rPr>
      <w:rFonts w:eastAsia="Times New Roman"/>
      <w:lang w:eastAsia="en-US"/>
    </w:rPr>
  </w:style>
  <w:style w:type="paragraph" w:customStyle="1" w:styleId="Bulletedparagraph">
    <w:name w:val="Bulleted (paragraph)"/>
    <w:basedOn w:val="Normal"/>
    <w:qFormat/>
    <w:rsid w:val="005C36FF"/>
    <w:pPr>
      <w:numPr>
        <w:numId w:val="33"/>
      </w:numPr>
      <w:ind w:left="1588" w:hanging="284"/>
    </w:pPr>
  </w:style>
  <w:style w:type="numbering" w:customStyle="1" w:styleId="Numbering">
    <w:name w:val="Numbering"/>
    <w:basedOn w:val="NoList"/>
    <w:rsid w:val="00EC0398"/>
    <w:pPr>
      <w:numPr>
        <w:numId w:val="36"/>
      </w:numPr>
    </w:pPr>
  </w:style>
  <w:style w:type="table" w:styleId="TableGrid">
    <w:name w:val="Table Grid"/>
    <w:basedOn w:val="TableNormal"/>
    <w:rsid w:val="00D538B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C07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C07F6"/>
    <w:rPr>
      <w:rFonts w:ascii="Tahoma" w:hAnsi="Tahoma" w:cs="Tahoma"/>
      <w:noProof/>
      <w:sz w:val="16"/>
      <w:szCs w:val="16"/>
      <w:lang w:eastAsia="zh-CN"/>
    </w:rPr>
  </w:style>
  <w:style w:type="paragraph" w:styleId="Header">
    <w:name w:val="header"/>
    <w:basedOn w:val="Normal"/>
    <w:link w:val="HeaderChar"/>
    <w:qFormat/>
    <w:rsid w:val="00EC4254"/>
    <w:pPr>
      <w:spacing w:line="240" w:lineRule="atLeast"/>
      <w:ind w:left="5216"/>
    </w:pPr>
    <w:rPr>
      <w:sz w:val="18"/>
    </w:rPr>
  </w:style>
  <w:style w:type="character" w:customStyle="1" w:styleId="HeaderChar">
    <w:name w:val="Header Char"/>
    <w:basedOn w:val="DefaultParagraphFont"/>
    <w:link w:val="Header"/>
    <w:rsid w:val="00EC4254"/>
    <w:rPr>
      <w:rFonts w:asciiTheme="minorHAnsi" w:hAnsiTheme="minorHAnsi"/>
      <w:noProof/>
      <w:sz w:val="18"/>
      <w:szCs w:val="24"/>
      <w:lang w:val="en-GB" w:eastAsia="zh-CN"/>
    </w:rPr>
  </w:style>
  <w:style w:type="character" w:styleId="PlaceholderText">
    <w:name w:val="Placeholder Text"/>
    <w:basedOn w:val="DefaultParagraphFont"/>
    <w:uiPriority w:val="99"/>
    <w:semiHidden/>
    <w:rsid w:val="003752DB"/>
    <w:rPr>
      <w:color w:val="808080"/>
    </w:rPr>
  </w:style>
  <w:style w:type="paragraph" w:customStyle="1" w:styleId="FooterHighlight">
    <w:name w:val="Footer Highlight"/>
    <w:basedOn w:val="Footer"/>
    <w:qFormat/>
    <w:rsid w:val="005C36FF"/>
    <w:pPr>
      <w:jc w:val="left"/>
    </w:pPr>
    <w:rPr>
      <w:b/>
      <w:position w:val="4"/>
      <w:lang w:val="en-US"/>
    </w:rPr>
  </w:style>
  <w:style w:type="character" w:customStyle="1" w:styleId="Highlight">
    <w:name w:val="Highlight"/>
    <w:basedOn w:val="DefaultParagraphFont"/>
    <w:uiPriority w:val="1"/>
    <w:qFormat/>
    <w:rsid w:val="0044246B"/>
    <w:rPr>
      <w:rFonts w:asciiTheme="majorHAnsi" w:hAnsiTheme="majorHAnsi"/>
      <w:b/>
      <w:color w:val="auto"/>
      <w:lang w:val="en-US"/>
    </w:rPr>
  </w:style>
  <w:style w:type="paragraph" w:customStyle="1" w:styleId="Blank">
    <w:name w:val="Blank"/>
    <w:basedOn w:val="Footer"/>
    <w:semiHidden/>
    <w:rsid w:val="00B14113"/>
    <w:pPr>
      <w:spacing w:line="240" w:lineRule="auto"/>
      <w:jc w:val="left"/>
    </w:pPr>
    <w:rPr>
      <w:sz w:val="2"/>
    </w:rPr>
  </w:style>
  <w:style w:type="character" w:styleId="Hyperlink">
    <w:name w:val="Hyperlink"/>
    <w:basedOn w:val="DefaultParagraphFont"/>
    <w:rsid w:val="005C36FF"/>
    <w:rPr>
      <w:color w:val="00A9E0" w:themeColor="accent1"/>
      <w:u w:val="single"/>
    </w:rPr>
  </w:style>
  <w:style w:type="character" w:customStyle="1" w:styleId="Heading4Char">
    <w:name w:val="Heading 4 Char"/>
    <w:basedOn w:val="DefaultParagraphFont"/>
    <w:link w:val="Heading4"/>
    <w:rsid w:val="001F3298"/>
    <w:rPr>
      <w:rFonts w:asciiTheme="majorHAnsi" w:eastAsiaTheme="majorEastAsia" w:hAnsiTheme="majorHAnsi" w:cstheme="majorBidi"/>
      <w:bCs/>
      <w:iCs/>
      <w:noProof/>
      <w:szCs w:val="24"/>
      <w:lang w:val="en-GB" w:eastAsia="zh-CN"/>
    </w:rPr>
  </w:style>
  <w:style w:type="character" w:customStyle="1" w:styleId="Heading5Char">
    <w:name w:val="Heading 5 Char"/>
    <w:basedOn w:val="DefaultParagraphFont"/>
    <w:link w:val="Heading5"/>
    <w:rsid w:val="001F3298"/>
    <w:rPr>
      <w:rFonts w:asciiTheme="majorHAnsi" w:eastAsiaTheme="majorEastAsia" w:hAnsiTheme="majorHAnsi" w:cstheme="majorBidi"/>
      <w:noProof/>
      <w:szCs w:val="24"/>
      <w:lang w:val="en-GB" w:eastAsia="zh-CN"/>
    </w:rPr>
  </w:style>
  <w:style w:type="character" w:customStyle="1" w:styleId="Heading6Char">
    <w:name w:val="Heading 6 Char"/>
    <w:basedOn w:val="DefaultParagraphFont"/>
    <w:link w:val="Heading6"/>
    <w:rsid w:val="001F3298"/>
    <w:rPr>
      <w:rFonts w:asciiTheme="majorHAnsi" w:eastAsiaTheme="majorEastAsia" w:hAnsiTheme="majorHAnsi" w:cstheme="majorBidi"/>
      <w:iCs/>
      <w:noProof/>
      <w:szCs w:val="24"/>
      <w:lang w:val="en-GB" w:eastAsia="zh-CN"/>
    </w:rPr>
  </w:style>
  <w:style w:type="character" w:customStyle="1" w:styleId="Heading7Char">
    <w:name w:val="Heading 7 Char"/>
    <w:basedOn w:val="DefaultParagraphFont"/>
    <w:link w:val="Heading7"/>
    <w:rsid w:val="001F3298"/>
    <w:rPr>
      <w:rFonts w:asciiTheme="majorHAnsi" w:eastAsiaTheme="majorEastAsia" w:hAnsiTheme="majorHAnsi" w:cstheme="majorBidi"/>
      <w:iCs/>
      <w:noProof/>
      <w:szCs w:val="24"/>
      <w:lang w:val="en-GB" w:eastAsia="zh-CN"/>
    </w:rPr>
  </w:style>
  <w:style w:type="character" w:customStyle="1" w:styleId="Heading8Char">
    <w:name w:val="Heading 8 Char"/>
    <w:basedOn w:val="DefaultParagraphFont"/>
    <w:link w:val="Heading8"/>
    <w:rsid w:val="001F3298"/>
    <w:rPr>
      <w:rFonts w:asciiTheme="majorHAnsi" w:eastAsiaTheme="majorEastAsia" w:hAnsiTheme="majorHAnsi" w:cstheme="majorBidi"/>
      <w:noProof/>
      <w:lang w:val="en-GB" w:eastAsia="zh-CN"/>
    </w:rPr>
  </w:style>
  <w:style w:type="character" w:customStyle="1" w:styleId="Heading9Char">
    <w:name w:val="Heading 9 Char"/>
    <w:basedOn w:val="DefaultParagraphFont"/>
    <w:link w:val="Heading9"/>
    <w:semiHidden/>
    <w:rsid w:val="006C3464"/>
    <w:rPr>
      <w:rFonts w:asciiTheme="majorHAnsi" w:eastAsiaTheme="majorEastAsia" w:hAnsiTheme="majorHAnsi" w:cstheme="majorBidi"/>
      <w:i/>
      <w:iCs/>
      <w:noProof/>
      <w:color w:val="404040" w:themeColor="text1" w:themeTint="BF"/>
      <w:lang w:val="en-GB" w:eastAsia="zh-CN"/>
    </w:rPr>
  </w:style>
  <w:style w:type="paragraph" w:styleId="TOC1">
    <w:name w:val="toc 1"/>
    <w:basedOn w:val="Normal"/>
    <w:next w:val="Normal"/>
    <w:autoRedefine/>
    <w:uiPriority w:val="39"/>
    <w:rsid w:val="00784854"/>
    <w:pPr>
      <w:tabs>
        <w:tab w:val="left" w:pos="567"/>
        <w:tab w:val="right" w:leader="dot" w:pos="9627"/>
      </w:tabs>
      <w:spacing w:after="120"/>
    </w:pPr>
    <w:rPr>
      <w:b/>
      <w:caps/>
    </w:rPr>
  </w:style>
  <w:style w:type="paragraph" w:styleId="TOC2">
    <w:name w:val="toc 2"/>
    <w:basedOn w:val="Normal"/>
    <w:next w:val="Normal"/>
    <w:autoRedefine/>
    <w:uiPriority w:val="39"/>
    <w:rsid w:val="00F1060F"/>
    <w:pPr>
      <w:tabs>
        <w:tab w:val="left" w:pos="567"/>
        <w:tab w:val="right" w:leader="dot" w:pos="9628"/>
      </w:tabs>
      <w:spacing w:after="120"/>
    </w:pPr>
  </w:style>
  <w:style w:type="paragraph" w:styleId="TOC3">
    <w:name w:val="toc 3"/>
    <w:basedOn w:val="Normal"/>
    <w:next w:val="Normal"/>
    <w:autoRedefine/>
    <w:uiPriority w:val="39"/>
    <w:rsid w:val="00FD3F63"/>
    <w:pPr>
      <w:tabs>
        <w:tab w:val="left" w:pos="567"/>
        <w:tab w:val="right" w:leader="dot" w:pos="9627"/>
      </w:tabs>
      <w:spacing w:after="120"/>
    </w:pPr>
  </w:style>
  <w:style w:type="paragraph" w:styleId="Title">
    <w:name w:val="Title"/>
    <w:basedOn w:val="Normal"/>
    <w:next w:val="Normal"/>
    <w:link w:val="TitleChar"/>
    <w:qFormat/>
    <w:rsid w:val="002B5FD5"/>
    <w:pPr>
      <w:spacing w:line="800" w:lineRule="atLeast"/>
      <w:contextualSpacing/>
      <w:jc w:val="center"/>
    </w:pPr>
    <w:rPr>
      <w:rFonts w:asciiTheme="majorHAnsi" w:eastAsiaTheme="majorEastAsia" w:hAnsiTheme="majorHAnsi" w:cstheme="majorBidi"/>
      <w:b/>
      <w:spacing w:val="-10"/>
      <w:kern w:val="28"/>
      <w:sz w:val="80"/>
      <w:szCs w:val="52"/>
    </w:rPr>
  </w:style>
  <w:style w:type="paragraph" w:styleId="TOC4">
    <w:name w:val="toc 4"/>
    <w:basedOn w:val="Normal"/>
    <w:next w:val="Normal"/>
    <w:autoRedefine/>
    <w:rsid w:val="00A3408C"/>
    <w:pPr>
      <w:spacing w:after="120"/>
    </w:pPr>
  </w:style>
  <w:style w:type="paragraph" w:styleId="TOC5">
    <w:name w:val="toc 5"/>
    <w:basedOn w:val="Normal"/>
    <w:next w:val="Normal"/>
    <w:autoRedefine/>
    <w:rsid w:val="00A3408C"/>
    <w:pPr>
      <w:spacing w:after="120"/>
    </w:pPr>
  </w:style>
  <w:style w:type="paragraph" w:styleId="TOC6">
    <w:name w:val="toc 6"/>
    <w:basedOn w:val="Normal"/>
    <w:next w:val="Normal"/>
    <w:autoRedefine/>
    <w:rsid w:val="00A3408C"/>
    <w:pPr>
      <w:spacing w:after="120"/>
    </w:pPr>
  </w:style>
  <w:style w:type="paragraph" w:styleId="TOC7">
    <w:name w:val="toc 7"/>
    <w:basedOn w:val="Normal"/>
    <w:next w:val="Normal"/>
    <w:autoRedefine/>
    <w:rsid w:val="00A3408C"/>
    <w:pPr>
      <w:spacing w:after="120"/>
    </w:pPr>
  </w:style>
  <w:style w:type="paragraph" w:styleId="TOC8">
    <w:name w:val="toc 8"/>
    <w:basedOn w:val="Normal"/>
    <w:next w:val="Normal"/>
    <w:autoRedefine/>
    <w:rsid w:val="00A3408C"/>
    <w:pPr>
      <w:spacing w:after="120"/>
    </w:pPr>
  </w:style>
  <w:style w:type="paragraph" w:styleId="TOC9">
    <w:name w:val="toc 9"/>
    <w:basedOn w:val="Normal"/>
    <w:next w:val="Normal"/>
    <w:autoRedefine/>
    <w:rsid w:val="00A3408C"/>
    <w:pPr>
      <w:spacing w:after="120"/>
    </w:pPr>
  </w:style>
  <w:style w:type="character" w:customStyle="1" w:styleId="TitleChar">
    <w:name w:val="Title Char"/>
    <w:basedOn w:val="DefaultParagraphFont"/>
    <w:link w:val="Title"/>
    <w:rsid w:val="002B5FD5"/>
    <w:rPr>
      <w:rFonts w:asciiTheme="majorHAnsi" w:eastAsiaTheme="majorEastAsia" w:hAnsiTheme="majorHAnsi" w:cstheme="majorBidi"/>
      <w:b/>
      <w:noProof/>
      <w:spacing w:val="-10"/>
      <w:kern w:val="28"/>
      <w:sz w:val="80"/>
      <w:szCs w:val="52"/>
      <w:lang w:val="en-GB" w:eastAsia="zh-CN"/>
    </w:rPr>
  </w:style>
  <w:style w:type="paragraph" w:styleId="Subtitle">
    <w:name w:val="Subtitle"/>
    <w:basedOn w:val="Normal"/>
    <w:next w:val="Normal"/>
    <w:link w:val="SubtitleChar"/>
    <w:qFormat/>
    <w:rsid w:val="00AA1995"/>
    <w:pPr>
      <w:numPr>
        <w:ilvl w:val="1"/>
      </w:numPr>
      <w:jc w:val="center"/>
    </w:pPr>
    <w:rPr>
      <w:rFonts w:asciiTheme="majorHAnsi" w:eastAsiaTheme="majorEastAsia" w:hAnsiTheme="majorHAnsi" w:cstheme="majorBidi"/>
      <w:iCs/>
      <w:spacing w:val="10"/>
      <w:sz w:val="24"/>
    </w:rPr>
  </w:style>
  <w:style w:type="character" w:customStyle="1" w:styleId="SubtitleChar">
    <w:name w:val="Subtitle Char"/>
    <w:basedOn w:val="DefaultParagraphFont"/>
    <w:link w:val="Subtitle"/>
    <w:rsid w:val="00AA1995"/>
    <w:rPr>
      <w:rFonts w:asciiTheme="majorHAnsi" w:eastAsiaTheme="majorEastAsia" w:hAnsiTheme="majorHAnsi" w:cstheme="majorBidi"/>
      <w:iCs/>
      <w:noProof/>
      <w:spacing w:val="10"/>
      <w:sz w:val="24"/>
      <w:szCs w:val="24"/>
      <w:lang w:val="en-GB" w:eastAsia="zh-CN"/>
    </w:rPr>
  </w:style>
  <w:style w:type="paragraph" w:styleId="TOCHeading">
    <w:name w:val="TOC Heading"/>
    <w:basedOn w:val="Heading1"/>
    <w:next w:val="Normal"/>
    <w:uiPriority w:val="39"/>
    <w:semiHidden/>
    <w:unhideWhenUsed/>
    <w:qFormat/>
    <w:rsid w:val="009C135C"/>
    <w:pPr>
      <w:keepLines/>
      <w:numPr>
        <w:numId w:val="0"/>
      </w:numPr>
      <w:outlineLvl w:val="9"/>
    </w:pPr>
    <w:rPr>
      <w:rFonts w:eastAsiaTheme="majorEastAsia" w:cstheme="majorBidi"/>
      <w:caps w:val="0"/>
      <w:kern w:val="0"/>
      <w:szCs w:val="28"/>
    </w:rPr>
  </w:style>
  <w:style w:type="paragraph" w:styleId="TOAHeading">
    <w:name w:val="toa heading"/>
    <w:basedOn w:val="Normal"/>
    <w:next w:val="Normal"/>
    <w:rsid w:val="001822F1"/>
    <w:pPr>
      <w:spacing w:after="260"/>
    </w:pPr>
    <w:rPr>
      <w:rFonts w:asciiTheme="majorHAnsi" w:eastAsiaTheme="majorEastAsia" w:hAnsiTheme="majorHAnsi" w:cstheme="majorBidi"/>
      <w:b/>
      <w:bCs/>
    </w:rPr>
  </w:style>
  <w:style w:type="paragraph" w:customStyle="1" w:styleId="Heading1nonumbering">
    <w:name w:val="Heading 1 (no numbering)"/>
    <w:basedOn w:val="Heading1"/>
    <w:next w:val="Paragraph"/>
    <w:qFormat/>
    <w:rsid w:val="001F3298"/>
    <w:pPr>
      <w:numPr>
        <w:numId w:val="0"/>
      </w:numPr>
    </w:pPr>
  </w:style>
  <w:style w:type="paragraph" w:customStyle="1" w:styleId="Heading2nonumbering">
    <w:name w:val="Heading 2 (no numbering)"/>
    <w:basedOn w:val="Heading2"/>
    <w:next w:val="Paragraph"/>
    <w:qFormat/>
    <w:rsid w:val="001F3298"/>
    <w:pPr>
      <w:numPr>
        <w:ilvl w:val="0"/>
        <w:numId w:val="0"/>
      </w:numPr>
    </w:pPr>
  </w:style>
  <w:style w:type="paragraph" w:customStyle="1" w:styleId="Heading3nonumbering">
    <w:name w:val="Heading 3 (no numbering)"/>
    <w:basedOn w:val="Heading3"/>
    <w:next w:val="Paragraph"/>
    <w:qFormat/>
    <w:rsid w:val="00291BE1"/>
    <w:pPr>
      <w:numPr>
        <w:ilvl w:val="0"/>
        <w:numId w:val="0"/>
      </w:numPr>
    </w:pPr>
  </w:style>
  <w:style w:type="paragraph" w:customStyle="1" w:styleId="FooterTitle">
    <w:name w:val="Footer Title"/>
    <w:basedOn w:val="Header"/>
    <w:semiHidden/>
    <w:rsid w:val="004C227B"/>
    <w:pPr>
      <w:ind w:left="0"/>
    </w:pPr>
  </w:style>
  <w:style w:type="table" w:customStyle="1" w:styleId="Technopolis">
    <w:name w:val="Technopolis"/>
    <w:basedOn w:val="TableNormal"/>
    <w:uiPriority w:val="99"/>
    <w:rsid w:val="008D1A19"/>
    <w:rPr>
      <w:rFonts w:asciiTheme="minorHAnsi" w:hAnsiTheme="minorHAnsi"/>
    </w:rPr>
    <w:tblPr>
      <w:tblStyleRowBandSize w:val="1"/>
      <w:tblBorders>
        <w:insideH w:val="single" w:sz="4" w:space="0" w:color="D9D9D9" w:themeColor="background1" w:themeShade="D9"/>
      </w:tblBorders>
      <w:tblCellMar>
        <w:left w:w="57" w:type="dxa"/>
        <w:right w:w="57" w:type="dxa"/>
      </w:tblCellMar>
    </w:tblPr>
    <w:tcPr>
      <w:shd w:val="clear" w:color="auto" w:fill="auto"/>
    </w:tcPr>
    <w:tblStylePr w:type="firstRow">
      <w:rPr>
        <w:rFonts w:asciiTheme="majorHAnsi" w:hAnsiTheme="majorHAnsi"/>
        <w:b/>
        <w:color w:val="00A9E0" w:themeColor="accent1"/>
      </w:rPr>
      <w:tblPr>
        <w:tblCellMar>
          <w:top w:w="28" w:type="dxa"/>
          <w:left w:w="57" w:type="dxa"/>
          <w:bottom w:w="28" w:type="dxa"/>
          <w:right w:w="57" w:type="dxa"/>
        </w:tblCellMar>
      </w:tblPr>
    </w:tblStylePr>
    <w:tblStylePr w:type="lastRow">
      <w:rPr>
        <w:rFonts w:asciiTheme="majorHAnsi" w:hAnsiTheme="majorHAnsi"/>
        <w:b/>
      </w:rPr>
    </w:tblStylePr>
    <w:tblStylePr w:type="band1Horz">
      <w:tblPr/>
      <w:tcPr>
        <w:shd w:val="clear" w:color="auto" w:fill="F7F6F0" w:themeFill="background2"/>
      </w:tcPr>
    </w:tblStylePr>
  </w:style>
  <w:style w:type="character" w:customStyle="1" w:styleId="FooterChar">
    <w:name w:val="Footer Char"/>
    <w:basedOn w:val="DefaultParagraphFont"/>
    <w:link w:val="Footer"/>
    <w:rsid w:val="008D1A19"/>
    <w:rPr>
      <w:rFonts w:asciiTheme="minorHAnsi" w:hAnsiTheme="minorHAnsi"/>
      <w:noProof/>
      <w:w w:val="101"/>
      <w:sz w:val="14"/>
      <w:szCs w:val="24"/>
      <w:lang w:val="en-GB" w:eastAsia="zh-CN"/>
    </w:rPr>
  </w:style>
  <w:style w:type="paragraph" w:styleId="Caption">
    <w:name w:val="caption"/>
    <w:basedOn w:val="Normal"/>
    <w:next w:val="Normal"/>
    <w:semiHidden/>
    <w:unhideWhenUsed/>
    <w:qFormat/>
    <w:rsid w:val="001822F1"/>
    <w:pPr>
      <w:spacing w:after="200" w:line="240" w:lineRule="auto"/>
    </w:pPr>
    <w:rPr>
      <w:b/>
      <w:bCs/>
      <w:sz w:val="18"/>
      <w:szCs w:val="18"/>
    </w:rPr>
  </w:style>
  <w:style w:type="character" w:styleId="FollowedHyperlink">
    <w:name w:val="FollowedHyperlink"/>
    <w:basedOn w:val="DefaultParagraphFont"/>
    <w:rsid w:val="001822F1"/>
    <w:rPr>
      <w:color w:val="00A9E0" w:themeColor="accent1"/>
      <w:u w:val="single"/>
    </w:rPr>
  </w:style>
  <w:style w:type="character" w:styleId="SubtleReference">
    <w:name w:val="Subtle Reference"/>
    <w:basedOn w:val="DefaultParagraphFont"/>
    <w:uiPriority w:val="31"/>
    <w:rsid w:val="001822F1"/>
    <w:rPr>
      <w:smallCaps/>
      <w:color w:val="00A9E0" w:themeColor="accent1"/>
      <w:u w:val="single"/>
    </w:rPr>
  </w:style>
  <w:style w:type="character" w:styleId="IntenseReference">
    <w:name w:val="Intense Reference"/>
    <w:basedOn w:val="DefaultParagraphFont"/>
    <w:uiPriority w:val="32"/>
    <w:rsid w:val="001822F1"/>
    <w:rPr>
      <w:b/>
      <w:bCs/>
      <w:smallCaps/>
      <w:color w:val="00A9E0" w:themeColor="accent1"/>
      <w:spacing w:val="5"/>
      <w:u w:val="single"/>
    </w:rPr>
  </w:style>
  <w:style w:type="character" w:styleId="IntenseEmphasis">
    <w:name w:val="Intense Emphasis"/>
    <w:basedOn w:val="DefaultParagraphFont"/>
    <w:uiPriority w:val="21"/>
    <w:rsid w:val="001822F1"/>
    <w:rPr>
      <w:b/>
      <w:bCs/>
      <w:i/>
      <w:iCs/>
      <w:color w:val="auto"/>
    </w:rPr>
  </w:style>
  <w:style w:type="paragraph" w:styleId="IntenseQuote">
    <w:name w:val="Intense Quote"/>
    <w:basedOn w:val="Normal"/>
    <w:next w:val="Normal"/>
    <w:link w:val="IntenseQuoteChar"/>
    <w:uiPriority w:val="30"/>
    <w:rsid w:val="001822F1"/>
    <w:pPr>
      <w:pBdr>
        <w:bottom w:val="single" w:sz="4" w:space="4" w:color="00A9E0"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822F1"/>
    <w:rPr>
      <w:rFonts w:asciiTheme="minorHAnsi" w:hAnsiTheme="minorHAnsi"/>
      <w:b/>
      <w:bCs/>
      <w:i/>
      <w:iCs/>
      <w:noProof/>
      <w:szCs w:val="24"/>
      <w:lang w:val="en-GB" w:eastAsia="zh-CN"/>
    </w:rPr>
  </w:style>
  <w:style w:type="paragraph" w:customStyle="1" w:styleId="DOCauthor">
    <w:name w:val="DOC author"/>
    <w:basedOn w:val="Normal"/>
    <w:qFormat/>
    <w:rsid w:val="001822F1"/>
    <w:pPr>
      <w:spacing w:before="120"/>
      <w:jc w:val="center"/>
    </w:pPr>
    <w:rPr>
      <w:sz w:val="22"/>
    </w:rPr>
  </w:style>
  <w:style w:type="paragraph" w:customStyle="1" w:styleId="DOCdate">
    <w:name w:val="DOC date"/>
    <w:basedOn w:val="Normal"/>
    <w:qFormat/>
    <w:rsid w:val="001822F1"/>
    <w:pPr>
      <w:spacing w:before="120"/>
      <w:jc w:val="center"/>
    </w:pPr>
    <w:rPr>
      <w:sz w:val="22"/>
    </w:rPr>
  </w:style>
  <w:style w:type="paragraph" w:styleId="ListBullet">
    <w:name w:val="List Bullet"/>
    <w:basedOn w:val="Normal"/>
    <w:rsid w:val="008D1A19"/>
    <w:pPr>
      <w:numPr>
        <w:numId w:val="23"/>
      </w:numPr>
      <w:ind w:left="357" w:hanging="357"/>
      <w:contextualSpacing/>
    </w:pPr>
  </w:style>
  <w:style w:type="character" w:styleId="UnresolvedMention">
    <w:name w:val="Unresolved Mention"/>
    <w:basedOn w:val="DefaultParagraphFont"/>
    <w:uiPriority w:val="99"/>
    <w:semiHidden/>
    <w:unhideWhenUsed/>
    <w:rsid w:val="000A4544"/>
    <w:rPr>
      <w:color w:val="605E5C"/>
      <w:shd w:val="clear" w:color="auto" w:fill="E1DFDD"/>
    </w:rPr>
  </w:style>
  <w:style w:type="paragraph" w:styleId="NormalWeb">
    <w:name w:val="Normal (Web)"/>
    <w:basedOn w:val="Normal"/>
    <w:uiPriority w:val="99"/>
    <w:unhideWhenUsed/>
    <w:rsid w:val="003F72A1"/>
    <w:pPr>
      <w:spacing w:before="100" w:beforeAutospacing="1" w:after="100" w:afterAutospacing="1" w:line="240" w:lineRule="auto"/>
    </w:pPr>
    <w:rPr>
      <w:rFonts w:ascii="Times New Roman" w:eastAsia="Times New Roman"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767">
      <w:bodyDiv w:val="1"/>
      <w:marLeft w:val="0"/>
      <w:marRight w:val="0"/>
      <w:marTop w:val="0"/>
      <w:marBottom w:val="0"/>
      <w:divBdr>
        <w:top w:val="none" w:sz="0" w:space="0" w:color="auto"/>
        <w:left w:val="none" w:sz="0" w:space="0" w:color="auto"/>
        <w:bottom w:val="none" w:sz="0" w:space="0" w:color="auto"/>
        <w:right w:val="none" w:sz="0" w:space="0" w:color="auto"/>
      </w:divBdr>
    </w:div>
    <w:div w:id="74401128">
      <w:bodyDiv w:val="1"/>
      <w:marLeft w:val="0"/>
      <w:marRight w:val="0"/>
      <w:marTop w:val="0"/>
      <w:marBottom w:val="0"/>
      <w:divBdr>
        <w:top w:val="none" w:sz="0" w:space="0" w:color="auto"/>
        <w:left w:val="none" w:sz="0" w:space="0" w:color="auto"/>
        <w:bottom w:val="none" w:sz="0" w:space="0" w:color="auto"/>
        <w:right w:val="none" w:sz="0" w:space="0" w:color="auto"/>
      </w:divBdr>
    </w:div>
    <w:div w:id="89203057">
      <w:bodyDiv w:val="1"/>
      <w:marLeft w:val="0"/>
      <w:marRight w:val="0"/>
      <w:marTop w:val="0"/>
      <w:marBottom w:val="0"/>
      <w:divBdr>
        <w:top w:val="none" w:sz="0" w:space="0" w:color="auto"/>
        <w:left w:val="none" w:sz="0" w:space="0" w:color="auto"/>
        <w:bottom w:val="none" w:sz="0" w:space="0" w:color="auto"/>
        <w:right w:val="none" w:sz="0" w:space="0" w:color="auto"/>
      </w:divBdr>
    </w:div>
    <w:div w:id="392704239">
      <w:bodyDiv w:val="1"/>
      <w:marLeft w:val="0"/>
      <w:marRight w:val="0"/>
      <w:marTop w:val="0"/>
      <w:marBottom w:val="0"/>
      <w:divBdr>
        <w:top w:val="none" w:sz="0" w:space="0" w:color="auto"/>
        <w:left w:val="none" w:sz="0" w:space="0" w:color="auto"/>
        <w:bottom w:val="none" w:sz="0" w:space="0" w:color="auto"/>
        <w:right w:val="none" w:sz="0" w:space="0" w:color="auto"/>
      </w:divBdr>
      <w:divsChild>
        <w:div w:id="1500541470">
          <w:marLeft w:val="0"/>
          <w:marRight w:val="0"/>
          <w:marTop w:val="0"/>
          <w:marBottom w:val="0"/>
          <w:divBdr>
            <w:top w:val="none" w:sz="0" w:space="0" w:color="auto"/>
            <w:left w:val="none" w:sz="0" w:space="0" w:color="auto"/>
            <w:bottom w:val="none" w:sz="0" w:space="0" w:color="auto"/>
            <w:right w:val="none" w:sz="0" w:space="0" w:color="auto"/>
          </w:divBdr>
        </w:div>
      </w:divsChild>
    </w:div>
    <w:div w:id="961182054">
      <w:bodyDiv w:val="1"/>
      <w:marLeft w:val="0"/>
      <w:marRight w:val="0"/>
      <w:marTop w:val="0"/>
      <w:marBottom w:val="0"/>
      <w:divBdr>
        <w:top w:val="none" w:sz="0" w:space="0" w:color="auto"/>
        <w:left w:val="none" w:sz="0" w:space="0" w:color="auto"/>
        <w:bottom w:val="none" w:sz="0" w:space="0" w:color="auto"/>
        <w:right w:val="none" w:sz="0" w:space="0" w:color="auto"/>
      </w:divBdr>
    </w:div>
    <w:div w:id="1013536584">
      <w:bodyDiv w:val="1"/>
      <w:marLeft w:val="0"/>
      <w:marRight w:val="0"/>
      <w:marTop w:val="0"/>
      <w:marBottom w:val="0"/>
      <w:divBdr>
        <w:top w:val="none" w:sz="0" w:space="0" w:color="auto"/>
        <w:left w:val="none" w:sz="0" w:space="0" w:color="auto"/>
        <w:bottom w:val="none" w:sz="0" w:space="0" w:color="auto"/>
        <w:right w:val="none" w:sz="0" w:space="0" w:color="auto"/>
      </w:divBdr>
    </w:div>
    <w:div w:id="1138962593">
      <w:bodyDiv w:val="1"/>
      <w:marLeft w:val="0"/>
      <w:marRight w:val="0"/>
      <w:marTop w:val="0"/>
      <w:marBottom w:val="0"/>
      <w:divBdr>
        <w:top w:val="none" w:sz="0" w:space="0" w:color="auto"/>
        <w:left w:val="none" w:sz="0" w:space="0" w:color="auto"/>
        <w:bottom w:val="none" w:sz="0" w:space="0" w:color="auto"/>
        <w:right w:val="none" w:sz="0" w:space="0" w:color="auto"/>
      </w:divBdr>
    </w:div>
    <w:div w:id="1228876889">
      <w:bodyDiv w:val="1"/>
      <w:marLeft w:val="0"/>
      <w:marRight w:val="0"/>
      <w:marTop w:val="0"/>
      <w:marBottom w:val="0"/>
      <w:divBdr>
        <w:top w:val="none" w:sz="0" w:space="0" w:color="auto"/>
        <w:left w:val="none" w:sz="0" w:space="0" w:color="auto"/>
        <w:bottom w:val="none" w:sz="0" w:space="0" w:color="auto"/>
        <w:right w:val="none" w:sz="0" w:space="0" w:color="auto"/>
      </w:divBdr>
    </w:div>
    <w:div w:id="1236011501">
      <w:bodyDiv w:val="1"/>
      <w:marLeft w:val="0"/>
      <w:marRight w:val="0"/>
      <w:marTop w:val="0"/>
      <w:marBottom w:val="0"/>
      <w:divBdr>
        <w:top w:val="none" w:sz="0" w:space="0" w:color="auto"/>
        <w:left w:val="none" w:sz="0" w:space="0" w:color="auto"/>
        <w:bottom w:val="none" w:sz="0" w:space="0" w:color="auto"/>
        <w:right w:val="none" w:sz="0" w:space="0" w:color="auto"/>
      </w:divBdr>
    </w:div>
    <w:div w:id="1274171794">
      <w:bodyDiv w:val="1"/>
      <w:marLeft w:val="0"/>
      <w:marRight w:val="0"/>
      <w:marTop w:val="0"/>
      <w:marBottom w:val="0"/>
      <w:divBdr>
        <w:top w:val="none" w:sz="0" w:space="0" w:color="auto"/>
        <w:left w:val="none" w:sz="0" w:space="0" w:color="auto"/>
        <w:bottom w:val="none" w:sz="0" w:space="0" w:color="auto"/>
        <w:right w:val="none" w:sz="0" w:space="0" w:color="auto"/>
      </w:divBdr>
    </w:div>
    <w:div w:id="1287858293">
      <w:bodyDiv w:val="1"/>
      <w:marLeft w:val="0"/>
      <w:marRight w:val="0"/>
      <w:marTop w:val="0"/>
      <w:marBottom w:val="0"/>
      <w:divBdr>
        <w:top w:val="none" w:sz="0" w:space="0" w:color="auto"/>
        <w:left w:val="none" w:sz="0" w:space="0" w:color="auto"/>
        <w:bottom w:val="none" w:sz="0" w:space="0" w:color="auto"/>
        <w:right w:val="none" w:sz="0" w:space="0" w:color="auto"/>
      </w:divBdr>
    </w:div>
    <w:div w:id="1373383679">
      <w:bodyDiv w:val="1"/>
      <w:marLeft w:val="0"/>
      <w:marRight w:val="0"/>
      <w:marTop w:val="0"/>
      <w:marBottom w:val="0"/>
      <w:divBdr>
        <w:top w:val="none" w:sz="0" w:space="0" w:color="auto"/>
        <w:left w:val="none" w:sz="0" w:space="0" w:color="auto"/>
        <w:bottom w:val="none" w:sz="0" w:space="0" w:color="auto"/>
        <w:right w:val="none" w:sz="0" w:space="0" w:color="auto"/>
      </w:divBdr>
    </w:div>
    <w:div w:id="1831561716">
      <w:bodyDiv w:val="1"/>
      <w:marLeft w:val="0"/>
      <w:marRight w:val="0"/>
      <w:marTop w:val="0"/>
      <w:marBottom w:val="0"/>
      <w:divBdr>
        <w:top w:val="none" w:sz="0" w:space="0" w:color="auto"/>
        <w:left w:val="none" w:sz="0" w:space="0" w:color="auto"/>
        <w:bottom w:val="none" w:sz="0" w:space="0" w:color="auto"/>
        <w:right w:val="none" w:sz="0" w:space="0" w:color="auto"/>
      </w:divBdr>
    </w:div>
    <w:div w:id="1983728706">
      <w:bodyDiv w:val="1"/>
      <w:marLeft w:val="0"/>
      <w:marRight w:val="0"/>
      <w:marTop w:val="0"/>
      <w:marBottom w:val="0"/>
      <w:divBdr>
        <w:top w:val="none" w:sz="0" w:space="0" w:color="auto"/>
        <w:left w:val="none" w:sz="0" w:space="0" w:color="auto"/>
        <w:bottom w:val="none" w:sz="0" w:space="0" w:color="auto"/>
        <w:right w:val="none" w:sz="0" w:space="0" w:color="auto"/>
      </w:divBdr>
    </w:div>
    <w:div w:id="2002999369">
      <w:bodyDiv w:val="1"/>
      <w:marLeft w:val="0"/>
      <w:marRight w:val="0"/>
      <w:marTop w:val="0"/>
      <w:marBottom w:val="0"/>
      <w:divBdr>
        <w:top w:val="none" w:sz="0" w:space="0" w:color="auto"/>
        <w:left w:val="none" w:sz="0" w:space="0" w:color="auto"/>
        <w:bottom w:val="none" w:sz="0" w:space="0" w:color="auto"/>
        <w:right w:val="none" w:sz="0" w:space="0" w:color="auto"/>
      </w:divBdr>
      <w:divsChild>
        <w:div w:id="1611470212">
          <w:marLeft w:val="0"/>
          <w:marRight w:val="0"/>
          <w:marTop w:val="0"/>
          <w:marBottom w:val="0"/>
          <w:divBdr>
            <w:top w:val="none" w:sz="0" w:space="0" w:color="auto"/>
            <w:left w:val="none" w:sz="0" w:space="0" w:color="auto"/>
            <w:bottom w:val="none" w:sz="0" w:space="0" w:color="auto"/>
            <w:right w:val="none" w:sz="0" w:space="0" w:color="auto"/>
          </w:divBdr>
        </w:div>
      </w:divsChild>
    </w:div>
    <w:div w:id="2031950939">
      <w:bodyDiv w:val="1"/>
      <w:marLeft w:val="0"/>
      <w:marRight w:val="0"/>
      <w:marTop w:val="0"/>
      <w:marBottom w:val="0"/>
      <w:divBdr>
        <w:top w:val="none" w:sz="0" w:space="0" w:color="auto"/>
        <w:left w:val="none" w:sz="0" w:space="0" w:color="auto"/>
        <w:bottom w:val="none" w:sz="0" w:space="0" w:color="auto"/>
        <w:right w:val="none" w:sz="0" w:space="0" w:color="auto"/>
      </w:divBdr>
    </w:div>
    <w:div w:id="205646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llinn@technopolis.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l1\AppData\Roaming\Microsoft\Templates\Technopolis_letter.dotx" TargetMode="External"/></Relationships>
</file>

<file path=word/theme/theme1.xml><?xml version="1.0" encoding="utf-8"?>
<a:theme xmlns:a="http://schemas.openxmlformats.org/drawingml/2006/main" name="Office Theme">
  <a:themeElements>
    <a:clrScheme name="Technopolis 2021">
      <a:dk1>
        <a:srgbClr val="000000"/>
      </a:dk1>
      <a:lt1>
        <a:srgbClr val="FFFFFF"/>
      </a:lt1>
      <a:dk2>
        <a:srgbClr val="C3E6FF"/>
      </a:dk2>
      <a:lt2>
        <a:srgbClr val="F7F6F0"/>
      </a:lt2>
      <a:accent1>
        <a:srgbClr val="00A9E0"/>
      </a:accent1>
      <a:accent2>
        <a:srgbClr val="AE98DE"/>
      </a:accent2>
      <a:accent3>
        <a:srgbClr val="FFBC7F"/>
      </a:accent3>
      <a:accent4>
        <a:srgbClr val="FD9E9A"/>
      </a:accent4>
      <a:accent5>
        <a:srgbClr val="F3BBDA"/>
      </a:accent5>
      <a:accent6>
        <a:srgbClr val="BED600"/>
      </a:accent6>
      <a:hlink>
        <a:srgbClr val="4B5ABF"/>
      </a:hlink>
      <a:folHlink>
        <a:srgbClr val="4B5ABF"/>
      </a:folHlink>
    </a:clrScheme>
    <a:fontScheme name="TECHNOPOLIS">
      <a:majorFont>
        <a:latin typeface="Corbel"/>
        <a:ea typeface=""/>
        <a:cs typeface=""/>
      </a:majorFont>
      <a:minorFont>
        <a:latin typeface="Corbe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7D55C68578B14C9279B7529713789A" ma:contentTypeVersion="2" ma:contentTypeDescription="Create a new document." ma:contentTypeScope="" ma:versionID="5861d864104d13ba3d62fd26f27fc174">
  <xsd:schema xmlns:xsd="http://www.w3.org/2001/XMLSchema" xmlns:xs="http://www.w3.org/2001/XMLSchema" xmlns:p="http://schemas.microsoft.com/office/2006/metadata/properties" xmlns:ns2="2ba11adf-b2f4-4152-9bbd-49c8bfb156fa" targetNamespace="http://schemas.microsoft.com/office/2006/metadata/properties" ma:root="true" ma:fieldsID="171b4d27765bd49639db81f7a370b45a" ns2:_="">
    <xsd:import namespace="2ba11adf-b2f4-4152-9bbd-49c8bfb156f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a11adf-b2f4-4152-9bbd-49c8bfb15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A75051-0BF9-4A1B-B02A-91791CFC6043}">
  <ds:schemaRefs>
    <ds:schemaRef ds:uri="http://schemas.openxmlformats.org/officeDocument/2006/bibliography"/>
  </ds:schemaRefs>
</ds:datastoreItem>
</file>

<file path=customXml/itemProps2.xml><?xml version="1.0" encoding="utf-8"?>
<ds:datastoreItem xmlns:ds="http://schemas.openxmlformats.org/officeDocument/2006/customXml" ds:itemID="{00904853-FCC5-45CD-8935-E7B2E69D24E7}">
  <ds:schemaRefs>
    <ds:schemaRef ds:uri="http://schemas.microsoft.com/sharepoint/v3/contenttype/forms"/>
  </ds:schemaRefs>
</ds:datastoreItem>
</file>

<file path=customXml/itemProps3.xml><?xml version="1.0" encoding="utf-8"?>
<ds:datastoreItem xmlns:ds="http://schemas.openxmlformats.org/officeDocument/2006/customXml" ds:itemID="{C324E95A-B3DF-47ED-98D2-B47A47942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a11adf-b2f4-4152-9bbd-49c8bfb15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9F5735-7C32-4406-8A7D-01390F1D12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Technopolis_letter.dotx</Template>
  <TotalTime>7</TotalTime>
  <Pages>2</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TECHNOPOLIS document</vt:lpstr>
    </vt:vector>
  </TitlesOfParts>
  <Company>grow.</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TECHNOPOLIS document</dc:title>
  <dc:creator>Airi Alaveer</dc:creator>
  <cp:lastModifiedBy>Allik Liis</cp:lastModifiedBy>
  <cp:revision>2</cp:revision>
  <cp:lastPrinted>2013-05-14T10:41:00Z</cp:lastPrinted>
  <dcterms:created xsi:type="dcterms:W3CDTF">2023-11-01T09:42:00Z</dcterms:created>
  <dcterms:modified xsi:type="dcterms:W3CDTF">2023-11-01T09:42:00Z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0x010100147D55C68578B14C9279B7529713789A</vt:lpwstr>
  </property>
</Properties>
</file>